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7FFC9" w14:textId="77777777" w:rsidR="00632595" w:rsidRPr="00F25A37" w:rsidRDefault="001051F5" w:rsidP="005C1753">
      <w:pPr>
        <w:jc w:val="center"/>
      </w:pPr>
      <w:r w:rsidRPr="00F25A37">
        <w:rPr>
          <w:rFonts w:cstheme="minorHAnsi"/>
          <w:b/>
          <w:noProof/>
          <w:color w:val="999999"/>
          <w:sz w:val="24"/>
          <w:szCs w:val="24"/>
          <w:lang w:eastAsia="fr-FR"/>
        </w:rPr>
        <w:drawing>
          <wp:anchor distT="0" distB="0" distL="114300" distR="114300" simplePos="0" relativeHeight="251659264" behindDoc="0" locked="0" layoutInCell="1" allowOverlap="1" wp14:anchorId="387D5182" wp14:editId="702341EF">
            <wp:simplePos x="0" y="0"/>
            <wp:positionH relativeFrom="margin">
              <wp:align>center</wp:align>
            </wp:positionH>
            <wp:positionV relativeFrom="paragraph">
              <wp:posOffset>218440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6B2C920A" w14:textId="77777777" w:rsidR="00B3398C" w:rsidRPr="00F25A37" w:rsidRDefault="00B3398C"/>
    <w:p w14:paraId="27EB898A" w14:textId="77777777" w:rsidR="00B3398C" w:rsidRPr="00F25A37" w:rsidRDefault="00B3398C" w:rsidP="00B1466D">
      <w:pPr>
        <w:rPr>
          <w:rFonts w:cs="Arial"/>
          <w:sz w:val="36"/>
          <w:szCs w:val="36"/>
        </w:rPr>
      </w:pPr>
    </w:p>
    <w:p w14:paraId="12082902" w14:textId="77777777" w:rsidR="00042D7D" w:rsidRPr="00307B2E" w:rsidRDefault="00042D7D" w:rsidP="00B1466D">
      <w:pPr>
        <w:rPr>
          <w:rFonts w:cs="Arial"/>
        </w:rPr>
      </w:pPr>
    </w:p>
    <w:p w14:paraId="5E19FC34" w14:textId="77777777" w:rsidR="00D27E8D" w:rsidRPr="00C26722" w:rsidRDefault="00D27E8D" w:rsidP="00D27E8D">
      <w:pPr>
        <w:jc w:val="center"/>
        <w:rPr>
          <w:sz w:val="24"/>
          <w:szCs w:val="24"/>
        </w:rPr>
      </w:pPr>
      <w:r w:rsidRPr="00C26722">
        <w:rPr>
          <w:sz w:val="24"/>
          <w:szCs w:val="24"/>
        </w:rPr>
        <w:t xml:space="preserve">Pouvoir Adjudicateur : </w:t>
      </w:r>
    </w:p>
    <w:p w14:paraId="25ED45DD" w14:textId="449C7D8E" w:rsidR="00D27E8D" w:rsidRPr="00C26722" w:rsidRDefault="00D27E8D" w:rsidP="00D27E8D">
      <w:pPr>
        <w:spacing w:before="0" w:after="0"/>
        <w:jc w:val="center"/>
        <w:rPr>
          <w:rFonts w:eastAsia="Arial Narrow" w:cs="Arial Narrow"/>
          <w:sz w:val="24"/>
          <w:szCs w:val="24"/>
        </w:rPr>
      </w:pPr>
      <w:r w:rsidRPr="00C26722">
        <w:rPr>
          <w:sz w:val="24"/>
          <w:szCs w:val="24"/>
        </w:rPr>
        <w:t xml:space="preserve">INRAE, </w:t>
      </w:r>
      <w:r w:rsidRPr="00C26722">
        <w:rPr>
          <w:rFonts w:eastAsia="Arial Narrow" w:cs="Arial Narrow"/>
          <w:sz w:val="24"/>
          <w:szCs w:val="24"/>
        </w:rPr>
        <w:t>Centre Ile-de-France - Versailles-</w:t>
      </w:r>
      <w:r w:rsidR="00D74AB2" w:rsidRPr="00C26722">
        <w:rPr>
          <w:rFonts w:eastAsia="Arial Narrow" w:cs="Arial Narrow"/>
          <w:sz w:val="24"/>
          <w:szCs w:val="24"/>
        </w:rPr>
        <w:t>Saclay</w:t>
      </w:r>
    </w:p>
    <w:p w14:paraId="1A9DE323" w14:textId="77777777" w:rsidR="00D27E8D" w:rsidRPr="00C26722" w:rsidRDefault="00D27E8D" w:rsidP="00D27E8D">
      <w:pPr>
        <w:spacing w:before="0" w:after="0"/>
        <w:jc w:val="center"/>
        <w:rPr>
          <w:sz w:val="24"/>
          <w:szCs w:val="24"/>
        </w:rPr>
      </w:pPr>
      <w:r w:rsidRPr="00C26722">
        <w:rPr>
          <w:rFonts w:eastAsia="Arial Narrow" w:cs="Arial"/>
          <w:bCs/>
          <w:sz w:val="24"/>
          <w:szCs w:val="24"/>
        </w:rPr>
        <w:t>RD10 – Route de Saint-Cyr</w:t>
      </w:r>
    </w:p>
    <w:p w14:paraId="361F83DE" w14:textId="77777777" w:rsidR="00D27E8D" w:rsidRPr="00C26722" w:rsidRDefault="00D27E8D" w:rsidP="00D27E8D">
      <w:pPr>
        <w:spacing w:before="0" w:after="0"/>
        <w:jc w:val="center"/>
        <w:rPr>
          <w:sz w:val="24"/>
          <w:szCs w:val="24"/>
        </w:rPr>
      </w:pPr>
      <w:r w:rsidRPr="00C26722">
        <w:rPr>
          <w:rFonts w:eastAsia="Arial Narrow" w:cs="Arial"/>
          <w:bCs/>
          <w:sz w:val="24"/>
          <w:szCs w:val="24"/>
        </w:rPr>
        <w:t>78026 VERSAILLES Cedex</w:t>
      </w:r>
    </w:p>
    <w:p w14:paraId="55E748EB" w14:textId="1F97D0A3" w:rsidR="00D27E8D" w:rsidRPr="00C26722" w:rsidRDefault="00D27E8D" w:rsidP="00D27E8D">
      <w:pPr>
        <w:jc w:val="center"/>
        <w:rPr>
          <w:sz w:val="24"/>
          <w:szCs w:val="24"/>
        </w:rPr>
      </w:pPr>
      <w:r w:rsidRPr="00C26722">
        <w:rPr>
          <w:sz w:val="24"/>
          <w:szCs w:val="24"/>
        </w:rPr>
        <w:t xml:space="preserve">Unité </w:t>
      </w:r>
      <w:r w:rsidR="001979C9" w:rsidRPr="00C26722">
        <w:rPr>
          <w:sz w:val="24"/>
          <w:szCs w:val="24"/>
        </w:rPr>
        <w:t>IPS2 UMR1403</w:t>
      </w:r>
    </w:p>
    <w:p w14:paraId="3348A568" w14:textId="203C7DB2" w:rsidR="001979C9" w:rsidRPr="00C26722" w:rsidRDefault="00D27E8D" w:rsidP="001979C9">
      <w:pPr>
        <w:jc w:val="center"/>
        <w:rPr>
          <w:sz w:val="24"/>
          <w:szCs w:val="24"/>
        </w:rPr>
      </w:pPr>
      <w:r w:rsidRPr="00C26722">
        <w:rPr>
          <w:sz w:val="24"/>
          <w:szCs w:val="24"/>
        </w:rPr>
        <w:t>Adresse :</w:t>
      </w:r>
      <w:r w:rsidR="001979C9" w:rsidRPr="00C26722">
        <w:rPr>
          <w:sz w:val="24"/>
          <w:szCs w:val="24"/>
        </w:rPr>
        <w:t xml:space="preserve"> Batiment 630 – avenue des Sciences</w:t>
      </w:r>
    </w:p>
    <w:p w14:paraId="4BAEE563" w14:textId="58FAA422" w:rsidR="001979C9" w:rsidRPr="00C26722" w:rsidRDefault="001979C9" w:rsidP="001979C9">
      <w:pPr>
        <w:jc w:val="center"/>
        <w:rPr>
          <w:sz w:val="24"/>
          <w:szCs w:val="24"/>
        </w:rPr>
      </w:pPr>
      <w:r w:rsidRPr="00C26722">
        <w:rPr>
          <w:sz w:val="24"/>
          <w:szCs w:val="24"/>
        </w:rPr>
        <w:t>91190 Gif sur Yvette</w:t>
      </w:r>
    </w:p>
    <w:p w14:paraId="0CBBD128" w14:textId="77777777" w:rsidR="00042D7D" w:rsidRPr="00C26722" w:rsidRDefault="00042D7D" w:rsidP="00B1466D">
      <w:pPr>
        <w:rPr>
          <w:rFonts w:cs="Arial"/>
          <w:sz w:val="24"/>
          <w:szCs w:val="24"/>
        </w:rPr>
      </w:pPr>
    </w:p>
    <w:p w14:paraId="1C53B21E" w14:textId="77777777" w:rsidR="00042D7D" w:rsidRPr="00C26722" w:rsidRDefault="00042D7D" w:rsidP="00B1466D">
      <w:pPr>
        <w:rPr>
          <w:rFonts w:cs="Arial"/>
          <w:sz w:val="24"/>
          <w:szCs w:val="24"/>
        </w:rPr>
      </w:pPr>
    </w:p>
    <w:p w14:paraId="51E4E06B" w14:textId="77777777" w:rsidR="00B3398C" w:rsidRPr="00BC5B26" w:rsidRDefault="00B3398C" w:rsidP="003C2E90">
      <w:pPr>
        <w:pBdr>
          <w:top w:val="single" w:sz="18" w:space="0" w:color="auto"/>
          <w:left w:val="single" w:sz="18" w:space="4" w:color="auto"/>
          <w:bottom w:val="single" w:sz="18" w:space="1" w:color="auto"/>
          <w:right w:val="single" w:sz="18" w:space="4" w:color="auto"/>
        </w:pBdr>
        <w:jc w:val="center"/>
        <w:rPr>
          <w:rFonts w:cs="Arial"/>
          <w:sz w:val="28"/>
          <w:szCs w:val="28"/>
        </w:rPr>
      </w:pPr>
    </w:p>
    <w:p w14:paraId="54825990" w14:textId="78EA4D6C" w:rsidR="003F4F96" w:rsidRPr="00BC5B26" w:rsidRDefault="003F4F96" w:rsidP="003C2E90">
      <w:pPr>
        <w:pBdr>
          <w:top w:val="single" w:sz="18" w:space="0" w:color="auto"/>
          <w:left w:val="single" w:sz="18" w:space="4" w:color="auto"/>
          <w:bottom w:val="single" w:sz="18" w:space="1" w:color="auto"/>
          <w:right w:val="single" w:sz="18" w:space="4" w:color="auto"/>
        </w:pBdr>
        <w:jc w:val="center"/>
        <w:rPr>
          <w:rFonts w:cs="Arial"/>
          <w:b/>
          <w:sz w:val="28"/>
          <w:szCs w:val="28"/>
        </w:rPr>
      </w:pPr>
      <w:r w:rsidRPr="00BC5B26">
        <w:rPr>
          <w:rFonts w:cs="Arial"/>
          <w:b/>
          <w:sz w:val="28"/>
          <w:szCs w:val="28"/>
        </w:rPr>
        <w:t xml:space="preserve">OBJET DU MARCHE : Acquisition </w:t>
      </w:r>
      <w:r w:rsidR="00A0549E" w:rsidRPr="00BC5B26">
        <w:rPr>
          <w:rFonts w:cs="Arial"/>
          <w:b/>
          <w:sz w:val="28"/>
          <w:szCs w:val="28"/>
        </w:rPr>
        <w:t>d’un équipement de manipulation de liquide sans pipetage en micro et nanovolume pour de l’expérimentation en biologie moléculaire</w:t>
      </w:r>
      <w:r w:rsidR="00F43FEF">
        <w:rPr>
          <w:rFonts w:cs="Arial"/>
          <w:b/>
          <w:sz w:val="28"/>
          <w:szCs w:val="28"/>
        </w:rPr>
        <w:t xml:space="preserve"> pour l’unité 1403-IPS2 du Centre INRAE de Versailles-Saclay </w:t>
      </w:r>
      <w:bookmarkStart w:id="0" w:name="_GoBack"/>
      <w:bookmarkEnd w:id="0"/>
      <w:r w:rsidR="00A0549E" w:rsidRPr="00BC5B26">
        <w:rPr>
          <w:rFonts w:cs="Arial"/>
          <w:b/>
          <w:sz w:val="28"/>
          <w:szCs w:val="28"/>
        </w:rPr>
        <w:t xml:space="preserve">   </w:t>
      </w:r>
    </w:p>
    <w:p w14:paraId="27B2CA59" w14:textId="77777777" w:rsidR="00B3398C" w:rsidRPr="00BC5B26" w:rsidRDefault="001D73E9" w:rsidP="003C2E90">
      <w:pPr>
        <w:pBdr>
          <w:top w:val="single" w:sz="18" w:space="0" w:color="auto"/>
          <w:left w:val="single" w:sz="18" w:space="4" w:color="auto"/>
          <w:bottom w:val="single" w:sz="18" w:space="1" w:color="auto"/>
          <w:right w:val="single" w:sz="18" w:space="4" w:color="auto"/>
        </w:pBdr>
        <w:jc w:val="center"/>
        <w:rPr>
          <w:rFonts w:cs="Arial"/>
          <w:b/>
          <w:color w:val="C00000"/>
          <w:sz w:val="28"/>
          <w:szCs w:val="28"/>
        </w:rPr>
      </w:pPr>
      <w:r w:rsidRPr="00BC5B26">
        <w:rPr>
          <w:rFonts w:cs="Arial"/>
          <w:b/>
          <w:sz w:val="28"/>
          <w:szCs w:val="28"/>
        </w:rPr>
        <w:t xml:space="preserve">MARCHÉ </w:t>
      </w:r>
      <w:r w:rsidR="009F0C4E" w:rsidRPr="00BC5B26">
        <w:rPr>
          <w:rFonts w:cs="Arial"/>
          <w:b/>
          <w:sz w:val="28"/>
          <w:szCs w:val="28"/>
        </w:rPr>
        <w:t>n°</w:t>
      </w:r>
      <w:r w:rsidR="009F0C4E" w:rsidRPr="00BC5B26">
        <w:rPr>
          <w:rFonts w:cs="Arial"/>
          <w:b/>
          <w:color w:val="C00000"/>
          <w:sz w:val="28"/>
          <w:szCs w:val="28"/>
        </w:rPr>
        <w:t>……………………..</w:t>
      </w:r>
    </w:p>
    <w:p w14:paraId="1109746D" w14:textId="77777777" w:rsidR="009F0C4E" w:rsidRPr="00C26722" w:rsidRDefault="009F0C4E" w:rsidP="003C2E90">
      <w:pPr>
        <w:pBdr>
          <w:top w:val="single" w:sz="18" w:space="0" w:color="auto"/>
          <w:left w:val="single" w:sz="18" w:space="4" w:color="auto"/>
          <w:bottom w:val="single" w:sz="18" w:space="1" w:color="auto"/>
          <w:right w:val="single" w:sz="18" w:space="4" w:color="auto"/>
        </w:pBdr>
        <w:jc w:val="center"/>
        <w:rPr>
          <w:rFonts w:cs="Arial"/>
          <w:sz w:val="24"/>
          <w:szCs w:val="24"/>
        </w:rPr>
      </w:pPr>
    </w:p>
    <w:p w14:paraId="32C44700" w14:textId="77777777" w:rsidR="00B3398C" w:rsidRPr="00C26722" w:rsidRDefault="00B3398C">
      <w:pPr>
        <w:widowControl w:val="0"/>
        <w:autoSpaceDE w:val="0"/>
        <w:autoSpaceDN w:val="0"/>
        <w:adjustRightInd w:val="0"/>
        <w:spacing w:before="14" w:line="240" w:lineRule="exact"/>
        <w:ind w:left="120"/>
        <w:rPr>
          <w:b/>
          <w:bCs/>
          <w:sz w:val="24"/>
          <w:szCs w:val="24"/>
        </w:rPr>
      </w:pPr>
    </w:p>
    <w:p w14:paraId="2EE496D4" w14:textId="77777777" w:rsidR="00B3398C" w:rsidRPr="00C26722" w:rsidRDefault="00B3398C">
      <w:pPr>
        <w:widowControl w:val="0"/>
        <w:autoSpaceDE w:val="0"/>
        <w:autoSpaceDN w:val="0"/>
        <w:adjustRightInd w:val="0"/>
        <w:spacing w:before="14" w:line="240" w:lineRule="exact"/>
        <w:rPr>
          <w:b/>
          <w:bCs/>
          <w:sz w:val="24"/>
          <w:szCs w:val="24"/>
        </w:rPr>
      </w:pPr>
    </w:p>
    <w:p w14:paraId="69E2D5E1" w14:textId="77777777" w:rsidR="00B3398C" w:rsidRPr="00C26722" w:rsidRDefault="00707B79" w:rsidP="00707B79">
      <w:pPr>
        <w:widowControl w:val="0"/>
        <w:autoSpaceDE w:val="0"/>
        <w:autoSpaceDN w:val="0"/>
        <w:adjustRightInd w:val="0"/>
        <w:spacing w:before="14" w:line="240" w:lineRule="exact"/>
        <w:jc w:val="center"/>
        <w:rPr>
          <w:b/>
          <w:bCs/>
          <w:sz w:val="24"/>
          <w:szCs w:val="24"/>
        </w:rPr>
      </w:pPr>
      <w:r w:rsidRPr="00C26722">
        <w:rPr>
          <w:b/>
          <w:bCs/>
          <w:sz w:val="24"/>
          <w:szCs w:val="24"/>
        </w:rPr>
        <w:t>Marché à procédure adaptée</w:t>
      </w:r>
    </w:p>
    <w:p w14:paraId="3E341139" w14:textId="77777777" w:rsidR="00642C9F" w:rsidRPr="00C26722" w:rsidRDefault="007F511F" w:rsidP="00642C9F">
      <w:pPr>
        <w:widowControl w:val="0"/>
        <w:autoSpaceDE w:val="0"/>
        <w:autoSpaceDN w:val="0"/>
        <w:adjustRightInd w:val="0"/>
        <w:spacing w:before="14" w:line="240" w:lineRule="exact"/>
        <w:jc w:val="center"/>
        <w:rPr>
          <w:b/>
          <w:bCs/>
          <w:sz w:val="24"/>
          <w:szCs w:val="24"/>
        </w:rPr>
      </w:pPr>
      <w:r w:rsidRPr="00C26722">
        <w:rPr>
          <w:b/>
          <w:bCs/>
          <w:sz w:val="24"/>
          <w:szCs w:val="24"/>
        </w:rPr>
        <w:t xml:space="preserve">Articles </w:t>
      </w:r>
      <w:r w:rsidR="00642C9F" w:rsidRPr="00C26722">
        <w:rPr>
          <w:b/>
          <w:bCs/>
          <w:sz w:val="24"/>
          <w:szCs w:val="24"/>
        </w:rPr>
        <w:t xml:space="preserve">R2123-1 à R2123-8 du </w:t>
      </w:r>
      <w:r w:rsidR="00065251" w:rsidRPr="00C26722">
        <w:rPr>
          <w:b/>
          <w:bCs/>
          <w:sz w:val="24"/>
          <w:szCs w:val="24"/>
        </w:rPr>
        <w:t>c</w:t>
      </w:r>
      <w:r w:rsidR="00642C9F" w:rsidRPr="00C26722">
        <w:rPr>
          <w:b/>
          <w:bCs/>
          <w:sz w:val="24"/>
          <w:szCs w:val="24"/>
        </w:rPr>
        <w:t xml:space="preserve">ode de la </w:t>
      </w:r>
      <w:r w:rsidR="00065251" w:rsidRPr="00C26722">
        <w:rPr>
          <w:b/>
          <w:bCs/>
          <w:sz w:val="24"/>
          <w:szCs w:val="24"/>
        </w:rPr>
        <w:t>c</w:t>
      </w:r>
      <w:r w:rsidR="00642C9F" w:rsidRPr="00C26722">
        <w:rPr>
          <w:b/>
          <w:bCs/>
          <w:sz w:val="24"/>
          <w:szCs w:val="24"/>
        </w:rPr>
        <w:t xml:space="preserve">ommande </w:t>
      </w:r>
      <w:r w:rsidR="00065251" w:rsidRPr="00C26722">
        <w:rPr>
          <w:b/>
          <w:bCs/>
          <w:sz w:val="24"/>
          <w:szCs w:val="24"/>
        </w:rPr>
        <w:t>p</w:t>
      </w:r>
      <w:r w:rsidR="00642C9F" w:rsidRPr="00C26722">
        <w:rPr>
          <w:b/>
          <w:bCs/>
          <w:sz w:val="24"/>
          <w:szCs w:val="24"/>
        </w:rPr>
        <w:t>ublique.</w:t>
      </w:r>
    </w:p>
    <w:p w14:paraId="161DF08A" w14:textId="77777777" w:rsidR="00B3398C" w:rsidRPr="00C26722" w:rsidRDefault="00B3398C" w:rsidP="00042D7D">
      <w:pPr>
        <w:widowControl w:val="0"/>
        <w:autoSpaceDE w:val="0"/>
        <w:autoSpaceDN w:val="0"/>
        <w:adjustRightInd w:val="0"/>
        <w:spacing w:before="14" w:line="240" w:lineRule="exact"/>
        <w:jc w:val="center"/>
        <w:rPr>
          <w:b/>
          <w:bCs/>
          <w:sz w:val="24"/>
          <w:szCs w:val="24"/>
        </w:rPr>
      </w:pPr>
    </w:p>
    <w:p w14:paraId="15A19848" w14:textId="77777777" w:rsidR="00B3398C" w:rsidRPr="00C26722" w:rsidRDefault="00B3398C">
      <w:pPr>
        <w:widowControl w:val="0"/>
        <w:autoSpaceDE w:val="0"/>
        <w:autoSpaceDN w:val="0"/>
        <w:adjustRightInd w:val="0"/>
        <w:spacing w:before="14" w:line="240" w:lineRule="exact"/>
        <w:rPr>
          <w:b/>
          <w:bCs/>
          <w:sz w:val="24"/>
          <w:szCs w:val="24"/>
        </w:rPr>
      </w:pPr>
    </w:p>
    <w:p w14:paraId="7532D5D7" w14:textId="77777777" w:rsidR="00962958" w:rsidRPr="00C26722" w:rsidRDefault="00962958" w:rsidP="008630D8">
      <w:pPr>
        <w:rPr>
          <w:sz w:val="24"/>
          <w:szCs w:val="24"/>
        </w:rPr>
      </w:pPr>
    </w:p>
    <w:p w14:paraId="3A4292A4" w14:textId="77777777" w:rsidR="00962958" w:rsidRPr="00C26722" w:rsidRDefault="00962958" w:rsidP="008630D8">
      <w:pPr>
        <w:rPr>
          <w:sz w:val="24"/>
          <w:szCs w:val="24"/>
        </w:rPr>
      </w:pPr>
    </w:p>
    <w:p w14:paraId="2C34CBFF" w14:textId="77777777" w:rsidR="00D74AB2" w:rsidRPr="00C26722" w:rsidRDefault="00D74AB2" w:rsidP="008630D8">
      <w:pPr>
        <w:rPr>
          <w:b/>
          <w:sz w:val="24"/>
          <w:szCs w:val="24"/>
        </w:rPr>
      </w:pPr>
    </w:p>
    <w:p w14:paraId="6B3D3610" w14:textId="775262C3" w:rsidR="00D74AB2" w:rsidRPr="00C26722" w:rsidRDefault="00D74AB2" w:rsidP="008630D8">
      <w:pPr>
        <w:rPr>
          <w:b/>
          <w:sz w:val="24"/>
          <w:szCs w:val="24"/>
        </w:rPr>
      </w:pPr>
    </w:p>
    <w:p w14:paraId="2EA3BA8B" w14:textId="655878F8" w:rsidR="00F25A37" w:rsidRPr="00C26722" w:rsidRDefault="00F25A37" w:rsidP="008630D8">
      <w:pPr>
        <w:rPr>
          <w:b/>
          <w:sz w:val="24"/>
          <w:szCs w:val="24"/>
        </w:rPr>
      </w:pPr>
    </w:p>
    <w:p w14:paraId="0E259F02" w14:textId="4A2F0A3B" w:rsidR="00F25A37" w:rsidRPr="00C26722" w:rsidRDefault="00F25A37" w:rsidP="008630D8">
      <w:pPr>
        <w:rPr>
          <w:b/>
          <w:sz w:val="24"/>
          <w:szCs w:val="24"/>
        </w:rPr>
      </w:pPr>
    </w:p>
    <w:p w14:paraId="09A8681B" w14:textId="6717A54D" w:rsidR="00F25A37" w:rsidRPr="00C26722" w:rsidRDefault="00F25A37" w:rsidP="008630D8">
      <w:pPr>
        <w:rPr>
          <w:b/>
          <w:sz w:val="24"/>
          <w:szCs w:val="24"/>
        </w:rPr>
      </w:pPr>
    </w:p>
    <w:p w14:paraId="112D562A" w14:textId="7C1B9E6F" w:rsidR="00F25A37" w:rsidRPr="00C26722" w:rsidRDefault="00F25A37" w:rsidP="008630D8">
      <w:pPr>
        <w:rPr>
          <w:b/>
          <w:sz w:val="24"/>
          <w:szCs w:val="24"/>
        </w:rPr>
      </w:pPr>
    </w:p>
    <w:p w14:paraId="4A99FB90" w14:textId="6ABBED74" w:rsidR="00307B2E" w:rsidRPr="00C26722" w:rsidRDefault="00307B2E" w:rsidP="008630D8">
      <w:pPr>
        <w:rPr>
          <w:b/>
          <w:sz w:val="24"/>
          <w:szCs w:val="24"/>
        </w:rPr>
      </w:pPr>
    </w:p>
    <w:p w14:paraId="469171FA" w14:textId="38F747B6" w:rsidR="00307B2E" w:rsidRPr="00C26722" w:rsidRDefault="00307B2E" w:rsidP="008630D8">
      <w:pPr>
        <w:rPr>
          <w:b/>
          <w:sz w:val="24"/>
          <w:szCs w:val="24"/>
        </w:rPr>
      </w:pPr>
    </w:p>
    <w:p w14:paraId="0186E02C" w14:textId="09B287C0" w:rsidR="00307B2E" w:rsidRPr="00C26722" w:rsidRDefault="00307B2E" w:rsidP="008630D8">
      <w:pPr>
        <w:rPr>
          <w:b/>
          <w:sz w:val="24"/>
          <w:szCs w:val="24"/>
        </w:rPr>
      </w:pPr>
    </w:p>
    <w:p w14:paraId="210E8521" w14:textId="77777777" w:rsidR="00307B2E" w:rsidRPr="00C26722" w:rsidRDefault="00307B2E" w:rsidP="008630D8">
      <w:pPr>
        <w:rPr>
          <w:b/>
          <w:sz w:val="24"/>
          <w:szCs w:val="24"/>
        </w:rPr>
      </w:pPr>
    </w:p>
    <w:p w14:paraId="20F91D90" w14:textId="77777777" w:rsidR="00F25A37" w:rsidRPr="00C26722" w:rsidRDefault="00F25A37" w:rsidP="008630D8">
      <w:pPr>
        <w:rPr>
          <w:b/>
          <w:sz w:val="24"/>
          <w:szCs w:val="24"/>
        </w:rPr>
      </w:pPr>
    </w:p>
    <w:p w14:paraId="1FB6B5F6" w14:textId="77777777" w:rsidR="00D74AB2" w:rsidRPr="00C26722" w:rsidRDefault="00D74AB2" w:rsidP="008630D8">
      <w:pPr>
        <w:rPr>
          <w:b/>
          <w:sz w:val="24"/>
          <w:szCs w:val="24"/>
        </w:rPr>
      </w:pPr>
    </w:p>
    <w:p w14:paraId="27006908" w14:textId="49AD7D8F" w:rsidR="00B3398C" w:rsidRPr="00C26722" w:rsidRDefault="00B3398C" w:rsidP="008630D8">
      <w:pPr>
        <w:rPr>
          <w:b/>
          <w:bCs/>
          <w:sz w:val="24"/>
          <w:szCs w:val="24"/>
        </w:rPr>
      </w:pPr>
      <w:r w:rsidRPr="00C26722">
        <w:rPr>
          <w:b/>
          <w:sz w:val="24"/>
          <w:szCs w:val="24"/>
        </w:rPr>
        <w:t>Le Titulaire</w:t>
      </w:r>
    </w:p>
    <w:p w14:paraId="55CA2E5F" w14:textId="77777777" w:rsidR="00B3398C" w:rsidRPr="00BC5B26" w:rsidRDefault="00B3398C" w:rsidP="008630D8">
      <w:r w:rsidRPr="00BC5B26">
        <w:t xml:space="preserve">Je soussigné (nom, prénoms) : </w:t>
      </w:r>
      <w:r w:rsidR="00260443" w:rsidRPr="00BC5B26">
        <w:t>………………</w:t>
      </w:r>
      <w:r w:rsidR="00962958" w:rsidRPr="00BC5B26">
        <w:t>………………………………………………………………………</w:t>
      </w:r>
      <w:r w:rsidR="00260443" w:rsidRPr="00BC5B26">
        <w:t>.</w:t>
      </w:r>
    </w:p>
    <w:p w14:paraId="4861E3E1" w14:textId="77777777" w:rsidR="00B3398C" w:rsidRPr="00BC5B26" w:rsidRDefault="00B3398C" w:rsidP="008630D8">
      <w:r w:rsidRPr="00BC5B26">
        <w:t xml:space="preserve">Agissant pour le compte de : </w:t>
      </w:r>
      <w:r w:rsidR="00260443" w:rsidRPr="00BC5B26">
        <w:t>……………………</w:t>
      </w:r>
      <w:r w:rsidR="00962958" w:rsidRPr="00BC5B26">
        <w:t>…………………………………………………………………….</w:t>
      </w:r>
    </w:p>
    <w:p w14:paraId="6E7001C2" w14:textId="77777777" w:rsidR="00B3398C" w:rsidRPr="00BC5B26" w:rsidRDefault="00B3398C" w:rsidP="008630D8">
      <w:r w:rsidRPr="00BC5B26">
        <w:t xml:space="preserve">Forme juridique : </w:t>
      </w:r>
      <w:r w:rsidR="00260443" w:rsidRPr="00BC5B26">
        <w:t>…………………………………</w:t>
      </w:r>
      <w:r w:rsidR="00962958" w:rsidRPr="00BC5B26">
        <w:t>…………………………………………………………………...</w:t>
      </w:r>
    </w:p>
    <w:p w14:paraId="5A005334" w14:textId="77777777" w:rsidR="00B3398C" w:rsidRPr="00BC5B26" w:rsidRDefault="00B3398C" w:rsidP="008630D8">
      <w:r w:rsidRPr="00BC5B26">
        <w:t xml:space="preserve">Capital social : </w:t>
      </w:r>
      <w:r w:rsidR="00260443" w:rsidRPr="00BC5B26">
        <w:t>……………………………………</w:t>
      </w:r>
      <w:r w:rsidR="00962958" w:rsidRPr="00BC5B26">
        <w:t>……………………………………………………………………</w:t>
      </w:r>
    </w:p>
    <w:p w14:paraId="5984E91A" w14:textId="77777777" w:rsidR="00B3398C" w:rsidRPr="00BC5B26" w:rsidRDefault="00B3398C" w:rsidP="008630D8">
      <w:r w:rsidRPr="00BC5B26">
        <w:t xml:space="preserve">Adresse du siège social : </w:t>
      </w:r>
      <w:r w:rsidR="00260443" w:rsidRPr="00BC5B26">
        <w:t>………………………</w:t>
      </w:r>
      <w:r w:rsidR="00962958" w:rsidRPr="00BC5B26">
        <w:t>……………………………………………………………………….</w:t>
      </w:r>
    </w:p>
    <w:p w14:paraId="5AEF63E9" w14:textId="77777777" w:rsidR="00B3398C" w:rsidRPr="00BC5B26" w:rsidRDefault="00B3398C" w:rsidP="008630D8">
      <w:r w:rsidRPr="00BC5B26">
        <w:t xml:space="preserve">Tél. : </w:t>
      </w:r>
      <w:r w:rsidR="00260443" w:rsidRPr="00BC5B26">
        <w:t>………………………</w:t>
      </w:r>
      <w:r w:rsidR="00962958" w:rsidRPr="00BC5B26">
        <w:t>…………………………………………………………………………………………..</w:t>
      </w:r>
    </w:p>
    <w:p w14:paraId="2CD8B6D7" w14:textId="77777777" w:rsidR="00B3398C" w:rsidRPr="00BC5B26" w:rsidRDefault="00B3398C" w:rsidP="008630D8">
      <w:pPr>
        <w:rPr>
          <w:b/>
        </w:rPr>
      </w:pPr>
      <w:r w:rsidRPr="00BC5B26">
        <w:rPr>
          <w:b/>
        </w:rPr>
        <w:t>Immatriculation à l’INSEE</w:t>
      </w:r>
    </w:p>
    <w:p w14:paraId="10EB1DBD" w14:textId="77777777" w:rsidR="00B3398C" w:rsidRPr="00BC5B26" w:rsidRDefault="00B3398C" w:rsidP="008630D8">
      <w:r w:rsidRPr="00BC5B26">
        <w:t xml:space="preserve">n° d’identité d’établissement (SIRET) : </w:t>
      </w:r>
      <w:r w:rsidR="00260443" w:rsidRPr="00BC5B26">
        <w:t>……………………………………………</w:t>
      </w:r>
      <w:r w:rsidR="00962958" w:rsidRPr="00BC5B26">
        <w:t>……………………………………</w:t>
      </w:r>
    </w:p>
    <w:p w14:paraId="26E0A804" w14:textId="77777777" w:rsidR="00B3398C" w:rsidRPr="00BC5B26" w:rsidRDefault="00B3398C" w:rsidP="008630D8">
      <w:r w:rsidRPr="00BC5B26">
        <w:t xml:space="preserve">code d’activité économique principale (APE) : </w:t>
      </w:r>
      <w:r w:rsidR="00260443" w:rsidRPr="00BC5B26">
        <w:t>…………………………………</w:t>
      </w:r>
      <w:r w:rsidR="00962958" w:rsidRPr="00BC5B26">
        <w:t>………………………………………</w:t>
      </w:r>
    </w:p>
    <w:p w14:paraId="139A5874" w14:textId="77777777" w:rsidR="00B3398C" w:rsidRPr="00BC5B26" w:rsidRDefault="00B3398C" w:rsidP="008630D8">
      <w:r w:rsidRPr="00BC5B26">
        <w:t xml:space="preserve">n° d’inscription au registre du commerce de : RCS : </w:t>
      </w:r>
      <w:r w:rsidR="00260443" w:rsidRPr="00BC5B26">
        <w:t>……………………………</w:t>
      </w:r>
      <w:r w:rsidR="00962958" w:rsidRPr="00BC5B26">
        <w:t>………………………………………</w:t>
      </w:r>
    </w:p>
    <w:p w14:paraId="23401A0E" w14:textId="77777777" w:rsidR="00796DA1" w:rsidRPr="00C26722" w:rsidRDefault="00796DA1" w:rsidP="008630D8">
      <w:pPr>
        <w:rPr>
          <w:sz w:val="24"/>
          <w:szCs w:val="24"/>
        </w:rPr>
      </w:pPr>
    </w:p>
    <w:p w14:paraId="6D34629A" w14:textId="77777777" w:rsidR="00B3398C" w:rsidRPr="00C26722" w:rsidRDefault="00796DA1" w:rsidP="008630D8">
      <w:pPr>
        <w:rPr>
          <w:sz w:val="24"/>
          <w:szCs w:val="24"/>
        </w:rPr>
      </w:pPr>
      <w:r w:rsidRPr="00C26722">
        <w:rPr>
          <w:sz w:val="24"/>
          <w:szCs w:val="24"/>
        </w:rPr>
        <w:t>A</w:t>
      </w:r>
      <w:r w:rsidR="00B3398C" w:rsidRPr="00C26722">
        <w:rPr>
          <w:sz w:val="24"/>
          <w:szCs w:val="24"/>
        </w:rPr>
        <w:t>près avoir pris connaissance des dispositions du présent document, des documents qui y sont mentionnés et après avoir satisfait aux obligations fiscales et sociales en vigueur,</w:t>
      </w:r>
    </w:p>
    <w:p w14:paraId="0DB78DC8" w14:textId="77777777" w:rsidR="00B3398C" w:rsidRPr="00C26722" w:rsidRDefault="00796DA1" w:rsidP="008630D8">
      <w:pPr>
        <w:rPr>
          <w:sz w:val="24"/>
          <w:szCs w:val="24"/>
        </w:rPr>
      </w:pPr>
      <w:r w:rsidRPr="00C26722">
        <w:rPr>
          <w:sz w:val="24"/>
          <w:szCs w:val="24"/>
        </w:rPr>
        <w:t>M</w:t>
      </w:r>
      <w:r w:rsidR="00B3398C" w:rsidRPr="00C26722">
        <w:rPr>
          <w:sz w:val="24"/>
          <w:szCs w:val="24"/>
        </w:rPr>
        <w:t xml:space="preserve">’engage sans réserve, conformément aux stipulations du présent document et des documents qui y sont mentionnés, à exécuter dans les conditions fixées par lesdits documents les prestations désignées en objet du présent acte d’engagement valant </w:t>
      </w:r>
      <w:r w:rsidR="00065251" w:rsidRPr="00C26722">
        <w:rPr>
          <w:sz w:val="24"/>
          <w:szCs w:val="24"/>
        </w:rPr>
        <w:t>c</w:t>
      </w:r>
      <w:r w:rsidR="00B3398C" w:rsidRPr="00C26722">
        <w:rPr>
          <w:sz w:val="24"/>
          <w:szCs w:val="24"/>
        </w:rPr>
        <w:t xml:space="preserve">ahier des </w:t>
      </w:r>
      <w:r w:rsidR="00065251" w:rsidRPr="00C26722">
        <w:rPr>
          <w:sz w:val="24"/>
          <w:szCs w:val="24"/>
        </w:rPr>
        <w:t>c</w:t>
      </w:r>
      <w:r w:rsidR="00B3398C" w:rsidRPr="00C26722">
        <w:rPr>
          <w:sz w:val="24"/>
          <w:szCs w:val="24"/>
        </w:rPr>
        <w:t xml:space="preserve">lauses </w:t>
      </w:r>
      <w:r w:rsidR="00065251" w:rsidRPr="00C26722">
        <w:rPr>
          <w:sz w:val="24"/>
          <w:szCs w:val="24"/>
        </w:rPr>
        <w:t>p</w:t>
      </w:r>
      <w:r w:rsidR="00B3398C" w:rsidRPr="00C26722">
        <w:rPr>
          <w:sz w:val="24"/>
          <w:szCs w:val="24"/>
        </w:rPr>
        <w:t>articulières.</w:t>
      </w:r>
    </w:p>
    <w:p w14:paraId="49A264A3" w14:textId="71943DAD" w:rsidR="00B3398C" w:rsidRPr="00C26722" w:rsidRDefault="00B3398C" w:rsidP="008630D8">
      <w:pPr>
        <w:rPr>
          <w:sz w:val="24"/>
          <w:szCs w:val="24"/>
        </w:rPr>
      </w:pPr>
      <w:r w:rsidRPr="00C26722">
        <w:rPr>
          <w:sz w:val="24"/>
          <w:szCs w:val="24"/>
        </w:rPr>
        <w:t xml:space="preserve">L’offre, ainsi présentée ne me lie toutefois que si son acceptation m’est notifiée dans le délai de </w:t>
      </w:r>
      <w:r w:rsidR="003148EB" w:rsidRPr="00C26722">
        <w:rPr>
          <w:b/>
          <w:sz w:val="24"/>
          <w:szCs w:val="24"/>
        </w:rPr>
        <w:t xml:space="preserve">90 jours </w:t>
      </w:r>
      <w:r w:rsidRPr="00C26722">
        <w:rPr>
          <w:sz w:val="24"/>
          <w:szCs w:val="24"/>
        </w:rPr>
        <w:t xml:space="preserve">à compter de la date </w:t>
      </w:r>
      <w:r w:rsidR="00B152C6" w:rsidRPr="00C26722">
        <w:rPr>
          <w:sz w:val="24"/>
          <w:szCs w:val="24"/>
        </w:rPr>
        <w:t>limite de remise des plis</w:t>
      </w:r>
      <w:r w:rsidR="003148EB" w:rsidRPr="00C26722">
        <w:rPr>
          <w:sz w:val="24"/>
          <w:szCs w:val="24"/>
        </w:rPr>
        <w:t>.</w:t>
      </w:r>
    </w:p>
    <w:p w14:paraId="523005F8" w14:textId="77777777" w:rsidR="00B3398C" w:rsidRPr="00C26722" w:rsidRDefault="00B3398C" w:rsidP="008630D8">
      <w:pPr>
        <w:rPr>
          <w:rFonts w:cs="Arial"/>
          <w:b/>
          <w:sz w:val="24"/>
          <w:szCs w:val="24"/>
        </w:rPr>
      </w:pPr>
      <w:r w:rsidRPr="00C26722">
        <w:rPr>
          <w:rFonts w:cs="Arial"/>
          <w:b/>
          <w:sz w:val="24"/>
          <w:szCs w:val="24"/>
        </w:rPr>
        <w:t>Fait à ………………… le …………………..</w:t>
      </w:r>
      <w:r w:rsidRPr="00C26722">
        <w:rPr>
          <w:rStyle w:val="Appelnotedebasdep"/>
          <w:rFonts w:cs="Arial"/>
          <w:b/>
          <w:color w:val="000000"/>
          <w:sz w:val="24"/>
          <w:szCs w:val="24"/>
        </w:rPr>
        <w:footnoteReference w:id="1"/>
      </w:r>
    </w:p>
    <w:p w14:paraId="1761EA37" w14:textId="77777777" w:rsidR="00E37210" w:rsidRPr="00C26722" w:rsidRDefault="00E37210" w:rsidP="008630D8">
      <w:pPr>
        <w:rPr>
          <w:sz w:val="24"/>
          <w:szCs w:val="24"/>
        </w:rPr>
      </w:pPr>
      <w:r w:rsidRPr="00C26722">
        <w:rPr>
          <w:sz w:val="24"/>
          <w:szCs w:val="24"/>
        </w:rPr>
        <w:t>Le titulaire</w:t>
      </w:r>
      <w:r w:rsidRPr="00C26722">
        <w:rPr>
          <w:rStyle w:val="Appelnotedebasdep"/>
          <w:rFonts w:cs="Arial"/>
          <w:sz w:val="24"/>
          <w:szCs w:val="24"/>
        </w:rPr>
        <w:footnoteReference w:id="2"/>
      </w:r>
    </w:p>
    <w:p w14:paraId="226301C5" w14:textId="77777777" w:rsidR="00E37210" w:rsidRPr="00C26722" w:rsidRDefault="00962958" w:rsidP="008630D8">
      <w:pPr>
        <w:rPr>
          <w:sz w:val="24"/>
          <w:szCs w:val="24"/>
        </w:rPr>
      </w:pPr>
      <w:r w:rsidRPr="00C26722">
        <w:rPr>
          <w:sz w:val="24"/>
          <w:szCs w:val="24"/>
        </w:rPr>
        <w:sym w:font="Wingdings" w:char="F0A8"/>
      </w:r>
      <w:r w:rsidRPr="00C26722">
        <w:rPr>
          <w:sz w:val="24"/>
          <w:szCs w:val="24"/>
        </w:rPr>
        <w:t xml:space="preserve"> </w:t>
      </w:r>
      <w:r w:rsidR="00E37210" w:rsidRPr="00C26722">
        <w:rPr>
          <w:sz w:val="24"/>
          <w:szCs w:val="24"/>
        </w:rPr>
        <w:t xml:space="preserve">ne refuse pas de percevoir l’avance prévue à l’article </w:t>
      </w:r>
      <w:r w:rsidR="00B51FA9" w:rsidRPr="00C26722">
        <w:rPr>
          <w:sz w:val="24"/>
          <w:szCs w:val="24"/>
        </w:rPr>
        <w:t>8</w:t>
      </w:r>
      <w:r w:rsidR="00E37210" w:rsidRPr="00C26722">
        <w:rPr>
          <w:sz w:val="24"/>
          <w:szCs w:val="24"/>
        </w:rPr>
        <w:t xml:space="preserve"> du présent document.</w:t>
      </w:r>
    </w:p>
    <w:p w14:paraId="4B47A879" w14:textId="77777777" w:rsidR="00E37210" w:rsidRPr="00C26722" w:rsidRDefault="00962958" w:rsidP="008630D8">
      <w:pPr>
        <w:pBdr>
          <w:bottom w:val="single" w:sz="12" w:space="1" w:color="auto"/>
        </w:pBdr>
        <w:rPr>
          <w:sz w:val="24"/>
          <w:szCs w:val="24"/>
        </w:rPr>
      </w:pPr>
      <w:r w:rsidRPr="00C26722">
        <w:rPr>
          <w:sz w:val="24"/>
          <w:szCs w:val="24"/>
        </w:rPr>
        <w:sym w:font="Wingdings" w:char="F06F"/>
      </w:r>
      <w:r w:rsidRPr="00C26722">
        <w:rPr>
          <w:sz w:val="24"/>
          <w:szCs w:val="24"/>
        </w:rPr>
        <w:t xml:space="preserve"> </w:t>
      </w:r>
      <w:r w:rsidR="00E37210" w:rsidRPr="00C26722">
        <w:rPr>
          <w:sz w:val="24"/>
          <w:szCs w:val="24"/>
        </w:rPr>
        <w:t xml:space="preserve">refuse de percevoir l’avance prévue à l’article </w:t>
      </w:r>
      <w:r w:rsidR="00B51FA9" w:rsidRPr="00C26722">
        <w:rPr>
          <w:sz w:val="24"/>
          <w:szCs w:val="24"/>
        </w:rPr>
        <w:t>8</w:t>
      </w:r>
      <w:r w:rsidR="00E37210" w:rsidRPr="00C26722">
        <w:rPr>
          <w:sz w:val="24"/>
          <w:szCs w:val="24"/>
        </w:rPr>
        <w:t xml:space="preserve"> du présent document. </w:t>
      </w:r>
    </w:p>
    <w:p w14:paraId="407FD9A7" w14:textId="1573E131" w:rsidR="00507219" w:rsidRPr="00C26722" w:rsidRDefault="00507219" w:rsidP="00507219">
      <w:pPr>
        <w:spacing w:before="0" w:after="0"/>
        <w:ind w:left="3600" w:firstLine="720"/>
        <w:rPr>
          <w:sz w:val="24"/>
          <w:szCs w:val="24"/>
        </w:rPr>
      </w:pPr>
      <w:r w:rsidRPr="00C26722">
        <w:rPr>
          <w:sz w:val="24"/>
          <w:szCs w:val="24"/>
        </w:rPr>
        <w:t>VISAS</w:t>
      </w:r>
    </w:p>
    <w:p w14:paraId="35EDFE8C" w14:textId="62CA269F" w:rsidR="003148EB" w:rsidRPr="00C26722" w:rsidRDefault="00BC5B26" w:rsidP="003148EB">
      <w:pPr>
        <w:spacing w:before="0" w:after="0"/>
        <w:rPr>
          <w:rFonts w:eastAsia="Arial Narrow" w:cs="Arial Narrow"/>
          <w:sz w:val="24"/>
          <w:szCs w:val="24"/>
        </w:rPr>
      </w:pPr>
      <w:r>
        <w:rPr>
          <w:sz w:val="24"/>
          <w:szCs w:val="24"/>
        </w:rPr>
        <w:t>I</w:t>
      </w:r>
      <w:r w:rsidR="003148EB" w:rsidRPr="00C26722">
        <w:rPr>
          <w:sz w:val="24"/>
          <w:szCs w:val="24"/>
        </w:rPr>
        <w:t xml:space="preserve">NRAE, </w:t>
      </w:r>
      <w:r w:rsidR="003148EB" w:rsidRPr="00C26722">
        <w:rPr>
          <w:rFonts w:eastAsia="Arial Narrow" w:cs="Arial Narrow"/>
          <w:sz w:val="24"/>
          <w:szCs w:val="24"/>
        </w:rPr>
        <w:t>Centre Ile-de-France - Versailles-Saclay</w:t>
      </w:r>
    </w:p>
    <w:p w14:paraId="1631D3B3" w14:textId="78274489" w:rsidR="00DA08FD" w:rsidRPr="00C26722" w:rsidRDefault="003148EB" w:rsidP="00C21452">
      <w:pPr>
        <w:spacing w:before="0" w:after="0"/>
        <w:rPr>
          <w:sz w:val="24"/>
          <w:szCs w:val="24"/>
        </w:rPr>
      </w:pPr>
      <w:r w:rsidRPr="00C26722">
        <w:rPr>
          <w:sz w:val="24"/>
          <w:szCs w:val="24"/>
        </w:rPr>
        <w:t>Unité IPS2 UMR 1403</w:t>
      </w:r>
    </w:p>
    <w:p w14:paraId="10932F9B" w14:textId="1B43F099" w:rsidR="00B3398C" w:rsidRPr="00C26722" w:rsidRDefault="00B3398C" w:rsidP="00C21452">
      <w:pPr>
        <w:spacing w:before="0" w:after="0"/>
        <w:rPr>
          <w:sz w:val="24"/>
          <w:szCs w:val="24"/>
        </w:rPr>
      </w:pPr>
      <w:r w:rsidRPr="00C26722">
        <w:rPr>
          <w:sz w:val="24"/>
          <w:szCs w:val="24"/>
        </w:rPr>
        <w:t>Est acceptée la présente offre</w:t>
      </w:r>
      <w:r w:rsidR="00507219" w:rsidRPr="00C26722">
        <w:rPr>
          <w:sz w:val="24"/>
          <w:szCs w:val="24"/>
        </w:rPr>
        <w:t> :</w:t>
      </w:r>
    </w:p>
    <w:p w14:paraId="48203EB8" w14:textId="051EFF6B" w:rsidR="00507219" w:rsidRPr="00C26722" w:rsidRDefault="00507219" w:rsidP="00507219">
      <w:pPr>
        <w:pStyle w:val="Corpsdetexte"/>
        <w:ind w:left="1134" w:hanging="283"/>
        <w:rPr>
          <w:sz w:val="24"/>
          <w:szCs w:val="24"/>
        </w:rPr>
      </w:pPr>
      <w:r w:rsidRPr="00C26722">
        <w:rPr>
          <w:sz w:val="24"/>
          <w:szCs w:val="24"/>
        </w:rPr>
        <w:sym w:font="Wingdings" w:char="F0A8"/>
      </w:r>
      <w:r w:rsidRPr="00C26722">
        <w:rPr>
          <w:sz w:val="24"/>
          <w:szCs w:val="24"/>
        </w:rPr>
        <w:t xml:space="preserve"> </w:t>
      </w:r>
      <w:r w:rsidR="00307B2E" w:rsidRPr="00C26722">
        <w:rPr>
          <w:sz w:val="24"/>
          <w:szCs w:val="24"/>
        </w:rPr>
        <w:t xml:space="preserve">Avec </w:t>
      </w:r>
      <w:r w:rsidRPr="00C26722">
        <w:rPr>
          <w:sz w:val="24"/>
          <w:szCs w:val="24"/>
        </w:rPr>
        <w:t>PSE 1</w:t>
      </w:r>
      <w:r w:rsidR="00EE4B5B" w:rsidRPr="00C26722">
        <w:rPr>
          <w:sz w:val="24"/>
          <w:szCs w:val="24"/>
        </w:rPr>
        <w:t> :</w:t>
      </w:r>
      <w:r w:rsidRPr="00C26722">
        <w:rPr>
          <w:sz w:val="24"/>
          <w:szCs w:val="24"/>
        </w:rPr>
        <w:t> Souscription à une extension de garantie d’un an</w:t>
      </w:r>
    </w:p>
    <w:p w14:paraId="1812E63F" w14:textId="2A0F3BCE" w:rsidR="00507219" w:rsidRPr="00C26722" w:rsidRDefault="00507219" w:rsidP="00507219">
      <w:pPr>
        <w:pStyle w:val="Corpsdetexte"/>
        <w:ind w:left="1134" w:hanging="283"/>
        <w:rPr>
          <w:sz w:val="24"/>
          <w:szCs w:val="24"/>
        </w:rPr>
      </w:pPr>
      <w:r w:rsidRPr="00C26722">
        <w:rPr>
          <w:sz w:val="24"/>
          <w:szCs w:val="24"/>
        </w:rPr>
        <w:sym w:font="Wingdings" w:char="F0A8"/>
      </w:r>
      <w:r w:rsidRPr="00C26722">
        <w:rPr>
          <w:sz w:val="24"/>
          <w:szCs w:val="24"/>
        </w:rPr>
        <w:t xml:space="preserve"> </w:t>
      </w:r>
      <w:r w:rsidR="00307B2E" w:rsidRPr="00C26722">
        <w:rPr>
          <w:sz w:val="24"/>
          <w:szCs w:val="24"/>
        </w:rPr>
        <w:t xml:space="preserve">Avec </w:t>
      </w:r>
      <w:r w:rsidRPr="00C26722">
        <w:rPr>
          <w:sz w:val="24"/>
          <w:szCs w:val="24"/>
        </w:rPr>
        <w:t xml:space="preserve">PSE 2 : Souscription à une extension de garantie de deux ans </w:t>
      </w:r>
    </w:p>
    <w:p w14:paraId="24DE3198" w14:textId="3630A2C0" w:rsidR="00507219" w:rsidRPr="00C26722" w:rsidRDefault="00507219" w:rsidP="00C21452">
      <w:pPr>
        <w:spacing w:before="0" w:after="0"/>
        <w:rPr>
          <w:sz w:val="24"/>
          <w:szCs w:val="24"/>
        </w:rPr>
      </w:pPr>
      <w:r w:rsidRPr="00C26722">
        <w:rPr>
          <w:sz w:val="24"/>
          <w:szCs w:val="24"/>
        </w:rPr>
        <w:t>pour valoir Acte d’Engagement.</w:t>
      </w:r>
    </w:p>
    <w:p w14:paraId="77869E7D" w14:textId="77777777" w:rsidR="00507219" w:rsidRPr="00C26722" w:rsidRDefault="00507219" w:rsidP="00507219">
      <w:pPr>
        <w:tabs>
          <w:tab w:val="right" w:leader="dot" w:pos="8789"/>
        </w:tabs>
        <w:ind w:left="4962"/>
        <w:rPr>
          <w:sz w:val="24"/>
          <w:szCs w:val="24"/>
        </w:rPr>
      </w:pPr>
      <w:r w:rsidRPr="00C26722">
        <w:rPr>
          <w:sz w:val="24"/>
          <w:szCs w:val="24"/>
        </w:rPr>
        <w:t xml:space="preserve">A                  , le </w:t>
      </w:r>
      <w:r w:rsidRPr="00C26722">
        <w:rPr>
          <w:sz w:val="24"/>
          <w:szCs w:val="24"/>
        </w:rPr>
        <w:tab/>
      </w:r>
    </w:p>
    <w:p w14:paraId="027B1C85" w14:textId="235D2D66" w:rsidR="00507219" w:rsidRPr="00C26722" w:rsidRDefault="00507219" w:rsidP="00507219">
      <w:pPr>
        <w:spacing w:after="0"/>
        <w:ind w:left="4242" w:firstLine="720"/>
        <w:contextualSpacing/>
        <w:rPr>
          <w:sz w:val="24"/>
          <w:szCs w:val="24"/>
        </w:rPr>
      </w:pPr>
      <w:r w:rsidRPr="00C26722">
        <w:rPr>
          <w:sz w:val="24"/>
          <w:szCs w:val="24"/>
        </w:rPr>
        <w:t xml:space="preserve">Le Représentant du pouvoir adjudicateur </w:t>
      </w:r>
    </w:p>
    <w:p w14:paraId="4801DE93" w14:textId="52C1BB8D" w:rsidR="00507219" w:rsidRPr="00C26722" w:rsidRDefault="00507219" w:rsidP="00507219">
      <w:pPr>
        <w:pStyle w:val="TM2"/>
        <w:spacing w:after="0"/>
        <w:contextualSpacing/>
        <w:rPr>
          <w:rFonts w:ascii="AvenirNext LT Pro Cn" w:hAnsi="AvenirNext LT Pro Cn"/>
          <w:sz w:val="24"/>
          <w:szCs w:val="24"/>
        </w:rPr>
      </w:pPr>
      <w:r w:rsidRPr="00C26722">
        <w:rPr>
          <w:rFonts w:ascii="AvenirNext LT Pro Cn" w:hAnsi="AvenirNext LT Pro Cn"/>
          <w:sz w:val="24"/>
          <w:szCs w:val="24"/>
        </w:rPr>
        <w:t xml:space="preserve">                                                                                                                          Le Directeur d’Unité</w:t>
      </w:r>
    </w:p>
    <w:p w14:paraId="4530ADC5" w14:textId="3AE2C52C" w:rsidR="00BC5B26" w:rsidRPr="00BC5B26" w:rsidRDefault="00507219" w:rsidP="00BC5B26">
      <w:pPr>
        <w:pStyle w:val="TM2"/>
        <w:spacing w:after="0"/>
        <w:contextualSpacing/>
        <w:rPr>
          <w:rFonts w:ascii="AvenirNext LT Pro Cn" w:hAnsi="AvenirNext LT Pro Cn" w:cstheme="minorBidi"/>
          <w:sz w:val="24"/>
          <w:szCs w:val="24"/>
        </w:rPr>
      </w:pPr>
      <w:r w:rsidRPr="00C26722">
        <w:rPr>
          <w:rFonts w:ascii="AvenirNext LT Pro Cn" w:hAnsi="AvenirNext LT Pro Cn" w:cstheme="minorBidi"/>
          <w:sz w:val="24"/>
          <w:szCs w:val="24"/>
        </w:rPr>
        <w:t xml:space="preserve">                                                                                                       </w:t>
      </w:r>
      <w:r w:rsidR="00BC5B26">
        <w:rPr>
          <w:rFonts w:ascii="AvenirNext LT Pro Cn" w:hAnsi="AvenirNext LT Pro Cn" w:cstheme="minorBidi"/>
          <w:sz w:val="24"/>
          <w:szCs w:val="24"/>
        </w:rPr>
        <w:t xml:space="preserve">                   Martin Crespi</w:t>
      </w:r>
    </w:p>
    <w:p w14:paraId="532B8CB3" w14:textId="71AB76BE" w:rsidR="00796DA1" w:rsidRPr="00D8716B" w:rsidRDefault="00796DA1" w:rsidP="00A92860">
      <w:pPr>
        <w:pStyle w:val="TM2"/>
        <w:rPr>
          <w:rFonts w:ascii="AvenirNext LT Pro Cn" w:hAnsi="AvenirNext LT Pro Cn"/>
        </w:rPr>
      </w:pPr>
      <w:r w:rsidRPr="0032702C">
        <w:rPr>
          <w:rFonts w:ascii="AvenirNext LT Pro Cn" w:hAnsi="AvenirNext LT Pro Cn"/>
          <w:sz w:val="24"/>
          <w:szCs w:val="24"/>
        </w:rPr>
        <w:lastRenderedPageBreak/>
        <w:t>SOMMAIRE</w:t>
      </w:r>
    </w:p>
    <w:p w14:paraId="21F142EF" w14:textId="33EF18CF" w:rsidR="000A12DA" w:rsidRPr="00D8716B" w:rsidRDefault="00B3398C">
      <w:pPr>
        <w:pStyle w:val="TM1"/>
        <w:tabs>
          <w:tab w:val="left" w:pos="480"/>
          <w:tab w:val="right" w:leader="dot" w:pos="9054"/>
        </w:tabs>
        <w:rPr>
          <w:rFonts w:eastAsiaTheme="minorEastAsia"/>
          <w:noProof/>
          <w:lang w:eastAsia="fr-FR"/>
        </w:rPr>
      </w:pPr>
      <w:r w:rsidRPr="00D8716B">
        <w:fldChar w:fldCharType="begin"/>
      </w:r>
      <w:r w:rsidRPr="00D8716B">
        <w:instrText xml:space="preserve"> TOC \o "1-3" \h \z \u </w:instrText>
      </w:r>
      <w:r w:rsidRPr="00D8716B">
        <w:fldChar w:fldCharType="separate"/>
      </w:r>
      <w:hyperlink w:anchor="_Toc204704160" w:history="1">
        <w:r w:rsidR="000A12DA" w:rsidRPr="00D8716B">
          <w:rPr>
            <w:rStyle w:val="Lienhypertexte"/>
            <w:b/>
            <w:i/>
            <w:iCs/>
            <w:noProof/>
          </w:rPr>
          <w:t>1.</w:t>
        </w:r>
        <w:r w:rsidR="000A12DA" w:rsidRPr="00D8716B">
          <w:rPr>
            <w:rFonts w:eastAsiaTheme="minorEastAsia"/>
            <w:noProof/>
            <w:lang w:eastAsia="fr-FR"/>
          </w:rPr>
          <w:tab/>
        </w:r>
        <w:r w:rsidR="000A12DA" w:rsidRPr="00D8716B">
          <w:rPr>
            <w:rStyle w:val="Lienhypertexte"/>
            <w:noProof/>
          </w:rPr>
          <w:t>OBJET ET FORME DU MARCHE</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_Toc204704160 \h </w:instrText>
        </w:r>
        <w:r w:rsidR="000A12DA" w:rsidRPr="00D8716B">
          <w:rPr>
            <w:noProof/>
            <w:webHidden/>
          </w:rPr>
        </w:r>
        <w:r w:rsidR="000A12DA" w:rsidRPr="00D8716B">
          <w:rPr>
            <w:noProof/>
            <w:webHidden/>
          </w:rPr>
          <w:fldChar w:fldCharType="separate"/>
        </w:r>
        <w:r w:rsidR="000A12DA" w:rsidRPr="00D8716B">
          <w:rPr>
            <w:noProof/>
            <w:webHidden/>
          </w:rPr>
          <w:t>6</w:t>
        </w:r>
        <w:r w:rsidR="000A12DA" w:rsidRPr="00D8716B">
          <w:rPr>
            <w:noProof/>
            <w:webHidden/>
          </w:rPr>
          <w:fldChar w:fldCharType="end"/>
        </w:r>
      </w:hyperlink>
    </w:p>
    <w:p w14:paraId="3FA19F58" w14:textId="316569F3" w:rsidR="000A12DA" w:rsidRPr="00D8716B" w:rsidRDefault="00F43FEF">
      <w:pPr>
        <w:pStyle w:val="TM2"/>
        <w:rPr>
          <w:rFonts w:ascii="AvenirNext LT Pro Cn" w:eastAsiaTheme="minorEastAsia" w:hAnsi="AvenirNext LT Pro Cn" w:cstheme="minorBidi"/>
          <w:noProof/>
          <w:lang w:eastAsia="fr-FR"/>
        </w:rPr>
      </w:pPr>
      <w:hyperlink w:anchor="_Toc204704161" w:history="1">
        <w:r w:rsidR="000A12DA" w:rsidRPr="00D8716B">
          <w:rPr>
            <w:rStyle w:val="Lienhypertexte"/>
            <w:rFonts w:ascii="AvenirNext LT Pro Cn" w:hAnsi="AvenirNext LT Pro Cn"/>
            <w:noProof/>
          </w:rPr>
          <w:t>1.1 - Objet du marché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_Toc204704161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366AC89D" w14:textId="632BA7EC" w:rsidR="000A12DA" w:rsidRPr="00D8716B" w:rsidRDefault="00F43FEF">
      <w:pPr>
        <w:pStyle w:val="TM2"/>
        <w:rPr>
          <w:rFonts w:ascii="AvenirNext LT Pro Cn" w:eastAsiaTheme="minorEastAsia" w:hAnsi="AvenirNext LT Pro Cn" w:cstheme="minorBidi"/>
          <w:noProof/>
          <w:lang w:eastAsia="fr-FR"/>
        </w:rPr>
      </w:pPr>
      <w:hyperlink w:anchor="_Toc204704162" w:history="1">
        <w:r w:rsidR="000A12DA" w:rsidRPr="00D8716B">
          <w:rPr>
            <w:rStyle w:val="Lienhypertexte"/>
            <w:rFonts w:ascii="AvenirNext LT Pro Cn" w:hAnsi="AvenirNext LT Pro Cn"/>
            <w:noProof/>
          </w:rPr>
          <w:t>1.2. – Décomposition en lots/Tranches/Options/Prestations Supplémentaires Eventuelles/Variantes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_Toc204704162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399EFA1D" w14:textId="77B730E2" w:rsidR="000A12DA" w:rsidRPr="00D8716B" w:rsidRDefault="00F43FEF">
      <w:pPr>
        <w:pStyle w:val="TM2"/>
        <w:rPr>
          <w:rFonts w:ascii="AvenirNext LT Pro Cn" w:eastAsiaTheme="minorEastAsia" w:hAnsi="AvenirNext LT Pro Cn" w:cstheme="minorBidi"/>
          <w:noProof/>
          <w:lang w:eastAsia="fr-FR"/>
        </w:rPr>
      </w:pPr>
      <w:hyperlink w:anchor="_Toc204704163" w:history="1">
        <w:r w:rsidR="000A12DA" w:rsidRPr="00D8716B">
          <w:rPr>
            <w:rStyle w:val="Lienhypertexte"/>
            <w:rFonts w:ascii="AvenirNext LT Pro Cn" w:hAnsi="AvenirNext LT Pro Cn"/>
            <w:i/>
            <w:iCs/>
            <w:noProof/>
          </w:rPr>
          <w:t>Article 1.2.1 – Décomposition en lots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_Toc204704163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2030684A" w14:textId="4F4B21F3" w:rsidR="000A12DA" w:rsidRPr="00D8716B" w:rsidRDefault="00F43FEF">
      <w:pPr>
        <w:pStyle w:val="TM2"/>
        <w:rPr>
          <w:rFonts w:ascii="AvenirNext LT Pro Cn" w:eastAsiaTheme="minorEastAsia" w:hAnsi="AvenirNext LT Pro Cn" w:cstheme="minorBidi"/>
          <w:noProof/>
          <w:lang w:eastAsia="fr-FR"/>
        </w:rPr>
      </w:pPr>
      <w:hyperlink w:anchor="_Toc204704165" w:history="1">
        <w:r w:rsidR="000A12DA" w:rsidRPr="00D8716B">
          <w:rPr>
            <w:rStyle w:val="Lienhypertexte"/>
            <w:rFonts w:ascii="AvenirNext LT Pro Cn" w:hAnsi="AvenirNext LT Pro Cn"/>
            <w:i/>
            <w:iCs/>
            <w:noProof/>
          </w:rPr>
          <w:t>Article 1.2.2 – Décomposition en tranches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_Toc204704165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19F6F1E2" w14:textId="2FE52ABF" w:rsidR="000A12DA" w:rsidRPr="00D8716B" w:rsidRDefault="00F43FEF">
      <w:pPr>
        <w:pStyle w:val="TM2"/>
        <w:rPr>
          <w:rFonts w:ascii="AvenirNext LT Pro Cn" w:eastAsiaTheme="minorEastAsia" w:hAnsi="AvenirNext LT Pro Cn" w:cstheme="minorBidi"/>
          <w:noProof/>
          <w:lang w:eastAsia="fr-FR"/>
        </w:rPr>
      </w:pPr>
      <w:hyperlink w:anchor="_Toc204704167" w:history="1">
        <w:r w:rsidR="000A12DA" w:rsidRPr="00D8716B">
          <w:rPr>
            <w:rStyle w:val="Lienhypertexte"/>
            <w:rFonts w:ascii="AvenirNext LT Pro Cn" w:hAnsi="AvenirNext LT Pro Cn"/>
            <w:i/>
            <w:iCs/>
            <w:noProof/>
          </w:rPr>
          <w:t>Article 1.2.3 – Options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_Toc204704167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31AA2FF6" w14:textId="2B5E3149" w:rsidR="000A12DA" w:rsidRPr="00D8716B" w:rsidRDefault="00F43FEF">
      <w:pPr>
        <w:pStyle w:val="TM2"/>
        <w:rPr>
          <w:rFonts w:ascii="AvenirNext LT Pro Cn" w:eastAsiaTheme="minorEastAsia" w:hAnsi="AvenirNext LT Pro Cn" w:cstheme="minorBidi"/>
          <w:noProof/>
          <w:lang w:eastAsia="fr-FR"/>
        </w:rPr>
      </w:pPr>
      <w:hyperlink w:anchor="_Toc204704168" w:history="1">
        <w:r w:rsidR="000A12DA" w:rsidRPr="00D8716B">
          <w:rPr>
            <w:rStyle w:val="Lienhypertexte"/>
            <w:rFonts w:ascii="AvenirNext LT Pro Cn" w:hAnsi="AvenirNext LT Pro Cn"/>
            <w:i/>
            <w:iCs/>
            <w:noProof/>
          </w:rPr>
          <w:t>Article 1.2.4 – Prestations Supplémentaires Eventuelles (PSE)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_Toc204704168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68FEC76F" w14:textId="306BF804" w:rsidR="000A12DA" w:rsidRPr="00D8716B" w:rsidRDefault="00F43FEF">
      <w:pPr>
        <w:pStyle w:val="TM2"/>
        <w:rPr>
          <w:rFonts w:ascii="AvenirNext LT Pro Cn" w:eastAsiaTheme="minorEastAsia" w:hAnsi="AvenirNext LT Pro Cn" w:cstheme="minorBidi"/>
          <w:noProof/>
          <w:lang w:eastAsia="fr-FR"/>
        </w:rPr>
      </w:pPr>
      <w:hyperlink w:anchor="_Toc204704169" w:history="1">
        <w:r w:rsidR="000A12DA" w:rsidRPr="00D8716B">
          <w:rPr>
            <w:rStyle w:val="Lienhypertexte"/>
            <w:rFonts w:ascii="AvenirNext LT Pro Cn" w:hAnsi="AvenirNext LT Pro Cn"/>
            <w:i/>
            <w:iCs/>
            <w:noProof/>
          </w:rPr>
          <w:t>Article 1.2.5 - Variantes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_Toc204704169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57882388" w14:textId="1EAB04FC" w:rsidR="000A12DA" w:rsidRPr="00D8716B" w:rsidRDefault="00F43FEF">
      <w:pPr>
        <w:pStyle w:val="TM2"/>
        <w:rPr>
          <w:rFonts w:ascii="AvenirNext LT Pro Cn" w:eastAsiaTheme="minorEastAsia" w:hAnsi="AvenirNext LT Pro Cn" w:cstheme="minorBidi"/>
          <w:noProof/>
          <w:lang w:eastAsia="fr-FR"/>
        </w:rPr>
      </w:pPr>
      <w:hyperlink w:anchor="_Toc204704171" w:history="1">
        <w:r w:rsidR="000A12DA" w:rsidRPr="00D8716B">
          <w:rPr>
            <w:rStyle w:val="Lienhypertexte"/>
            <w:rFonts w:ascii="AvenirNext LT Pro Cn" w:hAnsi="AvenirNext LT Pro Cn"/>
            <w:noProof/>
          </w:rPr>
          <w:t>1.3. – Forme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_Toc204704171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1CC7FF23" w14:textId="6A91CD70" w:rsidR="000A12DA" w:rsidRPr="00D8716B" w:rsidRDefault="00F43FEF">
      <w:pPr>
        <w:pStyle w:val="TM2"/>
        <w:rPr>
          <w:rFonts w:ascii="AvenirNext LT Pro Cn" w:eastAsiaTheme="minorEastAsia" w:hAnsi="AvenirNext LT Pro Cn" w:cstheme="minorBidi"/>
          <w:noProof/>
          <w:lang w:eastAsia="fr-FR"/>
        </w:rPr>
      </w:pPr>
      <w:hyperlink w:anchor="_Toc204704172" w:history="1">
        <w:r w:rsidR="000A12DA" w:rsidRPr="00D8716B">
          <w:rPr>
            <w:rStyle w:val="Lienhypertexte"/>
            <w:rFonts w:ascii="AvenirNext LT Pro Cn" w:hAnsi="AvenirNext LT Pro Cn"/>
            <w:noProof/>
          </w:rPr>
          <w:t>1.4. – Modifications du marché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_Toc204704172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6</w:t>
        </w:r>
        <w:r w:rsidR="000A12DA" w:rsidRPr="00D8716B">
          <w:rPr>
            <w:rFonts w:ascii="AvenirNext LT Pro Cn" w:hAnsi="AvenirNext LT Pro Cn"/>
            <w:noProof/>
            <w:webHidden/>
          </w:rPr>
          <w:fldChar w:fldCharType="end"/>
        </w:r>
      </w:hyperlink>
    </w:p>
    <w:p w14:paraId="3F939651" w14:textId="7CF878C3" w:rsidR="000A12DA" w:rsidRPr="00D8716B" w:rsidRDefault="00F43FEF">
      <w:pPr>
        <w:pStyle w:val="TM1"/>
        <w:tabs>
          <w:tab w:val="left" w:pos="480"/>
          <w:tab w:val="right" w:leader="dot" w:pos="9054"/>
        </w:tabs>
        <w:rPr>
          <w:rFonts w:eastAsiaTheme="minorEastAsia"/>
          <w:noProof/>
          <w:lang w:eastAsia="fr-FR"/>
        </w:rPr>
      </w:pPr>
      <w:hyperlink w:anchor="_Toc204704173" w:history="1">
        <w:r w:rsidR="000A12DA" w:rsidRPr="00D8716B">
          <w:rPr>
            <w:rStyle w:val="Lienhypertexte"/>
            <w:b/>
            <w:i/>
            <w:iCs/>
            <w:noProof/>
          </w:rPr>
          <w:t>2.</w:t>
        </w:r>
        <w:r w:rsidR="000A12DA" w:rsidRPr="00D8716B">
          <w:rPr>
            <w:rFonts w:eastAsiaTheme="minorEastAsia"/>
            <w:noProof/>
            <w:lang w:eastAsia="fr-FR"/>
          </w:rPr>
          <w:tab/>
        </w:r>
        <w:r w:rsidR="000A12DA" w:rsidRPr="00D8716B">
          <w:rPr>
            <w:rStyle w:val="Lienhypertexte"/>
            <w:noProof/>
          </w:rPr>
          <w:t>PIÈCES CONTRACTUELLES DU MARCHÉ</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_Toc204704173 \h </w:instrText>
        </w:r>
        <w:r w:rsidR="000A12DA" w:rsidRPr="00D8716B">
          <w:rPr>
            <w:noProof/>
            <w:webHidden/>
          </w:rPr>
        </w:r>
        <w:r w:rsidR="000A12DA" w:rsidRPr="00D8716B">
          <w:rPr>
            <w:noProof/>
            <w:webHidden/>
          </w:rPr>
          <w:fldChar w:fldCharType="separate"/>
        </w:r>
        <w:r w:rsidR="000A12DA" w:rsidRPr="00D8716B">
          <w:rPr>
            <w:noProof/>
            <w:webHidden/>
          </w:rPr>
          <w:t>7</w:t>
        </w:r>
        <w:r w:rsidR="000A12DA" w:rsidRPr="00D8716B">
          <w:rPr>
            <w:noProof/>
            <w:webHidden/>
          </w:rPr>
          <w:fldChar w:fldCharType="end"/>
        </w:r>
      </w:hyperlink>
    </w:p>
    <w:p w14:paraId="1BFA6889" w14:textId="38A50F71" w:rsidR="000A12DA" w:rsidRPr="00D8716B" w:rsidRDefault="00F43FEF">
      <w:pPr>
        <w:pStyle w:val="TM2"/>
        <w:rPr>
          <w:rFonts w:ascii="AvenirNext LT Pro Cn" w:eastAsiaTheme="minorEastAsia" w:hAnsi="AvenirNext LT Pro Cn" w:cstheme="minorBidi"/>
          <w:noProof/>
          <w:lang w:eastAsia="fr-FR"/>
        </w:rPr>
      </w:pPr>
      <w:hyperlink w:anchor="_Toc204704174" w:history="1">
        <w:r w:rsidR="000A12DA" w:rsidRPr="00D8716B">
          <w:rPr>
            <w:rStyle w:val="Lienhypertexte"/>
            <w:rFonts w:ascii="AvenirNext LT Pro Cn" w:hAnsi="AvenirNext LT Pro Cn"/>
            <w:noProof/>
          </w:rPr>
          <w:t>2.1 – Pièces particulières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_Toc204704174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7</w:t>
        </w:r>
        <w:r w:rsidR="000A12DA" w:rsidRPr="00D8716B">
          <w:rPr>
            <w:rFonts w:ascii="AvenirNext LT Pro Cn" w:hAnsi="AvenirNext LT Pro Cn"/>
            <w:noProof/>
            <w:webHidden/>
          </w:rPr>
          <w:fldChar w:fldCharType="end"/>
        </w:r>
      </w:hyperlink>
    </w:p>
    <w:p w14:paraId="708911B4" w14:textId="32CF6D3A" w:rsidR="000A12DA" w:rsidRPr="00D8716B" w:rsidRDefault="00F43FEF">
      <w:pPr>
        <w:pStyle w:val="TM2"/>
        <w:rPr>
          <w:rFonts w:ascii="AvenirNext LT Pro Cn" w:eastAsiaTheme="minorEastAsia" w:hAnsi="AvenirNext LT Pro Cn" w:cstheme="minorBidi"/>
          <w:noProof/>
          <w:lang w:eastAsia="fr-FR"/>
        </w:rPr>
      </w:pPr>
      <w:hyperlink w:anchor="_Toc204704175" w:history="1">
        <w:r w:rsidR="000A12DA" w:rsidRPr="00D8716B">
          <w:rPr>
            <w:rStyle w:val="Lienhypertexte"/>
            <w:rFonts w:ascii="AvenirNext LT Pro Cn" w:hAnsi="AvenirNext LT Pro Cn"/>
            <w:noProof/>
          </w:rPr>
          <w:t>2.2 – Pièces générales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_Toc204704175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7</w:t>
        </w:r>
        <w:r w:rsidR="000A12DA" w:rsidRPr="00D8716B">
          <w:rPr>
            <w:rFonts w:ascii="AvenirNext LT Pro Cn" w:hAnsi="AvenirNext LT Pro Cn"/>
            <w:noProof/>
            <w:webHidden/>
          </w:rPr>
          <w:fldChar w:fldCharType="end"/>
        </w:r>
      </w:hyperlink>
    </w:p>
    <w:p w14:paraId="55792099" w14:textId="419AC842" w:rsidR="000A12DA" w:rsidRPr="00D8716B" w:rsidRDefault="00F43FEF">
      <w:pPr>
        <w:pStyle w:val="TM1"/>
        <w:tabs>
          <w:tab w:val="left" w:pos="480"/>
          <w:tab w:val="right" w:leader="dot" w:pos="9054"/>
        </w:tabs>
        <w:rPr>
          <w:rFonts w:eastAsiaTheme="minorEastAsia"/>
          <w:noProof/>
          <w:lang w:eastAsia="fr-FR"/>
        </w:rPr>
      </w:pPr>
      <w:hyperlink w:anchor="_Toc204704176" w:history="1">
        <w:r w:rsidR="000A12DA" w:rsidRPr="00D8716B">
          <w:rPr>
            <w:rStyle w:val="Lienhypertexte"/>
            <w:b/>
            <w:i/>
            <w:iCs/>
            <w:noProof/>
          </w:rPr>
          <w:t>3.</w:t>
        </w:r>
        <w:r w:rsidR="000A12DA" w:rsidRPr="00D8716B">
          <w:rPr>
            <w:rFonts w:eastAsiaTheme="minorEastAsia"/>
            <w:noProof/>
            <w:lang w:eastAsia="fr-FR"/>
          </w:rPr>
          <w:tab/>
        </w:r>
        <w:r w:rsidR="000A12DA" w:rsidRPr="00D8716B">
          <w:rPr>
            <w:rStyle w:val="Lienhypertexte"/>
            <w:noProof/>
          </w:rPr>
          <w:t>CONTENU DES PRESTATIONS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_Toc204704176 \h </w:instrText>
        </w:r>
        <w:r w:rsidR="000A12DA" w:rsidRPr="00D8716B">
          <w:rPr>
            <w:noProof/>
            <w:webHidden/>
          </w:rPr>
        </w:r>
        <w:r w:rsidR="000A12DA" w:rsidRPr="00D8716B">
          <w:rPr>
            <w:noProof/>
            <w:webHidden/>
          </w:rPr>
          <w:fldChar w:fldCharType="separate"/>
        </w:r>
        <w:r w:rsidR="000A12DA" w:rsidRPr="00D8716B">
          <w:rPr>
            <w:noProof/>
            <w:webHidden/>
          </w:rPr>
          <w:t>7</w:t>
        </w:r>
        <w:r w:rsidR="000A12DA" w:rsidRPr="00D8716B">
          <w:rPr>
            <w:noProof/>
            <w:webHidden/>
          </w:rPr>
          <w:fldChar w:fldCharType="end"/>
        </w:r>
      </w:hyperlink>
    </w:p>
    <w:p w14:paraId="22E47150" w14:textId="65DC3BDE" w:rsidR="000A12DA" w:rsidRPr="00D8716B" w:rsidRDefault="00F43FEF">
      <w:pPr>
        <w:pStyle w:val="TM2"/>
        <w:rPr>
          <w:rFonts w:ascii="AvenirNext LT Pro Cn" w:eastAsiaTheme="minorEastAsia" w:hAnsi="AvenirNext LT Pro Cn" w:cstheme="minorBidi"/>
          <w:noProof/>
          <w:lang w:eastAsia="fr-FR"/>
        </w:rPr>
      </w:pPr>
      <w:hyperlink w:anchor="_Toc204704177" w:history="1">
        <w:r w:rsidR="000A12DA" w:rsidRPr="00D8716B">
          <w:rPr>
            <w:rStyle w:val="Lienhypertexte"/>
            <w:rFonts w:ascii="AvenirNext LT Pro Cn" w:hAnsi="AvenirNext LT Pro Cn"/>
            <w:noProof/>
          </w:rPr>
          <w:t>– Performances techniques - Normes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_Toc204704177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7</w:t>
        </w:r>
        <w:r w:rsidR="000A12DA" w:rsidRPr="00D8716B">
          <w:rPr>
            <w:rFonts w:ascii="AvenirNext LT Pro Cn" w:hAnsi="AvenirNext LT Pro Cn"/>
            <w:noProof/>
            <w:webHidden/>
          </w:rPr>
          <w:fldChar w:fldCharType="end"/>
        </w:r>
      </w:hyperlink>
    </w:p>
    <w:p w14:paraId="30DBDAD6" w14:textId="7C060ACE" w:rsidR="000A12DA" w:rsidRPr="00D8716B" w:rsidRDefault="00F43FEF">
      <w:pPr>
        <w:pStyle w:val="TM2"/>
        <w:rPr>
          <w:rFonts w:ascii="AvenirNext LT Pro Cn" w:eastAsiaTheme="minorEastAsia" w:hAnsi="AvenirNext LT Pro Cn" w:cstheme="minorBidi"/>
          <w:noProof/>
          <w:lang w:eastAsia="fr-FR"/>
        </w:rPr>
      </w:pPr>
      <w:hyperlink w:anchor="_Toc204704178" w:history="1">
        <w:r w:rsidR="000A12DA" w:rsidRPr="00D8716B">
          <w:rPr>
            <w:rStyle w:val="Lienhypertexte"/>
            <w:rFonts w:ascii="AvenirNext LT Pro Cn" w:hAnsi="AvenirNext LT Pro Cn"/>
            <w:noProof/>
          </w:rPr>
          <w:t>– Spécifications techniques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_Toc204704178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8</w:t>
        </w:r>
        <w:r w:rsidR="000A12DA" w:rsidRPr="00D8716B">
          <w:rPr>
            <w:rFonts w:ascii="AvenirNext LT Pro Cn" w:hAnsi="AvenirNext LT Pro Cn"/>
            <w:noProof/>
            <w:webHidden/>
          </w:rPr>
          <w:fldChar w:fldCharType="end"/>
        </w:r>
      </w:hyperlink>
    </w:p>
    <w:p w14:paraId="7D67163C" w14:textId="21740D88" w:rsidR="000A12DA" w:rsidRPr="00D8716B" w:rsidRDefault="00F43FEF">
      <w:pPr>
        <w:pStyle w:val="TM2"/>
        <w:rPr>
          <w:rFonts w:ascii="AvenirNext LT Pro Cn" w:eastAsiaTheme="minorEastAsia" w:hAnsi="AvenirNext LT Pro Cn" w:cstheme="minorBidi"/>
          <w:noProof/>
          <w:lang w:eastAsia="fr-FR"/>
        </w:rPr>
      </w:pPr>
      <w:hyperlink w:anchor="_Toc204704179" w:history="1">
        <w:r w:rsidR="000A12DA" w:rsidRPr="00D8716B">
          <w:rPr>
            <w:rStyle w:val="Lienhypertexte"/>
            <w:rFonts w:ascii="AvenirNext LT Pro Cn" w:hAnsi="AvenirNext LT Pro Cn"/>
            <w:noProof/>
          </w:rPr>
          <w:t>- Indicateurs de suivi et taux de disponibilité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_Toc204704179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8</w:t>
        </w:r>
        <w:r w:rsidR="000A12DA" w:rsidRPr="00D8716B">
          <w:rPr>
            <w:rFonts w:ascii="AvenirNext LT Pro Cn" w:hAnsi="AvenirNext LT Pro Cn"/>
            <w:noProof/>
            <w:webHidden/>
          </w:rPr>
          <w:fldChar w:fldCharType="end"/>
        </w:r>
      </w:hyperlink>
    </w:p>
    <w:p w14:paraId="76CCFB79" w14:textId="6CCBD452" w:rsidR="000A12DA" w:rsidRPr="00D8716B" w:rsidRDefault="00F43FEF">
      <w:pPr>
        <w:pStyle w:val="TM2"/>
        <w:rPr>
          <w:rFonts w:ascii="AvenirNext LT Pro Cn" w:eastAsiaTheme="minorEastAsia" w:hAnsi="AvenirNext LT Pro Cn" w:cstheme="minorBidi"/>
          <w:noProof/>
          <w:lang w:eastAsia="fr-FR"/>
        </w:rPr>
      </w:pPr>
      <w:hyperlink w:anchor="_Toc204704180" w:history="1">
        <w:r w:rsidR="000A12DA" w:rsidRPr="00D8716B">
          <w:rPr>
            <w:rStyle w:val="Lienhypertexte"/>
            <w:rFonts w:ascii="AvenirNext LT Pro Cn" w:hAnsi="AvenirNext LT Pro Cn"/>
            <w:noProof/>
          </w:rPr>
          <w:t>- Définition de l’indisponibilité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_Toc204704180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8</w:t>
        </w:r>
        <w:r w:rsidR="000A12DA" w:rsidRPr="00D8716B">
          <w:rPr>
            <w:rFonts w:ascii="AvenirNext LT Pro Cn" w:hAnsi="AvenirNext LT Pro Cn"/>
            <w:noProof/>
            <w:webHidden/>
          </w:rPr>
          <w:fldChar w:fldCharType="end"/>
        </w:r>
      </w:hyperlink>
    </w:p>
    <w:p w14:paraId="30D83E94" w14:textId="2AA2C60F" w:rsidR="000A12DA" w:rsidRPr="00D8716B" w:rsidRDefault="00F43FEF">
      <w:pPr>
        <w:pStyle w:val="TM3"/>
        <w:tabs>
          <w:tab w:val="left" w:pos="1320"/>
          <w:tab w:val="right" w:leader="dot" w:pos="9054"/>
        </w:tabs>
        <w:rPr>
          <w:rFonts w:eastAsiaTheme="minorEastAsia"/>
          <w:noProof/>
          <w:lang w:eastAsia="fr-FR"/>
        </w:rPr>
      </w:pPr>
      <w:hyperlink w:anchor="_Toc204704181" w:history="1">
        <w:r w:rsidR="000A12DA" w:rsidRPr="00D8716B">
          <w:rPr>
            <w:rStyle w:val="Lienhypertexte"/>
            <w:rFonts w:eastAsiaTheme="majorEastAsia" w:cstheme="majorBidi"/>
            <w:b/>
            <w:noProof/>
          </w:rPr>
          <w:t>3.1.1.</w:t>
        </w:r>
        <w:r w:rsidR="000A12DA" w:rsidRPr="00D8716B">
          <w:rPr>
            <w:rFonts w:eastAsiaTheme="minorEastAsia"/>
            <w:noProof/>
            <w:lang w:eastAsia="fr-FR"/>
          </w:rPr>
          <w:tab/>
        </w:r>
        <w:r w:rsidR="000A12DA" w:rsidRPr="00D8716B">
          <w:rPr>
            <w:rStyle w:val="Lienhypertexte"/>
            <w:rFonts w:eastAsiaTheme="majorEastAsia" w:cstheme="majorBidi"/>
            <w:noProof/>
          </w:rPr>
          <w:t>Mesure de la durée d’arrêt</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_Toc204704181 \h </w:instrText>
        </w:r>
        <w:r w:rsidR="000A12DA" w:rsidRPr="00D8716B">
          <w:rPr>
            <w:noProof/>
            <w:webHidden/>
          </w:rPr>
        </w:r>
        <w:r w:rsidR="000A12DA" w:rsidRPr="00D8716B">
          <w:rPr>
            <w:noProof/>
            <w:webHidden/>
          </w:rPr>
          <w:fldChar w:fldCharType="separate"/>
        </w:r>
        <w:r w:rsidR="000A12DA" w:rsidRPr="00D8716B">
          <w:rPr>
            <w:noProof/>
            <w:webHidden/>
          </w:rPr>
          <w:t>8</w:t>
        </w:r>
        <w:r w:rsidR="000A12DA" w:rsidRPr="00D8716B">
          <w:rPr>
            <w:noProof/>
            <w:webHidden/>
          </w:rPr>
          <w:fldChar w:fldCharType="end"/>
        </w:r>
      </w:hyperlink>
    </w:p>
    <w:p w14:paraId="72E583B6" w14:textId="1EBD3CB6" w:rsidR="000A12DA" w:rsidRPr="00D8716B" w:rsidRDefault="00F43FEF">
      <w:pPr>
        <w:pStyle w:val="TM2"/>
        <w:rPr>
          <w:rFonts w:ascii="AvenirNext LT Pro Cn" w:eastAsiaTheme="minorEastAsia" w:hAnsi="AvenirNext LT Pro Cn" w:cstheme="minorBidi"/>
          <w:noProof/>
          <w:lang w:eastAsia="fr-FR"/>
        </w:rPr>
      </w:pPr>
      <w:hyperlink w:anchor="_Toc204704182" w:history="1">
        <w:r w:rsidR="000A12DA" w:rsidRPr="00D8716B">
          <w:rPr>
            <w:rStyle w:val="Lienhypertexte"/>
            <w:rFonts w:ascii="AvenirNext LT Pro Cn" w:hAnsi="AvenirNext LT Pro Cn"/>
            <w:noProof/>
          </w:rPr>
          <w:t>-Taux de disponibilité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_Toc204704182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8</w:t>
        </w:r>
        <w:r w:rsidR="000A12DA" w:rsidRPr="00D8716B">
          <w:rPr>
            <w:rFonts w:ascii="AvenirNext LT Pro Cn" w:hAnsi="AvenirNext LT Pro Cn"/>
            <w:noProof/>
            <w:webHidden/>
          </w:rPr>
          <w:fldChar w:fldCharType="end"/>
        </w:r>
      </w:hyperlink>
    </w:p>
    <w:p w14:paraId="69FAD60D" w14:textId="5218803C" w:rsidR="000A12DA" w:rsidRPr="00D8716B" w:rsidRDefault="00F43FEF">
      <w:pPr>
        <w:pStyle w:val="TM3"/>
        <w:tabs>
          <w:tab w:val="left" w:pos="1320"/>
          <w:tab w:val="right" w:leader="dot" w:pos="9054"/>
        </w:tabs>
        <w:rPr>
          <w:rFonts w:eastAsiaTheme="minorEastAsia"/>
          <w:noProof/>
          <w:lang w:eastAsia="fr-FR"/>
        </w:rPr>
      </w:pPr>
      <w:hyperlink w:anchor="_Toc204704183" w:history="1">
        <w:r w:rsidR="000A12DA" w:rsidRPr="00D8716B">
          <w:rPr>
            <w:rStyle w:val="Lienhypertexte"/>
            <w:rFonts w:eastAsiaTheme="majorEastAsia" w:cstheme="majorBidi"/>
            <w:b/>
            <w:noProof/>
          </w:rPr>
          <w:t>3.1.2.</w:t>
        </w:r>
        <w:r w:rsidR="000A12DA" w:rsidRPr="00D8716B">
          <w:rPr>
            <w:rFonts w:eastAsiaTheme="minorEastAsia"/>
            <w:noProof/>
            <w:lang w:eastAsia="fr-FR"/>
          </w:rPr>
          <w:tab/>
        </w:r>
        <w:r w:rsidR="000A12DA" w:rsidRPr="00D8716B">
          <w:rPr>
            <w:rStyle w:val="Lienhypertexte"/>
            <w:rFonts w:eastAsiaTheme="majorEastAsia" w:cstheme="majorBidi"/>
            <w:noProof/>
          </w:rPr>
          <w:t>Délai maximal autorisé</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_Toc204704183 \h </w:instrText>
        </w:r>
        <w:r w:rsidR="000A12DA" w:rsidRPr="00D8716B">
          <w:rPr>
            <w:noProof/>
            <w:webHidden/>
          </w:rPr>
        </w:r>
        <w:r w:rsidR="000A12DA" w:rsidRPr="00D8716B">
          <w:rPr>
            <w:noProof/>
            <w:webHidden/>
          </w:rPr>
          <w:fldChar w:fldCharType="separate"/>
        </w:r>
        <w:r w:rsidR="000A12DA" w:rsidRPr="00D8716B">
          <w:rPr>
            <w:noProof/>
            <w:webHidden/>
          </w:rPr>
          <w:t>9</w:t>
        </w:r>
        <w:r w:rsidR="000A12DA" w:rsidRPr="00D8716B">
          <w:rPr>
            <w:noProof/>
            <w:webHidden/>
          </w:rPr>
          <w:fldChar w:fldCharType="end"/>
        </w:r>
      </w:hyperlink>
    </w:p>
    <w:p w14:paraId="56F29127" w14:textId="06A98C71" w:rsidR="000A12DA" w:rsidRPr="00D8716B" w:rsidRDefault="00F43FEF">
      <w:pPr>
        <w:pStyle w:val="TM2"/>
        <w:rPr>
          <w:rFonts w:ascii="AvenirNext LT Pro Cn" w:eastAsiaTheme="minorEastAsia" w:hAnsi="AvenirNext LT Pro Cn" w:cstheme="minorBidi"/>
          <w:noProof/>
          <w:lang w:eastAsia="fr-FR"/>
        </w:rPr>
      </w:pPr>
      <w:hyperlink w:anchor="_Toc204704184" w:history="1">
        <w:r w:rsidR="000A12DA" w:rsidRPr="00D8716B">
          <w:rPr>
            <w:rStyle w:val="Lienhypertexte"/>
            <w:rFonts w:ascii="AvenirNext LT Pro Cn" w:hAnsi="AvenirNext LT Pro Cn"/>
            <w:noProof/>
          </w:rPr>
          <w:t>– Emballage et transport</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_Toc204704184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9</w:t>
        </w:r>
        <w:r w:rsidR="000A12DA" w:rsidRPr="00D8716B">
          <w:rPr>
            <w:rFonts w:ascii="AvenirNext LT Pro Cn" w:hAnsi="AvenirNext LT Pro Cn"/>
            <w:noProof/>
            <w:webHidden/>
          </w:rPr>
          <w:fldChar w:fldCharType="end"/>
        </w:r>
      </w:hyperlink>
    </w:p>
    <w:p w14:paraId="32B77C9B" w14:textId="6EB3A1F6" w:rsidR="000A12DA" w:rsidRPr="00D8716B" w:rsidRDefault="00F43FEF">
      <w:pPr>
        <w:pStyle w:val="TM2"/>
        <w:rPr>
          <w:rFonts w:ascii="AvenirNext LT Pro Cn" w:eastAsiaTheme="minorEastAsia" w:hAnsi="AvenirNext LT Pro Cn" w:cstheme="minorBidi"/>
          <w:noProof/>
          <w:lang w:eastAsia="fr-FR"/>
        </w:rPr>
      </w:pPr>
      <w:hyperlink w:anchor="_Toc204704185" w:history="1">
        <w:r w:rsidR="000A12DA" w:rsidRPr="00D8716B">
          <w:rPr>
            <w:rStyle w:val="Lienhypertexte"/>
            <w:rFonts w:ascii="AvenirNext LT Pro Cn" w:hAnsi="AvenirNext LT Pro Cn"/>
            <w:noProof/>
          </w:rPr>
          <w:t>– Livraison</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_Toc204704185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9</w:t>
        </w:r>
        <w:r w:rsidR="000A12DA" w:rsidRPr="00D8716B">
          <w:rPr>
            <w:rFonts w:ascii="AvenirNext LT Pro Cn" w:hAnsi="AvenirNext LT Pro Cn"/>
            <w:noProof/>
            <w:webHidden/>
          </w:rPr>
          <w:fldChar w:fldCharType="end"/>
        </w:r>
      </w:hyperlink>
    </w:p>
    <w:p w14:paraId="44340E51" w14:textId="78A8DAD3" w:rsidR="000A12DA" w:rsidRPr="00D8716B" w:rsidRDefault="00F43FEF">
      <w:pPr>
        <w:pStyle w:val="TM2"/>
        <w:rPr>
          <w:rFonts w:ascii="AvenirNext LT Pro Cn" w:eastAsiaTheme="minorEastAsia" w:hAnsi="AvenirNext LT Pro Cn" w:cstheme="minorBidi"/>
          <w:noProof/>
          <w:lang w:eastAsia="fr-FR"/>
        </w:rPr>
      </w:pPr>
      <w:hyperlink w:anchor="_Toc204704186" w:history="1">
        <w:r w:rsidR="000A12DA" w:rsidRPr="00D8716B">
          <w:rPr>
            <w:rStyle w:val="Lienhypertexte"/>
            <w:rFonts w:ascii="AvenirNext LT Pro Cn" w:hAnsi="AvenirNext LT Pro Cn"/>
            <w:noProof/>
          </w:rPr>
          <w:t>– Documentation à fournir</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_Toc204704186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10</w:t>
        </w:r>
        <w:r w:rsidR="000A12DA" w:rsidRPr="00D8716B">
          <w:rPr>
            <w:rFonts w:ascii="AvenirNext LT Pro Cn" w:hAnsi="AvenirNext LT Pro Cn"/>
            <w:noProof/>
            <w:webHidden/>
          </w:rPr>
          <w:fldChar w:fldCharType="end"/>
        </w:r>
      </w:hyperlink>
    </w:p>
    <w:p w14:paraId="1C160242" w14:textId="18B4F667" w:rsidR="000A12DA" w:rsidRPr="00D8716B" w:rsidRDefault="00F43FEF">
      <w:pPr>
        <w:pStyle w:val="TM2"/>
        <w:rPr>
          <w:rFonts w:ascii="AvenirNext LT Pro Cn" w:eastAsiaTheme="minorEastAsia" w:hAnsi="AvenirNext LT Pro Cn" w:cstheme="minorBidi"/>
          <w:noProof/>
          <w:lang w:eastAsia="fr-FR"/>
        </w:rPr>
      </w:pPr>
      <w:hyperlink w:anchor="_Toc204704187" w:history="1">
        <w:r w:rsidR="000A12DA" w:rsidRPr="00D8716B">
          <w:rPr>
            <w:rStyle w:val="Lienhypertexte"/>
            <w:rFonts w:ascii="AvenirNext LT Pro Cn" w:hAnsi="AvenirNext LT Pro Cn"/>
            <w:noProof/>
          </w:rPr>
          <w:t>– Licence logiciel</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_Toc204704187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10</w:t>
        </w:r>
        <w:r w:rsidR="000A12DA" w:rsidRPr="00D8716B">
          <w:rPr>
            <w:rFonts w:ascii="AvenirNext LT Pro Cn" w:hAnsi="AvenirNext LT Pro Cn"/>
            <w:noProof/>
            <w:webHidden/>
          </w:rPr>
          <w:fldChar w:fldCharType="end"/>
        </w:r>
      </w:hyperlink>
    </w:p>
    <w:p w14:paraId="136166BC" w14:textId="7AC70317" w:rsidR="000A12DA" w:rsidRPr="00D8716B" w:rsidRDefault="00F43FEF">
      <w:pPr>
        <w:pStyle w:val="TM2"/>
        <w:rPr>
          <w:rFonts w:ascii="AvenirNext LT Pro Cn" w:eastAsiaTheme="minorEastAsia" w:hAnsi="AvenirNext LT Pro Cn" w:cstheme="minorBidi"/>
          <w:noProof/>
          <w:lang w:eastAsia="fr-FR"/>
        </w:rPr>
      </w:pPr>
      <w:hyperlink w:anchor="_Toc204704188" w:history="1">
        <w:r w:rsidR="000A12DA" w:rsidRPr="00D8716B">
          <w:rPr>
            <w:rStyle w:val="Lienhypertexte"/>
            <w:rFonts w:ascii="AvenirNext LT Pro Cn" w:hAnsi="AvenirNext LT Pro Cn"/>
            <w:noProof/>
          </w:rPr>
          <w:t>– Formation à l’utilisation et à la maintenance de l’équipement</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_Toc204704188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10</w:t>
        </w:r>
        <w:r w:rsidR="000A12DA" w:rsidRPr="00D8716B">
          <w:rPr>
            <w:rFonts w:ascii="AvenirNext LT Pro Cn" w:hAnsi="AvenirNext LT Pro Cn"/>
            <w:noProof/>
            <w:webHidden/>
          </w:rPr>
          <w:fldChar w:fldCharType="end"/>
        </w:r>
      </w:hyperlink>
    </w:p>
    <w:p w14:paraId="1AAEFC16" w14:textId="09A1960E" w:rsidR="000A12DA" w:rsidRPr="00D8716B" w:rsidRDefault="00F43FEF">
      <w:pPr>
        <w:pStyle w:val="TM2"/>
        <w:rPr>
          <w:rFonts w:ascii="AvenirNext LT Pro Cn" w:eastAsiaTheme="minorEastAsia" w:hAnsi="AvenirNext LT Pro Cn" w:cstheme="minorBidi"/>
          <w:noProof/>
          <w:lang w:eastAsia="fr-FR"/>
        </w:rPr>
      </w:pPr>
      <w:hyperlink w:anchor="_Toc204704189" w:history="1">
        <w:r w:rsidR="000A12DA" w:rsidRPr="00D8716B">
          <w:rPr>
            <w:rStyle w:val="Lienhypertexte"/>
            <w:rFonts w:ascii="AvenirNext LT Pro Cn" w:hAnsi="AvenirNext LT Pro Cn"/>
            <w:noProof/>
          </w:rPr>
          <w:t>– Brevets et licences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_Toc204704189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10</w:t>
        </w:r>
        <w:r w:rsidR="000A12DA" w:rsidRPr="00D8716B">
          <w:rPr>
            <w:rFonts w:ascii="AvenirNext LT Pro Cn" w:hAnsi="AvenirNext LT Pro Cn"/>
            <w:noProof/>
            <w:webHidden/>
          </w:rPr>
          <w:fldChar w:fldCharType="end"/>
        </w:r>
      </w:hyperlink>
    </w:p>
    <w:p w14:paraId="46099DE6" w14:textId="571388F0" w:rsidR="000A12DA" w:rsidRPr="00D8716B" w:rsidRDefault="00F43FEF">
      <w:pPr>
        <w:pStyle w:val="TM2"/>
        <w:rPr>
          <w:rFonts w:ascii="AvenirNext LT Pro Cn" w:eastAsiaTheme="minorEastAsia" w:hAnsi="AvenirNext LT Pro Cn" w:cstheme="minorBidi"/>
          <w:noProof/>
          <w:lang w:eastAsia="fr-FR"/>
        </w:rPr>
      </w:pPr>
      <w:hyperlink w:anchor="_Toc204704190" w:history="1">
        <w:r w:rsidR="000A12DA" w:rsidRPr="00D8716B">
          <w:rPr>
            <w:rStyle w:val="Lienhypertexte"/>
            <w:rFonts w:ascii="AvenirNext LT Pro Cn" w:hAnsi="AvenirNext LT Pro Cn"/>
            <w:noProof/>
          </w:rPr>
          <w:t>– Dispositions en cas de quench (spectromètres)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_Toc204704190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11</w:t>
        </w:r>
        <w:r w:rsidR="000A12DA" w:rsidRPr="00D8716B">
          <w:rPr>
            <w:rFonts w:ascii="AvenirNext LT Pro Cn" w:hAnsi="AvenirNext LT Pro Cn"/>
            <w:noProof/>
            <w:webHidden/>
          </w:rPr>
          <w:fldChar w:fldCharType="end"/>
        </w:r>
      </w:hyperlink>
    </w:p>
    <w:p w14:paraId="79FB6C73" w14:textId="0B9F414A" w:rsidR="000A12DA" w:rsidRPr="00D8716B" w:rsidRDefault="00F43FEF">
      <w:pPr>
        <w:pStyle w:val="TM2"/>
        <w:rPr>
          <w:rFonts w:ascii="AvenirNext LT Pro Cn" w:eastAsiaTheme="minorEastAsia" w:hAnsi="AvenirNext LT Pro Cn" w:cstheme="minorBidi"/>
          <w:noProof/>
          <w:lang w:eastAsia="fr-FR"/>
        </w:rPr>
      </w:pPr>
      <w:hyperlink w:anchor="_Toc204704191" w:history="1">
        <w:r w:rsidR="000A12DA" w:rsidRPr="00D8716B">
          <w:rPr>
            <w:rStyle w:val="Lienhypertexte"/>
            <w:rFonts w:ascii="AvenirNext LT Pro Cn" w:hAnsi="AvenirNext LT Pro Cn"/>
            <w:noProof/>
          </w:rPr>
          <w:t>– Sous-traitance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_Toc204704191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11</w:t>
        </w:r>
        <w:r w:rsidR="000A12DA" w:rsidRPr="00D8716B">
          <w:rPr>
            <w:rFonts w:ascii="AvenirNext LT Pro Cn" w:hAnsi="AvenirNext LT Pro Cn"/>
            <w:noProof/>
            <w:webHidden/>
          </w:rPr>
          <w:fldChar w:fldCharType="end"/>
        </w:r>
      </w:hyperlink>
    </w:p>
    <w:p w14:paraId="3D7C6732" w14:textId="1AFD235E" w:rsidR="000A12DA" w:rsidRPr="00D8716B" w:rsidRDefault="00F43FEF">
      <w:pPr>
        <w:pStyle w:val="TM1"/>
        <w:tabs>
          <w:tab w:val="left" w:pos="480"/>
          <w:tab w:val="right" w:leader="dot" w:pos="9054"/>
        </w:tabs>
        <w:rPr>
          <w:rFonts w:eastAsiaTheme="minorEastAsia"/>
          <w:noProof/>
          <w:lang w:eastAsia="fr-FR"/>
        </w:rPr>
      </w:pPr>
      <w:hyperlink w:anchor="_Toc204704192" w:history="1">
        <w:r w:rsidR="000A12DA" w:rsidRPr="00D8716B">
          <w:rPr>
            <w:rStyle w:val="Lienhypertexte"/>
            <w:b/>
            <w:i/>
            <w:iCs/>
            <w:noProof/>
          </w:rPr>
          <w:t>4.</w:t>
        </w:r>
        <w:r w:rsidR="000A12DA" w:rsidRPr="00D8716B">
          <w:rPr>
            <w:rFonts w:eastAsiaTheme="minorEastAsia"/>
            <w:noProof/>
            <w:lang w:eastAsia="fr-FR"/>
          </w:rPr>
          <w:tab/>
        </w:r>
        <w:r w:rsidR="000A12DA" w:rsidRPr="00D8716B">
          <w:rPr>
            <w:rStyle w:val="Lienhypertexte"/>
            <w:noProof/>
          </w:rPr>
          <w:t>DURÉE ET DELAIS D’EXECUTION DU MARCHÉ</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_Toc204704192 \h </w:instrText>
        </w:r>
        <w:r w:rsidR="000A12DA" w:rsidRPr="00D8716B">
          <w:rPr>
            <w:noProof/>
            <w:webHidden/>
          </w:rPr>
        </w:r>
        <w:r w:rsidR="000A12DA" w:rsidRPr="00D8716B">
          <w:rPr>
            <w:noProof/>
            <w:webHidden/>
          </w:rPr>
          <w:fldChar w:fldCharType="separate"/>
        </w:r>
        <w:r w:rsidR="000A12DA" w:rsidRPr="00D8716B">
          <w:rPr>
            <w:noProof/>
            <w:webHidden/>
          </w:rPr>
          <w:t>11</w:t>
        </w:r>
        <w:r w:rsidR="000A12DA" w:rsidRPr="00D8716B">
          <w:rPr>
            <w:noProof/>
            <w:webHidden/>
          </w:rPr>
          <w:fldChar w:fldCharType="end"/>
        </w:r>
      </w:hyperlink>
    </w:p>
    <w:p w14:paraId="688FC6E6" w14:textId="26CA103C" w:rsidR="000A12DA" w:rsidRPr="00D8716B" w:rsidRDefault="00F43FEF">
      <w:pPr>
        <w:pStyle w:val="TM2"/>
        <w:rPr>
          <w:rFonts w:ascii="AvenirNext LT Pro Cn" w:eastAsiaTheme="minorEastAsia" w:hAnsi="AvenirNext LT Pro Cn" w:cstheme="minorBidi"/>
          <w:noProof/>
          <w:lang w:eastAsia="fr-FR"/>
        </w:rPr>
      </w:pPr>
      <w:hyperlink w:anchor="_Toc204704193" w:history="1">
        <w:r w:rsidR="000A12DA" w:rsidRPr="00D8716B">
          <w:rPr>
            <w:rStyle w:val="Lienhypertexte"/>
            <w:rFonts w:ascii="AvenirNext LT Pro Cn" w:hAnsi="AvenirNext LT Pro Cn"/>
            <w:noProof/>
          </w:rPr>
          <w:t>– Durée du marché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_Toc204704193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11</w:t>
        </w:r>
        <w:r w:rsidR="000A12DA" w:rsidRPr="00D8716B">
          <w:rPr>
            <w:rFonts w:ascii="AvenirNext LT Pro Cn" w:hAnsi="AvenirNext LT Pro Cn"/>
            <w:noProof/>
            <w:webHidden/>
          </w:rPr>
          <w:fldChar w:fldCharType="end"/>
        </w:r>
      </w:hyperlink>
    </w:p>
    <w:p w14:paraId="6ECE484F" w14:textId="09339EA1" w:rsidR="000A12DA" w:rsidRPr="00D8716B" w:rsidRDefault="00F43FEF">
      <w:pPr>
        <w:pStyle w:val="TM2"/>
        <w:rPr>
          <w:rFonts w:ascii="AvenirNext LT Pro Cn" w:eastAsiaTheme="minorEastAsia" w:hAnsi="AvenirNext LT Pro Cn" w:cstheme="minorBidi"/>
          <w:noProof/>
          <w:lang w:eastAsia="fr-FR"/>
        </w:rPr>
      </w:pPr>
      <w:hyperlink w:anchor="_Toc204704194" w:history="1">
        <w:r w:rsidR="000A12DA" w:rsidRPr="00D8716B">
          <w:rPr>
            <w:rStyle w:val="Lienhypertexte"/>
            <w:rFonts w:ascii="AvenirNext LT Pro Cn" w:hAnsi="AvenirNext LT Pro Cn"/>
            <w:noProof/>
          </w:rPr>
          <w:t>– Délai de livraison</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_Toc204704194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11</w:t>
        </w:r>
        <w:r w:rsidR="000A12DA" w:rsidRPr="00D8716B">
          <w:rPr>
            <w:rFonts w:ascii="AvenirNext LT Pro Cn" w:hAnsi="AvenirNext LT Pro Cn"/>
            <w:noProof/>
            <w:webHidden/>
          </w:rPr>
          <w:fldChar w:fldCharType="end"/>
        </w:r>
      </w:hyperlink>
    </w:p>
    <w:p w14:paraId="7AB8E7F8" w14:textId="0A2FC5C7" w:rsidR="000A12DA" w:rsidRPr="00D8716B" w:rsidRDefault="00F43FEF">
      <w:pPr>
        <w:pStyle w:val="TM2"/>
        <w:rPr>
          <w:rFonts w:ascii="AvenirNext LT Pro Cn" w:eastAsiaTheme="minorEastAsia" w:hAnsi="AvenirNext LT Pro Cn" w:cstheme="minorBidi"/>
          <w:noProof/>
          <w:lang w:eastAsia="fr-FR"/>
        </w:rPr>
      </w:pPr>
      <w:hyperlink w:anchor="_Toc204704195" w:history="1">
        <w:r w:rsidR="000A12DA" w:rsidRPr="00D8716B">
          <w:rPr>
            <w:rStyle w:val="Lienhypertexte"/>
            <w:rFonts w:ascii="AvenirNext LT Pro Cn" w:hAnsi="AvenirNext LT Pro Cn"/>
            <w:noProof/>
          </w:rPr>
          <w:t>- Prolongation du délai</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_Toc204704195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12</w:t>
        </w:r>
        <w:r w:rsidR="000A12DA" w:rsidRPr="00D8716B">
          <w:rPr>
            <w:rFonts w:ascii="AvenirNext LT Pro Cn" w:hAnsi="AvenirNext LT Pro Cn"/>
            <w:noProof/>
            <w:webHidden/>
          </w:rPr>
          <w:fldChar w:fldCharType="end"/>
        </w:r>
      </w:hyperlink>
    </w:p>
    <w:p w14:paraId="22A81D3E" w14:textId="6863F7EB" w:rsidR="000A12DA" w:rsidRPr="00D8716B" w:rsidRDefault="00F43FEF">
      <w:pPr>
        <w:pStyle w:val="TM1"/>
        <w:tabs>
          <w:tab w:val="left" w:pos="480"/>
          <w:tab w:val="right" w:leader="dot" w:pos="9054"/>
        </w:tabs>
        <w:rPr>
          <w:rFonts w:eastAsiaTheme="minorEastAsia"/>
          <w:noProof/>
          <w:lang w:eastAsia="fr-FR"/>
        </w:rPr>
      </w:pPr>
      <w:hyperlink w:anchor="_Toc204704196" w:history="1">
        <w:r w:rsidR="000A12DA" w:rsidRPr="00D8716B">
          <w:rPr>
            <w:rStyle w:val="Lienhypertexte"/>
            <w:b/>
            <w:noProof/>
          </w:rPr>
          <w:t>5.</w:t>
        </w:r>
        <w:r w:rsidR="000A12DA" w:rsidRPr="00D8716B">
          <w:rPr>
            <w:rFonts w:eastAsiaTheme="minorEastAsia"/>
            <w:noProof/>
            <w:lang w:eastAsia="fr-FR"/>
          </w:rPr>
          <w:tab/>
        </w:r>
        <w:r w:rsidR="000A12DA" w:rsidRPr="00D8716B">
          <w:rPr>
            <w:rStyle w:val="Lienhypertexte"/>
            <w:noProof/>
          </w:rPr>
          <w:t>INSTALLATIONS, MISE EN ORDRE DE MARCHE, VÉRIFICATION ET ADMISSION DES FOURNITURES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_Toc204704196 \h </w:instrText>
        </w:r>
        <w:r w:rsidR="000A12DA" w:rsidRPr="00D8716B">
          <w:rPr>
            <w:noProof/>
            <w:webHidden/>
          </w:rPr>
        </w:r>
        <w:r w:rsidR="000A12DA" w:rsidRPr="00D8716B">
          <w:rPr>
            <w:noProof/>
            <w:webHidden/>
          </w:rPr>
          <w:fldChar w:fldCharType="separate"/>
        </w:r>
        <w:r w:rsidR="000A12DA" w:rsidRPr="00D8716B">
          <w:rPr>
            <w:noProof/>
            <w:webHidden/>
          </w:rPr>
          <w:t>12</w:t>
        </w:r>
        <w:r w:rsidR="000A12DA" w:rsidRPr="00D8716B">
          <w:rPr>
            <w:noProof/>
            <w:webHidden/>
          </w:rPr>
          <w:fldChar w:fldCharType="end"/>
        </w:r>
      </w:hyperlink>
    </w:p>
    <w:p w14:paraId="267688A6" w14:textId="15989169" w:rsidR="000A12DA" w:rsidRPr="00D8716B" w:rsidRDefault="00F43FEF">
      <w:pPr>
        <w:pStyle w:val="TM2"/>
        <w:rPr>
          <w:rFonts w:ascii="AvenirNext LT Pro Cn" w:eastAsiaTheme="minorEastAsia" w:hAnsi="AvenirNext LT Pro Cn" w:cstheme="minorBidi"/>
          <w:noProof/>
          <w:lang w:eastAsia="fr-FR"/>
        </w:rPr>
      </w:pPr>
      <w:hyperlink w:anchor="_Toc204704197" w:history="1">
        <w:r w:rsidR="000A12DA" w:rsidRPr="00D8716B">
          <w:rPr>
            <w:rStyle w:val="Lienhypertexte"/>
            <w:rFonts w:ascii="AvenirNext LT Pro Cn" w:hAnsi="AvenirNext LT Pro Cn"/>
            <w:noProof/>
          </w:rPr>
          <w:t>– Installation et mise en ordre de marche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_Toc204704197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12</w:t>
        </w:r>
        <w:r w:rsidR="000A12DA" w:rsidRPr="00D8716B">
          <w:rPr>
            <w:rFonts w:ascii="AvenirNext LT Pro Cn" w:hAnsi="AvenirNext LT Pro Cn"/>
            <w:noProof/>
            <w:webHidden/>
          </w:rPr>
          <w:fldChar w:fldCharType="end"/>
        </w:r>
      </w:hyperlink>
    </w:p>
    <w:p w14:paraId="2C6519D4" w14:textId="1D0C9B15" w:rsidR="000A12DA" w:rsidRPr="00D8716B" w:rsidRDefault="00F43FEF">
      <w:pPr>
        <w:pStyle w:val="TM2"/>
        <w:rPr>
          <w:rFonts w:ascii="AvenirNext LT Pro Cn" w:eastAsiaTheme="minorEastAsia" w:hAnsi="AvenirNext LT Pro Cn" w:cstheme="minorBidi"/>
          <w:noProof/>
          <w:lang w:eastAsia="fr-FR"/>
        </w:rPr>
      </w:pPr>
      <w:hyperlink w:anchor="_Toc204704198" w:history="1">
        <w:r w:rsidR="000A12DA" w:rsidRPr="00D8716B">
          <w:rPr>
            <w:rStyle w:val="Lienhypertexte"/>
            <w:rFonts w:ascii="AvenirNext LT Pro Cn" w:hAnsi="AvenirNext LT Pro Cn"/>
            <w:noProof/>
          </w:rPr>
          <w:t>– Opérations de vérification – Admission des prestations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_Toc204704198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12</w:t>
        </w:r>
        <w:r w:rsidR="000A12DA" w:rsidRPr="00D8716B">
          <w:rPr>
            <w:rFonts w:ascii="AvenirNext LT Pro Cn" w:hAnsi="AvenirNext LT Pro Cn"/>
            <w:noProof/>
            <w:webHidden/>
          </w:rPr>
          <w:fldChar w:fldCharType="end"/>
        </w:r>
      </w:hyperlink>
    </w:p>
    <w:p w14:paraId="3D9CA578" w14:textId="7FA62B89" w:rsidR="000A12DA" w:rsidRPr="00D8716B" w:rsidRDefault="00F43FEF">
      <w:pPr>
        <w:pStyle w:val="TM1"/>
        <w:tabs>
          <w:tab w:val="left" w:pos="480"/>
          <w:tab w:val="right" w:leader="dot" w:pos="9054"/>
        </w:tabs>
        <w:rPr>
          <w:rFonts w:eastAsiaTheme="minorEastAsia"/>
          <w:noProof/>
          <w:lang w:eastAsia="fr-FR"/>
        </w:rPr>
      </w:pPr>
      <w:hyperlink w:anchor="_Toc204704199" w:history="1">
        <w:r w:rsidR="000A12DA" w:rsidRPr="00D8716B">
          <w:rPr>
            <w:rStyle w:val="Lienhypertexte"/>
            <w:b/>
            <w:noProof/>
          </w:rPr>
          <w:t>6.</w:t>
        </w:r>
        <w:r w:rsidR="000A12DA" w:rsidRPr="00D8716B">
          <w:rPr>
            <w:rFonts w:eastAsiaTheme="minorEastAsia"/>
            <w:noProof/>
            <w:lang w:eastAsia="fr-FR"/>
          </w:rPr>
          <w:tab/>
        </w:r>
        <w:r w:rsidR="000A12DA" w:rsidRPr="00D8716B">
          <w:rPr>
            <w:rStyle w:val="Lienhypertexte"/>
            <w:noProof/>
          </w:rPr>
          <w:t>ZONES A REGIME RESTRICTIF (ZRR) ET SECURITE DE L’INFORMATION</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_Toc204704199 \h </w:instrText>
        </w:r>
        <w:r w:rsidR="000A12DA" w:rsidRPr="00D8716B">
          <w:rPr>
            <w:noProof/>
            <w:webHidden/>
          </w:rPr>
        </w:r>
        <w:r w:rsidR="000A12DA" w:rsidRPr="00D8716B">
          <w:rPr>
            <w:noProof/>
            <w:webHidden/>
          </w:rPr>
          <w:fldChar w:fldCharType="separate"/>
        </w:r>
        <w:r w:rsidR="000A12DA" w:rsidRPr="00D8716B">
          <w:rPr>
            <w:noProof/>
            <w:webHidden/>
          </w:rPr>
          <w:t>13</w:t>
        </w:r>
        <w:r w:rsidR="000A12DA" w:rsidRPr="00D8716B">
          <w:rPr>
            <w:noProof/>
            <w:webHidden/>
          </w:rPr>
          <w:fldChar w:fldCharType="end"/>
        </w:r>
      </w:hyperlink>
    </w:p>
    <w:p w14:paraId="3D84C310" w14:textId="6CCF1116" w:rsidR="000A12DA" w:rsidRPr="00D8716B" w:rsidRDefault="00F43FEF">
      <w:pPr>
        <w:pStyle w:val="TM1"/>
        <w:tabs>
          <w:tab w:val="left" w:pos="480"/>
          <w:tab w:val="right" w:leader="dot" w:pos="9054"/>
        </w:tabs>
        <w:rPr>
          <w:rFonts w:eastAsiaTheme="minorEastAsia"/>
          <w:noProof/>
          <w:lang w:eastAsia="fr-FR"/>
        </w:rPr>
      </w:pPr>
      <w:hyperlink w:anchor="_Toc204704200" w:history="1">
        <w:r w:rsidR="000A12DA" w:rsidRPr="00D8716B">
          <w:rPr>
            <w:rStyle w:val="Lienhypertexte"/>
            <w:b/>
            <w:noProof/>
          </w:rPr>
          <w:t>7.</w:t>
        </w:r>
        <w:r w:rsidR="000A12DA" w:rsidRPr="00D8716B">
          <w:rPr>
            <w:rFonts w:eastAsiaTheme="minorEastAsia"/>
            <w:noProof/>
            <w:lang w:eastAsia="fr-FR"/>
          </w:rPr>
          <w:tab/>
        </w:r>
        <w:r w:rsidR="000A12DA" w:rsidRPr="00D8716B">
          <w:rPr>
            <w:rStyle w:val="Lienhypertexte"/>
            <w:noProof/>
          </w:rPr>
          <w:t>PRIX ET MODALITÉS DE PAIEMENTS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_Toc204704200 \h </w:instrText>
        </w:r>
        <w:r w:rsidR="000A12DA" w:rsidRPr="00D8716B">
          <w:rPr>
            <w:noProof/>
            <w:webHidden/>
          </w:rPr>
        </w:r>
        <w:r w:rsidR="000A12DA" w:rsidRPr="00D8716B">
          <w:rPr>
            <w:noProof/>
            <w:webHidden/>
          </w:rPr>
          <w:fldChar w:fldCharType="separate"/>
        </w:r>
        <w:r w:rsidR="000A12DA" w:rsidRPr="00D8716B">
          <w:rPr>
            <w:noProof/>
            <w:webHidden/>
          </w:rPr>
          <w:t>13</w:t>
        </w:r>
        <w:r w:rsidR="000A12DA" w:rsidRPr="00D8716B">
          <w:rPr>
            <w:noProof/>
            <w:webHidden/>
          </w:rPr>
          <w:fldChar w:fldCharType="end"/>
        </w:r>
      </w:hyperlink>
    </w:p>
    <w:p w14:paraId="293C07D1" w14:textId="6E227922" w:rsidR="000A12DA" w:rsidRPr="00D8716B" w:rsidRDefault="00F43FEF">
      <w:pPr>
        <w:pStyle w:val="TM2"/>
        <w:rPr>
          <w:rFonts w:ascii="AvenirNext LT Pro Cn" w:eastAsiaTheme="minorEastAsia" w:hAnsi="AvenirNext LT Pro Cn" w:cstheme="minorBidi"/>
          <w:noProof/>
          <w:lang w:eastAsia="fr-FR"/>
        </w:rPr>
      </w:pPr>
      <w:hyperlink w:anchor="_Toc204704201" w:history="1">
        <w:r w:rsidR="000A12DA" w:rsidRPr="00D8716B">
          <w:rPr>
            <w:rStyle w:val="Lienhypertexte"/>
            <w:rFonts w:ascii="AvenirNext LT Pro Cn" w:hAnsi="AvenirNext LT Pro Cn"/>
            <w:noProof/>
          </w:rPr>
          <w:t>-Prix du marché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_Toc204704201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13</w:t>
        </w:r>
        <w:r w:rsidR="000A12DA" w:rsidRPr="00D8716B">
          <w:rPr>
            <w:rFonts w:ascii="AvenirNext LT Pro Cn" w:hAnsi="AvenirNext LT Pro Cn"/>
            <w:noProof/>
            <w:webHidden/>
          </w:rPr>
          <w:fldChar w:fldCharType="end"/>
        </w:r>
      </w:hyperlink>
    </w:p>
    <w:p w14:paraId="7F04AFF1" w14:textId="62622299" w:rsidR="000A12DA" w:rsidRPr="00D8716B" w:rsidRDefault="00F43FEF">
      <w:pPr>
        <w:pStyle w:val="TM2"/>
        <w:rPr>
          <w:rFonts w:ascii="AvenirNext LT Pro Cn" w:eastAsiaTheme="minorEastAsia" w:hAnsi="AvenirNext LT Pro Cn" w:cstheme="minorBidi"/>
          <w:noProof/>
          <w:lang w:eastAsia="fr-FR"/>
        </w:rPr>
      </w:pPr>
      <w:hyperlink w:anchor="_Toc204704202" w:history="1">
        <w:r w:rsidR="000A12DA" w:rsidRPr="00D8716B">
          <w:rPr>
            <w:rStyle w:val="Lienhypertexte"/>
            <w:rFonts w:ascii="AvenirNext LT Pro Cn" w:hAnsi="AvenirNext LT Pro Cn"/>
            <w:noProof/>
          </w:rPr>
          <w:t>-Echéancier de paiement</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_Toc204704202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15</w:t>
        </w:r>
        <w:r w:rsidR="000A12DA" w:rsidRPr="00D8716B">
          <w:rPr>
            <w:rFonts w:ascii="AvenirNext LT Pro Cn" w:hAnsi="AvenirNext LT Pro Cn"/>
            <w:noProof/>
            <w:webHidden/>
          </w:rPr>
          <w:fldChar w:fldCharType="end"/>
        </w:r>
      </w:hyperlink>
    </w:p>
    <w:p w14:paraId="71DEBAA4" w14:textId="2297EBF6" w:rsidR="000A12DA" w:rsidRPr="00D8716B" w:rsidRDefault="00F43FEF">
      <w:pPr>
        <w:pStyle w:val="TM2"/>
        <w:rPr>
          <w:rFonts w:ascii="AvenirNext LT Pro Cn" w:eastAsiaTheme="minorEastAsia" w:hAnsi="AvenirNext LT Pro Cn" w:cstheme="minorBidi"/>
          <w:noProof/>
          <w:lang w:eastAsia="fr-FR"/>
        </w:rPr>
      </w:pPr>
      <w:hyperlink w:anchor="_Toc204704203" w:history="1">
        <w:r w:rsidR="000A12DA" w:rsidRPr="00D8716B">
          <w:rPr>
            <w:rStyle w:val="Lienhypertexte"/>
            <w:rFonts w:ascii="AvenirNext LT Pro Cn" w:hAnsi="AvenirNext LT Pro Cn"/>
            <w:noProof/>
          </w:rPr>
          <w:t>-Modalités de paiement</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_Toc204704203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15</w:t>
        </w:r>
        <w:r w:rsidR="000A12DA" w:rsidRPr="00D8716B">
          <w:rPr>
            <w:rFonts w:ascii="AvenirNext LT Pro Cn" w:hAnsi="AvenirNext LT Pro Cn"/>
            <w:noProof/>
            <w:webHidden/>
          </w:rPr>
          <w:fldChar w:fldCharType="end"/>
        </w:r>
      </w:hyperlink>
    </w:p>
    <w:p w14:paraId="08AB1CCB" w14:textId="56AA2EAC" w:rsidR="000A12DA" w:rsidRPr="00D8716B" w:rsidRDefault="00F43FEF">
      <w:pPr>
        <w:pStyle w:val="TM1"/>
        <w:tabs>
          <w:tab w:val="left" w:pos="480"/>
          <w:tab w:val="right" w:leader="dot" w:pos="9054"/>
        </w:tabs>
        <w:rPr>
          <w:rFonts w:eastAsiaTheme="minorEastAsia"/>
          <w:noProof/>
          <w:lang w:eastAsia="fr-FR"/>
        </w:rPr>
      </w:pPr>
      <w:hyperlink w:anchor="_Toc204704204" w:history="1">
        <w:r w:rsidR="000A12DA" w:rsidRPr="00D8716B">
          <w:rPr>
            <w:rStyle w:val="Lienhypertexte"/>
            <w:b/>
            <w:noProof/>
          </w:rPr>
          <w:t>8.</w:t>
        </w:r>
        <w:r w:rsidR="000A12DA" w:rsidRPr="00D8716B">
          <w:rPr>
            <w:rFonts w:eastAsiaTheme="minorEastAsia"/>
            <w:noProof/>
            <w:lang w:eastAsia="fr-FR"/>
          </w:rPr>
          <w:tab/>
        </w:r>
        <w:r w:rsidR="000A12DA" w:rsidRPr="00D8716B">
          <w:rPr>
            <w:rStyle w:val="Lienhypertexte"/>
            <w:noProof/>
          </w:rPr>
          <w:t>AVANCE</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_Toc204704204 \h </w:instrText>
        </w:r>
        <w:r w:rsidR="000A12DA" w:rsidRPr="00D8716B">
          <w:rPr>
            <w:noProof/>
            <w:webHidden/>
          </w:rPr>
        </w:r>
        <w:r w:rsidR="000A12DA" w:rsidRPr="00D8716B">
          <w:rPr>
            <w:noProof/>
            <w:webHidden/>
          </w:rPr>
          <w:fldChar w:fldCharType="separate"/>
        </w:r>
        <w:r w:rsidR="000A12DA" w:rsidRPr="00D8716B">
          <w:rPr>
            <w:noProof/>
            <w:webHidden/>
          </w:rPr>
          <w:t>16</w:t>
        </w:r>
        <w:r w:rsidR="000A12DA" w:rsidRPr="00D8716B">
          <w:rPr>
            <w:noProof/>
            <w:webHidden/>
          </w:rPr>
          <w:fldChar w:fldCharType="end"/>
        </w:r>
      </w:hyperlink>
    </w:p>
    <w:p w14:paraId="277C4AED" w14:textId="1F1EE4AC" w:rsidR="000A12DA" w:rsidRPr="00D8716B" w:rsidRDefault="00F43FEF">
      <w:pPr>
        <w:pStyle w:val="TM1"/>
        <w:tabs>
          <w:tab w:val="left" w:pos="480"/>
          <w:tab w:val="right" w:leader="dot" w:pos="9054"/>
        </w:tabs>
        <w:rPr>
          <w:rFonts w:eastAsiaTheme="minorEastAsia"/>
          <w:noProof/>
          <w:lang w:eastAsia="fr-FR"/>
        </w:rPr>
      </w:pPr>
      <w:hyperlink w:anchor="_Toc204704205" w:history="1">
        <w:r w:rsidR="000A12DA" w:rsidRPr="00D8716B">
          <w:rPr>
            <w:rStyle w:val="Lienhypertexte"/>
            <w:b/>
            <w:noProof/>
          </w:rPr>
          <w:t>9.</w:t>
        </w:r>
        <w:r w:rsidR="000A12DA" w:rsidRPr="00D8716B">
          <w:rPr>
            <w:rFonts w:eastAsiaTheme="minorEastAsia"/>
            <w:noProof/>
            <w:lang w:eastAsia="fr-FR"/>
          </w:rPr>
          <w:tab/>
        </w:r>
        <w:r w:rsidR="000A12DA" w:rsidRPr="00D8716B">
          <w:rPr>
            <w:rStyle w:val="Lienhypertexte"/>
            <w:noProof/>
          </w:rPr>
          <w:t>PENALITES APPLICABLES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_Toc204704205 \h </w:instrText>
        </w:r>
        <w:r w:rsidR="000A12DA" w:rsidRPr="00D8716B">
          <w:rPr>
            <w:noProof/>
            <w:webHidden/>
          </w:rPr>
        </w:r>
        <w:r w:rsidR="000A12DA" w:rsidRPr="00D8716B">
          <w:rPr>
            <w:noProof/>
            <w:webHidden/>
          </w:rPr>
          <w:fldChar w:fldCharType="separate"/>
        </w:r>
        <w:r w:rsidR="000A12DA" w:rsidRPr="00D8716B">
          <w:rPr>
            <w:noProof/>
            <w:webHidden/>
          </w:rPr>
          <w:t>17</w:t>
        </w:r>
        <w:r w:rsidR="000A12DA" w:rsidRPr="00D8716B">
          <w:rPr>
            <w:noProof/>
            <w:webHidden/>
          </w:rPr>
          <w:fldChar w:fldCharType="end"/>
        </w:r>
      </w:hyperlink>
    </w:p>
    <w:p w14:paraId="66531BE5" w14:textId="6B001007" w:rsidR="000A12DA" w:rsidRPr="00D8716B" w:rsidRDefault="00F43FEF">
      <w:pPr>
        <w:pStyle w:val="TM2"/>
        <w:rPr>
          <w:rFonts w:ascii="AvenirNext LT Pro Cn" w:eastAsiaTheme="minorEastAsia" w:hAnsi="AvenirNext LT Pro Cn" w:cstheme="minorBidi"/>
          <w:noProof/>
          <w:lang w:eastAsia="fr-FR"/>
        </w:rPr>
      </w:pPr>
      <w:hyperlink w:anchor="_Toc204704206" w:history="1">
        <w:r w:rsidR="000A12DA" w:rsidRPr="00D8716B">
          <w:rPr>
            <w:rStyle w:val="Lienhypertexte"/>
            <w:rFonts w:ascii="AvenirNext LT Pro Cn" w:hAnsi="AvenirNext LT Pro Cn"/>
            <w:noProof/>
          </w:rPr>
          <w:t>- Pénalités pour retard</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_Toc204704206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17</w:t>
        </w:r>
        <w:r w:rsidR="000A12DA" w:rsidRPr="00D8716B">
          <w:rPr>
            <w:rFonts w:ascii="AvenirNext LT Pro Cn" w:hAnsi="AvenirNext LT Pro Cn"/>
            <w:noProof/>
            <w:webHidden/>
          </w:rPr>
          <w:fldChar w:fldCharType="end"/>
        </w:r>
      </w:hyperlink>
    </w:p>
    <w:p w14:paraId="1D620A11" w14:textId="7993FE90" w:rsidR="000A12DA" w:rsidRPr="00D8716B" w:rsidRDefault="00F43FEF">
      <w:pPr>
        <w:pStyle w:val="TM2"/>
        <w:rPr>
          <w:rFonts w:ascii="AvenirNext LT Pro Cn" w:eastAsiaTheme="minorEastAsia" w:hAnsi="AvenirNext LT Pro Cn" w:cstheme="minorBidi"/>
          <w:noProof/>
          <w:lang w:eastAsia="fr-FR"/>
        </w:rPr>
      </w:pPr>
      <w:hyperlink w:anchor="_Toc204704207" w:history="1">
        <w:r w:rsidR="000A12DA" w:rsidRPr="00D8716B">
          <w:rPr>
            <w:rStyle w:val="Lienhypertexte"/>
            <w:rFonts w:ascii="AvenirNext LT Pro Cn" w:hAnsi="AvenirNext LT Pro Cn"/>
            <w:noProof/>
          </w:rPr>
          <w:t>- - Pénalités pour non-respect du délai d’intervention en cas de panne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_Toc204704207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17</w:t>
        </w:r>
        <w:r w:rsidR="000A12DA" w:rsidRPr="00D8716B">
          <w:rPr>
            <w:rFonts w:ascii="AvenirNext LT Pro Cn" w:hAnsi="AvenirNext LT Pro Cn"/>
            <w:noProof/>
            <w:webHidden/>
          </w:rPr>
          <w:fldChar w:fldCharType="end"/>
        </w:r>
      </w:hyperlink>
    </w:p>
    <w:p w14:paraId="5528FAE7" w14:textId="39F4A687" w:rsidR="000A12DA" w:rsidRPr="00D8716B" w:rsidRDefault="00F43FEF">
      <w:pPr>
        <w:pStyle w:val="TM2"/>
        <w:rPr>
          <w:rFonts w:ascii="AvenirNext LT Pro Cn" w:eastAsiaTheme="minorEastAsia" w:hAnsi="AvenirNext LT Pro Cn" w:cstheme="minorBidi"/>
          <w:noProof/>
          <w:lang w:eastAsia="fr-FR"/>
        </w:rPr>
      </w:pPr>
      <w:hyperlink w:anchor="_Toc204704208" w:history="1">
        <w:r w:rsidR="000A12DA" w:rsidRPr="00D8716B">
          <w:rPr>
            <w:rStyle w:val="Lienhypertexte"/>
            <w:rFonts w:ascii="AvenirNext LT Pro Cn" w:hAnsi="AvenirNext LT Pro Cn"/>
            <w:noProof/>
          </w:rPr>
          <w:t>- Pénalités pour non-respect du délai de mise au point ou de réparation en cas de panne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_Toc204704208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18</w:t>
        </w:r>
        <w:r w:rsidR="000A12DA" w:rsidRPr="00D8716B">
          <w:rPr>
            <w:rFonts w:ascii="AvenirNext LT Pro Cn" w:hAnsi="AvenirNext LT Pro Cn"/>
            <w:noProof/>
            <w:webHidden/>
          </w:rPr>
          <w:fldChar w:fldCharType="end"/>
        </w:r>
      </w:hyperlink>
    </w:p>
    <w:p w14:paraId="202E49C2" w14:textId="540E342F" w:rsidR="000A12DA" w:rsidRPr="00D8716B" w:rsidRDefault="00F43FEF">
      <w:pPr>
        <w:pStyle w:val="TM2"/>
        <w:tabs>
          <w:tab w:val="left" w:pos="660"/>
        </w:tabs>
        <w:rPr>
          <w:rFonts w:ascii="AvenirNext LT Pro Cn" w:eastAsiaTheme="minorEastAsia" w:hAnsi="AvenirNext LT Pro Cn" w:cstheme="minorBidi"/>
          <w:noProof/>
          <w:lang w:eastAsia="fr-FR"/>
        </w:rPr>
      </w:pPr>
      <w:hyperlink w:anchor="_Toc204704209" w:history="1">
        <w:r w:rsidR="000A12DA" w:rsidRPr="00D8716B">
          <w:rPr>
            <w:rStyle w:val="Lienhypertexte"/>
            <w:rFonts w:ascii="AvenirNext LT Pro Cn" w:eastAsiaTheme="majorEastAsia" w:hAnsi="AvenirNext LT Pro Cn" w:cstheme="majorBidi"/>
            <w:noProof/>
          </w:rPr>
          <w:t>9.1.</w:t>
        </w:r>
        <w:r w:rsidR="000A12DA" w:rsidRPr="00D8716B">
          <w:rPr>
            <w:rFonts w:ascii="AvenirNext LT Pro Cn" w:eastAsiaTheme="minorEastAsia" w:hAnsi="AvenirNext LT Pro Cn" w:cstheme="minorBidi"/>
            <w:noProof/>
            <w:lang w:eastAsia="fr-FR"/>
          </w:rPr>
          <w:tab/>
        </w:r>
        <w:r w:rsidR="000A12DA" w:rsidRPr="00D8716B">
          <w:rPr>
            <w:rStyle w:val="Lienhypertexte"/>
            <w:rFonts w:ascii="AvenirNext LT Pro Cn" w:eastAsiaTheme="majorEastAsia" w:hAnsi="AvenirNext LT Pro Cn" w:cstheme="majorBidi"/>
            <w:noProof/>
          </w:rPr>
          <w:t>- Pénalités pour indisponibilité</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_Toc204704209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19</w:t>
        </w:r>
        <w:r w:rsidR="000A12DA" w:rsidRPr="00D8716B">
          <w:rPr>
            <w:rFonts w:ascii="AvenirNext LT Pro Cn" w:hAnsi="AvenirNext LT Pro Cn"/>
            <w:noProof/>
            <w:webHidden/>
          </w:rPr>
          <w:fldChar w:fldCharType="end"/>
        </w:r>
      </w:hyperlink>
    </w:p>
    <w:p w14:paraId="2AD06926" w14:textId="58527FBA" w:rsidR="000A12DA" w:rsidRPr="00D8716B" w:rsidRDefault="00F43FEF">
      <w:pPr>
        <w:pStyle w:val="TM2"/>
        <w:rPr>
          <w:rFonts w:ascii="AvenirNext LT Pro Cn" w:eastAsiaTheme="minorEastAsia" w:hAnsi="AvenirNext LT Pro Cn" w:cstheme="minorBidi"/>
          <w:noProof/>
          <w:lang w:eastAsia="fr-FR"/>
        </w:rPr>
      </w:pPr>
      <w:hyperlink w:anchor="_Toc204704210" w:history="1">
        <w:r w:rsidR="000A12DA" w:rsidRPr="00D8716B">
          <w:rPr>
            <w:rStyle w:val="Lienhypertexte"/>
            <w:rFonts w:ascii="AvenirNext LT Pro Cn" w:hAnsi="AvenirNext LT Pro Cn"/>
            <w:noProof/>
          </w:rPr>
          <w:t>-Pénalités pour indisponibilité des pièces détachées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_Toc204704210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19</w:t>
        </w:r>
        <w:r w:rsidR="000A12DA" w:rsidRPr="00D8716B">
          <w:rPr>
            <w:rFonts w:ascii="AvenirNext LT Pro Cn" w:hAnsi="AvenirNext LT Pro Cn"/>
            <w:noProof/>
            <w:webHidden/>
          </w:rPr>
          <w:fldChar w:fldCharType="end"/>
        </w:r>
      </w:hyperlink>
    </w:p>
    <w:p w14:paraId="185EB032" w14:textId="5EBA05D5" w:rsidR="000A12DA" w:rsidRPr="00D8716B" w:rsidRDefault="00F43FEF">
      <w:pPr>
        <w:pStyle w:val="TM2"/>
        <w:rPr>
          <w:rFonts w:ascii="AvenirNext LT Pro Cn" w:eastAsiaTheme="minorEastAsia" w:hAnsi="AvenirNext LT Pro Cn" w:cstheme="minorBidi"/>
          <w:noProof/>
          <w:lang w:eastAsia="fr-FR"/>
        </w:rPr>
      </w:pPr>
      <w:hyperlink w:anchor="_Toc204704211" w:history="1">
        <w:r w:rsidR="000A12DA" w:rsidRPr="00D8716B">
          <w:rPr>
            <w:rStyle w:val="Lienhypertexte"/>
            <w:rFonts w:ascii="AvenirNext LT Pro Cn" w:hAnsi="AvenirNext LT Pro Cn"/>
            <w:noProof/>
          </w:rPr>
          <w:t>- Pénalités pour non-respect des dispositions environnementales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_Toc204704211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19</w:t>
        </w:r>
        <w:r w:rsidR="000A12DA" w:rsidRPr="00D8716B">
          <w:rPr>
            <w:rFonts w:ascii="AvenirNext LT Pro Cn" w:hAnsi="AvenirNext LT Pro Cn"/>
            <w:noProof/>
            <w:webHidden/>
          </w:rPr>
          <w:fldChar w:fldCharType="end"/>
        </w:r>
      </w:hyperlink>
    </w:p>
    <w:p w14:paraId="039A3C65" w14:textId="68F94592" w:rsidR="000A12DA" w:rsidRPr="00D8716B" w:rsidRDefault="00F43FEF">
      <w:pPr>
        <w:pStyle w:val="TM2"/>
        <w:tabs>
          <w:tab w:val="left" w:pos="660"/>
        </w:tabs>
        <w:rPr>
          <w:rFonts w:ascii="AvenirNext LT Pro Cn" w:eastAsiaTheme="minorEastAsia" w:hAnsi="AvenirNext LT Pro Cn" w:cstheme="minorBidi"/>
          <w:noProof/>
          <w:lang w:eastAsia="fr-FR"/>
        </w:rPr>
      </w:pPr>
      <w:hyperlink w:anchor="_Toc204704212" w:history="1">
        <w:r w:rsidR="000A12DA" w:rsidRPr="00D8716B">
          <w:rPr>
            <w:rStyle w:val="Lienhypertexte"/>
            <w:rFonts w:ascii="AvenirNext LT Pro Cn" w:eastAsiaTheme="majorEastAsia" w:hAnsi="AvenirNext LT Pro Cn" w:cstheme="majorBidi"/>
            <w:noProof/>
          </w:rPr>
          <w:t>9.2.</w:t>
        </w:r>
        <w:r w:rsidR="000A12DA" w:rsidRPr="00D8716B">
          <w:rPr>
            <w:rFonts w:ascii="AvenirNext LT Pro Cn" w:eastAsiaTheme="minorEastAsia" w:hAnsi="AvenirNext LT Pro Cn" w:cstheme="minorBidi"/>
            <w:noProof/>
            <w:lang w:eastAsia="fr-FR"/>
          </w:rPr>
          <w:tab/>
        </w:r>
        <w:r w:rsidR="000A12DA" w:rsidRPr="00D8716B">
          <w:rPr>
            <w:rStyle w:val="Lienhypertexte"/>
            <w:rFonts w:ascii="AvenirNext LT Pro Cn" w:eastAsiaTheme="majorEastAsia" w:hAnsi="AvenirNext LT Pro Cn" w:cstheme="majorBidi"/>
            <w:noProof/>
          </w:rPr>
          <w:t>- Pénalités pour non-respect des formalités relatives à la lutte contre le travail illégal</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_Toc204704212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19</w:t>
        </w:r>
        <w:r w:rsidR="000A12DA" w:rsidRPr="00D8716B">
          <w:rPr>
            <w:rFonts w:ascii="AvenirNext LT Pro Cn" w:hAnsi="AvenirNext LT Pro Cn"/>
            <w:noProof/>
            <w:webHidden/>
          </w:rPr>
          <w:fldChar w:fldCharType="end"/>
        </w:r>
      </w:hyperlink>
    </w:p>
    <w:p w14:paraId="4F0B9414" w14:textId="153BEFA5" w:rsidR="000A12DA" w:rsidRPr="00D8716B" w:rsidRDefault="00F43FEF">
      <w:pPr>
        <w:pStyle w:val="TM1"/>
        <w:tabs>
          <w:tab w:val="left" w:pos="660"/>
          <w:tab w:val="right" w:leader="dot" w:pos="9054"/>
        </w:tabs>
        <w:rPr>
          <w:rFonts w:eastAsiaTheme="minorEastAsia"/>
          <w:noProof/>
          <w:lang w:eastAsia="fr-FR"/>
        </w:rPr>
      </w:pPr>
      <w:hyperlink w:anchor="_Toc204704213" w:history="1">
        <w:r w:rsidR="000A12DA" w:rsidRPr="00D8716B">
          <w:rPr>
            <w:rStyle w:val="Lienhypertexte"/>
            <w:b/>
            <w:noProof/>
          </w:rPr>
          <w:t>10.</w:t>
        </w:r>
        <w:r w:rsidR="000A12DA" w:rsidRPr="00D8716B">
          <w:rPr>
            <w:rFonts w:eastAsiaTheme="minorEastAsia"/>
            <w:noProof/>
            <w:lang w:eastAsia="fr-FR"/>
          </w:rPr>
          <w:tab/>
        </w:r>
        <w:r w:rsidR="000A12DA" w:rsidRPr="00D8716B">
          <w:rPr>
            <w:rStyle w:val="Lienhypertexte"/>
            <w:noProof/>
          </w:rPr>
          <w:t>CLAUSES ENVIRONNEMENTALES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_Toc204704213 \h </w:instrText>
        </w:r>
        <w:r w:rsidR="000A12DA" w:rsidRPr="00D8716B">
          <w:rPr>
            <w:noProof/>
            <w:webHidden/>
          </w:rPr>
        </w:r>
        <w:r w:rsidR="000A12DA" w:rsidRPr="00D8716B">
          <w:rPr>
            <w:noProof/>
            <w:webHidden/>
          </w:rPr>
          <w:fldChar w:fldCharType="separate"/>
        </w:r>
        <w:r w:rsidR="000A12DA" w:rsidRPr="00D8716B">
          <w:rPr>
            <w:noProof/>
            <w:webHidden/>
          </w:rPr>
          <w:t>19</w:t>
        </w:r>
        <w:r w:rsidR="000A12DA" w:rsidRPr="00D8716B">
          <w:rPr>
            <w:noProof/>
            <w:webHidden/>
          </w:rPr>
          <w:fldChar w:fldCharType="end"/>
        </w:r>
      </w:hyperlink>
    </w:p>
    <w:p w14:paraId="0A3CB59C" w14:textId="39B71075" w:rsidR="000A12DA" w:rsidRPr="00D8716B" w:rsidRDefault="00F43FEF">
      <w:pPr>
        <w:pStyle w:val="TM1"/>
        <w:tabs>
          <w:tab w:val="left" w:pos="660"/>
          <w:tab w:val="right" w:leader="dot" w:pos="9054"/>
        </w:tabs>
        <w:rPr>
          <w:rFonts w:eastAsiaTheme="minorEastAsia"/>
          <w:noProof/>
          <w:lang w:eastAsia="fr-FR"/>
        </w:rPr>
      </w:pPr>
      <w:hyperlink w:anchor="_Toc204704214" w:history="1">
        <w:r w:rsidR="000A12DA" w:rsidRPr="00D8716B">
          <w:rPr>
            <w:rStyle w:val="Lienhypertexte"/>
            <w:b/>
            <w:noProof/>
          </w:rPr>
          <w:t>11.</w:t>
        </w:r>
        <w:r w:rsidR="000A12DA" w:rsidRPr="00D8716B">
          <w:rPr>
            <w:rFonts w:eastAsiaTheme="minorEastAsia"/>
            <w:noProof/>
            <w:lang w:eastAsia="fr-FR"/>
          </w:rPr>
          <w:tab/>
        </w:r>
        <w:r w:rsidR="000A12DA" w:rsidRPr="00D8716B">
          <w:rPr>
            <w:rStyle w:val="Lienhypertexte"/>
            <w:noProof/>
          </w:rPr>
          <w:t>GARANTIE ET SAV</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_Toc204704214 \h </w:instrText>
        </w:r>
        <w:r w:rsidR="000A12DA" w:rsidRPr="00D8716B">
          <w:rPr>
            <w:noProof/>
            <w:webHidden/>
          </w:rPr>
        </w:r>
        <w:r w:rsidR="000A12DA" w:rsidRPr="00D8716B">
          <w:rPr>
            <w:noProof/>
            <w:webHidden/>
          </w:rPr>
          <w:fldChar w:fldCharType="separate"/>
        </w:r>
        <w:r w:rsidR="000A12DA" w:rsidRPr="00D8716B">
          <w:rPr>
            <w:noProof/>
            <w:webHidden/>
          </w:rPr>
          <w:t>20</w:t>
        </w:r>
        <w:r w:rsidR="000A12DA" w:rsidRPr="00D8716B">
          <w:rPr>
            <w:noProof/>
            <w:webHidden/>
          </w:rPr>
          <w:fldChar w:fldCharType="end"/>
        </w:r>
      </w:hyperlink>
    </w:p>
    <w:p w14:paraId="560FDC31" w14:textId="12020167" w:rsidR="000A12DA" w:rsidRPr="00D8716B" w:rsidRDefault="00F43FEF">
      <w:pPr>
        <w:pStyle w:val="TM2"/>
        <w:rPr>
          <w:rFonts w:ascii="AvenirNext LT Pro Cn" w:eastAsiaTheme="minorEastAsia" w:hAnsi="AvenirNext LT Pro Cn" w:cstheme="minorBidi"/>
          <w:noProof/>
          <w:lang w:eastAsia="fr-FR"/>
        </w:rPr>
      </w:pPr>
      <w:hyperlink w:anchor="_Toc204704215" w:history="1">
        <w:r w:rsidR="000A12DA" w:rsidRPr="00D8716B">
          <w:rPr>
            <w:rStyle w:val="Lienhypertexte"/>
            <w:rFonts w:ascii="AvenirNext LT Pro Cn" w:hAnsi="AvenirNext LT Pro Cn"/>
            <w:noProof/>
          </w:rPr>
          <w:t>– Garantie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_Toc204704215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20</w:t>
        </w:r>
        <w:r w:rsidR="000A12DA" w:rsidRPr="00D8716B">
          <w:rPr>
            <w:rFonts w:ascii="AvenirNext LT Pro Cn" w:hAnsi="AvenirNext LT Pro Cn"/>
            <w:noProof/>
            <w:webHidden/>
          </w:rPr>
          <w:fldChar w:fldCharType="end"/>
        </w:r>
      </w:hyperlink>
    </w:p>
    <w:p w14:paraId="397F1852" w14:textId="454A9ED1" w:rsidR="000A12DA" w:rsidRPr="00D8716B" w:rsidRDefault="00F43FEF">
      <w:pPr>
        <w:pStyle w:val="TM2"/>
        <w:rPr>
          <w:rFonts w:ascii="AvenirNext LT Pro Cn" w:eastAsiaTheme="minorEastAsia" w:hAnsi="AvenirNext LT Pro Cn" w:cstheme="minorBidi"/>
          <w:noProof/>
          <w:lang w:eastAsia="fr-FR"/>
        </w:rPr>
      </w:pPr>
      <w:hyperlink w:anchor="_Toc204704216" w:history="1">
        <w:r w:rsidR="000A12DA" w:rsidRPr="00D8716B">
          <w:rPr>
            <w:rStyle w:val="Lienhypertexte"/>
            <w:rFonts w:ascii="AvenirNext LT Pro Cn" w:hAnsi="AvenirNext LT Pro Cn"/>
            <w:noProof/>
          </w:rPr>
          <w:t>-Support technique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_Toc204704216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20</w:t>
        </w:r>
        <w:r w:rsidR="000A12DA" w:rsidRPr="00D8716B">
          <w:rPr>
            <w:rFonts w:ascii="AvenirNext LT Pro Cn" w:hAnsi="AvenirNext LT Pro Cn"/>
            <w:noProof/>
            <w:webHidden/>
          </w:rPr>
          <w:fldChar w:fldCharType="end"/>
        </w:r>
      </w:hyperlink>
    </w:p>
    <w:p w14:paraId="5BD4D76E" w14:textId="5E52233E" w:rsidR="000A12DA" w:rsidRPr="00D8716B" w:rsidRDefault="00F43FEF">
      <w:pPr>
        <w:pStyle w:val="TM2"/>
        <w:rPr>
          <w:rFonts w:ascii="AvenirNext LT Pro Cn" w:eastAsiaTheme="minorEastAsia" w:hAnsi="AvenirNext LT Pro Cn" w:cstheme="minorBidi"/>
          <w:noProof/>
          <w:lang w:eastAsia="fr-FR"/>
        </w:rPr>
      </w:pPr>
      <w:hyperlink w:anchor="_Toc204704217" w:history="1">
        <w:r w:rsidR="000A12DA" w:rsidRPr="00D8716B">
          <w:rPr>
            <w:rStyle w:val="Lienhypertexte"/>
            <w:rFonts w:ascii="AvenirNext LT Pro Cn" w:hAnsi="AvenirNext LT Pro Cn"/>
            <w:i/>
            <w:iCs/>
            <w:noProof/>
          </w:rPr>
          <w:t>11.2.1 - Logiciels de pilotage et de traitement des données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_Toc204704217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21</w:t>
        </w:r>
        <w:r w:rsidR="000A12DA" w:rsidRPr="00D8716B">
          <w:rPr>
            <w:rFonts w:ascii="AvenirNext LT Pro Cn" w:hAnsi="AvenirNext LT Pro Cn"/>
            <w:noProof/>
            <w:webHidden/>
          </w:rPr>
          <w:fldChar w:fldCharType="end"/>
        </w:r>
      </w:hyperlink>
    </w:p>
    <w:p w14:paraId="0F598868" w14:textId="411E978B" w:rsidR="000A12DA" w:rsidRPr="00D8716B" w:rsidRDefault="00F43FEF">
      <w:pPr>
        <w:pStyle w:val="TM2"/>
        <w:rPr>
          <w:rFonts w:ascii="AvenirNext LT Pro Cn" w:eastAsiaTheme="minorEastAsia" w:hAnsi="AvenirNext LT Pro Cn" w:cstheme="minorBidi"/>
          <w:noProof/>
          <w:lang w:eastAsia="fr-FR"/>
        </w:rPr>
      </w:pPr>
      <w:hyperlink w:anchor="_Toc204704218" w:history="1">
        <w:r w:rsidR="000A12DA" w:rsidRPr="00D8716B">
          <w:rPr>
            <w:rStyle w:val="Lienhypertexte"/>
            <w:rFonts w:ascii="AvenirNext LT Pro Cn" w:hAnsi="AvenirNext LT Pro Cn"/>
            <w:i/>
            <w:iCs/>
            <w:noProof/>
          </w:rPr>
          <w:t>11.2.2 - Délais d’intervention en cas de panne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_Toc204704218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21</w:t>
        </w:r>
        <w:r w:rsidR="000A12DA" w:rsidRPr="00D8716B">
          <w:rPr>
            <w:rFonts w:ascii="AvenirNext LT Pro Cn" w:hAnsi="AvenirNext LT Pro Cn"/>
            <w:noProof/>
            <w:webHidden/>
          </w:rPr>
          <w:fldChar w:fldCharType="end"/>
        </w:r>
      </w:hyperlink>
    </w:p>
    <w:p w14:paraId="78D2B167" w14:textId="2A1B85CB" w:rsidR="000A12DA" w:rsidRPr="00D8716B" w:rsidRDefault="00F43FEF">
      <w:pPr>
        <w:pStyle w:val="TM2"/>
        <w:rPr>
          <w:rFonts w:ascii="AvenirNext LT Pro Cn" w:eastAsiaTheme="minorEastAsia" w:hAnsi="AvenirNext LT Pro Cn" w:cstheme="minorBidi"/>
          <w:noProof/>
          <w:lang w:eastAsia="fr-FR"/>
        </w:rPr>
      </w:pPr>
      <w:hyperlink w:anchor="_Toc204704219" w:history="1">
        <w:r w:rsidR="000A12DA" w:rsidRPr="00D8716B">
          <w:rPr>
            <w:rStyle w:val="Lienhypertexte"/>
            <w:rFonts w:ascii="AvenirNext LT Pro Cn" w:hAnsi="AvenirNext LT Pro Cn"/>
            <w:i/>
            <w:iCs/>
            <w:noProof/>
          </w:rPr>
          <w:t>11.2.3 - Délais de mise au point ou de réparation en cas de panne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_Toc204704219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21</w:t>
        </w:r>
        <w:r w:rsidR="000A12DA" w:rsidRPr="00D8716B">
          <w:rPr>
            <w:rFonts w:ascii="AvenirNext LT Pro Cn" w:hAnsi="AvenirNext LT Pro Cn"/>
            <w:noProof/>
            <w:webHidden/>
          </w:rPr>
          <w:fldChar w:fldCharType="end"/>
        </w:r>
      </w:hyperlink>
    </w:p>
    <w:p w14:paraId="45ECC264" w14:textId="29E69873" w:rsidR="000A12DA" w:rsidRPr="00D8716B" w:rsidRDefault="00F43FEF">
      <w:pPr>
        <w:pStyle w:val="TM2"/>
        <w:rPr>
          <w:rFonts w:ascii="AvenirNext LT Pro Cn" w:eastAsiaTheme="minorEastAsia" w:hAnsi="AvenirNext LT Pro Cn" w:cstheme="minorBidi"/>
          <w:noProof/>
          <w:lang w:eastAsia="fr-FR"/>
        </w:rPr>
      </w:pPr>
      <w:hyperlink w:anchor="_Toc204704220" w:history="1">
        <w:r w:rsidR="000A12DA" w:rsidRPr="00D8716B">
          <w:rPr>
            <w:rStyle w:val="Lienhypertexte"/>
            <w:rFonts w:ascii="AvenirNext LT Pro Cn" w:hAnsi="AvenirNext LT Pro Cn"/>
            <w:i/>
            <w:iCs/>
            <w:noProof/>
          </w:rPr>
          <w:t>11.2.4 - Obligation relative aux pièces détachées et consommables captifs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_Toc204704220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22</w:t>
        </w:r>
        <w:r w:rsidR="000A12DA" w:rsidRPr="00D8716B">
          <w:rPr>
            <w:rFonts w:ascii="AvenirNext LT Pro Cn" w:hAnsi="AvenirNext LT Pro Cn"/>
            <w:noProof/>
            <w:webHidden/>
          </w:rPr>
          <w:fldChar w:fldCharType="end"/>
        </w:r>
      </w:hyperlink>
    </w:p>
    <w:p w14:paraId="26EA477A" w14:textId="1E727FC8" w:rsidR="000A12DA" w:rsidRPr="00D8716B" w:rsidRDefault="00F43FEF">
      <w:pPr>
        <w:pStyle w:val="TM2"/>
        <w:rPr>
          <w:rFonts w:ascii="AvenirNext LT Pro Cn" w:eastAsiaTheme="minorEastAsia" w:hAnsi="AvenirNext LT Pro Cn" w:cstheme="minorBidi"/>
          <w:noProof/>
          <w:lang w:eastAsia="fr-FR"/>
        </w:rPr>
      </w:pPr>
      <w:hyperlink w:anchor="_Toc204704221" w:history="1">
        <w:r w:rsidR="000A12DA" w:rsidRPr="00D8716B">
          <w:rPr>
            <w:rStyle w:val="Lienhypertexte"/>
            <w:rFonts w:ascii="AvenirNext LT Pro Cn" w:hAnsi="AvenirNext LT Pro Cn"/>
            <w:noProof/>
          </w:rPr>
          <w:t>-Maintenance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_Toc204704221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22</w:t>
        </w:r>
        <w:r w:rsidR="000A12DA" w:rsidRPr="00D8716B">
          <w:rPr>
            <w:rFonts w:ascii="AvenirNext LT Pro Cn" w:hAnsi="AvenirNext LT Pro Cn"/>
            <w:noProof/>
            <w:webHidden/>
          </w:rPr>
          <w:fldChar w:fldCharType="end"/>
        </w:r>
      </w:hyperlink>
    </w:p>
    <w:p w14:paraId="04C4E24C" w14:textId="7AE794E5" w:rsidR="000A12DA" w:rsidRPr="00D8716B" w:rsidRDefault="00F43FEF">
      <w:pPr>
        <w:pStyle w:val="TM1"/>
        <w:tabs>
          <w:tab w:val="left" w:pos="660"/>
          <w:tab w:val="right" w:leader="dot" w:pos="9054"/>
        </w:tabs>
        <w:rPr>
          <w:rFonts w:eastAsiaTheme="minorEastAsia"/>
          <w:noProof/>
          <w:lang w:eastAsia="fr-FR"/>
        </w:rPr>
      </w:pPr>
      <w:hyperlink w:anchor="_Toc204704222" w:history="1">
        <w:r w:rsidR="000A12DA" w:rsidRPr="00D8716B">
          <w:rPr>
            <w:rStyle w:val="Lienhypertexte"/>
            <w:b/>
            <w:noProof/>
          </w:rPr>
          <w:t>12.</w:t>
        </w:r>
        <w:r w:rsidR="000A12DA" w:rsidRPr="00D8716B">
          <w:rPr>
            <w:rFonts w:eastAsiaTheme="minorEastAsia"/>
            <w:noProof/>
            <w:lang w:eastAsia="fr-FR"/>
          </w:rPr>
          <w:tab/>
        </w:r>
        <w:r w:rsidR="000A12DA" w:rsidRPr="00D8716B">
          <w:rPr>
            <w:rStyle w:val="Lienhypertexte"/>
            <w:noProof/>
          </w:rPr>
          <w:t>ASSURANCE</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_Toc204704222 \h </w:instrText>
        </w:r>
        <w:r w:rsidR="000A12DA" w:rsidRPr="00D8716B">
          <w:rPr>
            <w:noProof/>
            <w:webHidden/>
          </w:rPr>
        </w:r>
        <w:r w:rsidR="000A12DA" w:rsidRPr="00D8716B">
          <w:rPr>
            <w:noProof/>
            <w:webHidden/>
          </w:rPr>
          <w:fldChar w:fldCharType="separate"/>
        </w:r>
        <w:r w:rsidR="000A12DA" w:rsidRPr="00D8716B">
          <w:rPr>
            <w:noProof/>
            <w:webHidden/>
          </w:rPr>
          <w:t>22</w:t>
        </w:r>
        <w:r w:rsidR="000A12DA" w:rsidRPr="00D8716B">
          <w:rPr>
            <w:noProof/>
            <w:webHidden/>
          </w:rPr>
          <w:fldChar w:fldCharType="end"/>
        </w:r>
      </w:hyperlink>
    </w:p>
    <w:p w14:paraId="102A4252" w14:textId="4BBC5466" w:rsidR="000A12DA" w:rsidRPr="00D8716B" w:rsidRDefault="00F43FEF">
      <w:pPr>
        <w:pStyle w:val="TM1"/>
        <w:tabs>
          <w:tab w:val="left" w:pos="660"/>
          <w:tab w:val="right" w:leader="dot" w:pos="9054"/>
        </w:tabs>
        <w:rPr>
          <w:rFonts w:eastAsiaTheme="minorEastAsia"/>
          <w:noProof/>
          <w:lang w:eastAsia="fr-FR"/>
        </w:rPr>
      </w:pPr>
      <w:hyperlink w:anchor="_Toc204704223" w:history="1">
        <w:r w:rsidR="000A12DA" w:rsidRPr="00D8716B">
          <w:rPr>
            <w:rStyle w:val="Lienhypertexte"/>
            <w:b/>
            <w:noProof/>
          </w:rPr>
          <w:t>13.</w:t>
        </w:r>
        <w:r w:rsidR="000A12DA" w:rsidRPr="00D8716B">
          <w:rPr>
            <w:rFonts w:eastAsiaTheme="minorEastAsia"/>
            <w:noProof/>
            <w:lang w:eastAsia="fr-FR"/>
          </w:rPr>
          <w:tab/>
        </w:r>
        <w:r w:rsidR="000A12DA" w:rsidRPr="00D8716B">
          <w:rPr>
            <w:rStyle w:val="Lienhypertexte"/>
            <w:noProof/>
          </w:rPr>
          <w:t>PROTECTION DES DONNEES A CARACTERE PERSONNEL</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_Toc204704223 \h </w:instrText>
        </w:r>
        <w:r w:rsidR="000A12DA" w:rsidRPr="00D8716B">
          <w:rPr>
            <w:noProof/>
            <w:webHidden/>
          </w:rPr>
        </w:r>
        <w:r w:rsidR="000A12DA" w:rsidRPr="00D8716B">
          <w:rPr>
            <w:noProof/>
            <w:webHidden/>
          </w:rPr>
          <w:fldChar w:fldCharType="separate"/>
        </w:r>
        <w:r w:rsidR="000A12DA" w:rsidRPr="00D8716B">
          <w:rPr>
            <w:noProof/>
            <w:webHidden/>
          </w:rPr>
          <w:t>22</w:t>
        </w:r>
        <w:r w:rsidR="000A12DA" w:rsidRPr="00D8716B">
          <w:rPr>
            <w:noProof/>
            <w:webHidden/>
          </w:rPr>
          <w:fldChar w:fldCharType="end"/>
        </w:r>
      </w:hyperlink>
    </w:p>
    <w:p w14:paraId="403F0CEB" w14:textId="30D870DB" w:rsidR="000A12DA" w:rsidRPr="00D8716B" w:rsidRDefault="00F43FEF">
      <w:pPr>
        <w:pStyle w:val="TM2"/>
        <w:tabs>
          <w:tab w:val="left" w:pos="880"/>
        </w:tabs>
        <w:rPr>
          <w:rFonts w:ascii="AvenirNext LT Pro Cn" w:eastAsiaTheme="minorEastAsia" w:hAnsi="AvenirNext LT Pro Cn" w:cstheme="minorBidi"/>
          <w:noProof/>
          <w:lang w:eastAsia="fr-FR"/>
        </w:rPr>
      </w:pPr>
      <w:hyperlink w:anchor="_Toc204704224" w:history="1">
        <w:r w:rsidR="000A12DA" w:rsidRPr="00D8716B">
          <w:rPr>
            <w:rStyle w:val="Lienhypertexte"/>
            <w:rFonts w:ascii="AvenirNext LT Pro Cn" w:eastAsia="Times New Roman" w:hAnsi="AvenirNext LT Pro Cn" w:cs="Times New Roman"/>
            <w:bCs/>
            <w:iCs/>
            <w:noProof/>
            <w:lang w:val="x-none" w:eastAsia="x-none"/>
          </w:rPr>
          <w:t>13.1.</w:t>
        </w:r>
        <w:r w:rsidR="000A12DA" w:rsidRPr="00D8716B">
          <w:rPr>
            <w:rFonts w:ascii="AvenirNext LT Pro Cn" w:eastAsiaTheme="minorEastAsia" w:hAnsi="AvenirNext LT Pro Cn" w:cstheme="minorBidi"/>
            <w:noProof/>
            <w:lang w:eastAsia="fr-FR"/>
          </w:rPr>
          <w:tab/>
        </w:r>
        <w:r w:rsidR="000A12DA" w:rsidRPr="00D8716B">
          <w:rPr>
            <w:rStyle w:val="Lienhypertexte"/>
            <w:rFonts w:ascii="AvenirNext LT Pro Cn" w:eastAsia="Times New Roman" w:hAnsi="AvenirNext LT Pro Cn" w:cs="Times New Roman"/>
            <w:bCs/>
            <w:iCs/>
            <w:noProof/>
            <w:lang w:val="x-none" w:eastAsia="x-none"/>
          </w:rPr>
          <w:t>EXIGENCES REGLEMENTAIRES DE CONFIDENTIALITE ET SECURISATION DES DONNEES APPLICABLES AU TITULAIRE ET SES SOUS-TRAITANTS</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_Toc204704224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22</w:t>
        </w:r>
        <w:r w:rsidR="000A12DA" w:rsidRPr="00D8716B">
          <w:rPr>
            <w:rFonts w:ascii="AvenirNext LT Pro Cn" w:hAnsi="AvenirNext LT Pro Cn"/>
            <w:noProof/>
            <w:webHidden/>
          </w:rPr>
          <w:fldChar w:fldCharType="end"/>
        </w:r>
      </w:hyperlink>
    </w:p>
    <w:p w14:paraId="4DDF7800" w14:textId="66B6553F" w:rsidR="000A12DA" w:rsidRPr="00D8716B" w:rsidRDefault="00F43FEF">
      <w:pPr>
        <w:pStyle w:val="TM3"/>
        <w:tabs>
          <w:tab w:val="left" w:pos="1320"/>
          <w:tab w:val="right" w:leader="dot" w:pos="9054"/>
        </w:tabs>
        <w:rPr>
          <w:rFonts w:eastAsiaTheme="minorEastAsia"/>
          <w:noProof/>
          <w:lang w:eastAsia="fr-FR"/>
        </w:rPr>
      </w:pPr>
      <w:hyperlink w:anchor="_Toc204704225" w:history="1">
        <w:r w:rsidR="000A12DA" w:rsidRPr="00D8716B">
          <w:rPr>
            <w:rStyle w:val="Lienhypertexte"/>
            <w:rFonts w:eastAsia="Calibri" w:cs="Times-Roman"/>
            <w:b/>
            <w:noProof/>
          </w:rPr>
          <w:t>13.1.1.</w:t>
        </w:r>
        <w:r w:rsidR="000A12DA" w:rsidRPr="00D8716B">
          <w:rPr>
            <w:rFonts w:eastAsiaTheme="minorEastAsia"/>
            <w:noProof/>
            <w:lang w:eastAsia="fr-FR"/>
          </w:rPr>
          <w:tab/>
        </w:r>
        <w:r w:rsidR="000A12DA" w:rsidRPr="00D8716B">
          <w:rPr>
            <w:rStyle w:val="Lienhypertexte"/>
            <w:rFonts w:eastAsia="Calibri" w:cs="Times-Roman"/>
            <w:noProof/>
          </w:rPr>
          <w:t>Conformité au RGI</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_Toc204704225 \h </w:instrText>
        </w:r>
        <w:r w:rsidR="000A12DA" w:rsidRPr="00D8716B">
          <w:rPr>
            <w:noProof/>
            <w:webHidden/>
          </w:rPr>
        </w:r>
        <w:r w:rsidR="000A12DA" w:rsidRPr="00D8716B">
          <w:rPr>
            <w:noProof/>
            <w:webHidden/>
          </w:rPr>
          <w:fldChar w:fldCharType="separate"/>
        </w:r>
        <w:r w:rsidR="000A12DA" w:rsidRPr="00D8716B">
          <w:rPr>
            <w:noProof/>
            <w:webHidden/>
          </w:rPr>
          <w:t>23</w:t>
        </w:r>
        <w:r w:rsidR="000A12DA" w:rsidRPr="00D8716B">
          <w:rPr>
            <w:noProof/>
            <w:webHidden/>
          </w:rPr>
          <w:fldChar w:fldCharType="end"/>
        </w:r>
      </w:hyperlink>
    </w:p>
    <w:p w14:paraId="110B6FAB" w14:textId="18F3AF72" w:rsidR="000A12DA" w:rsidRPr="00D8716B" w:rsidRDefault="00F43FEF">
      <w:pPr>
        <w:pStyle w:val="TM3"/>
        <w:tabs>
          <w:tab w:val="left" w:pos="1320"/>
          <w:tab w:val="right" w:leader="dot" w:pos="9054"/>
        </w:tabs>
        <w:rPr>
          <w:rFonts w:eastAsiaTheme="minorEastAsia"/>
          <w:noProof/>
          <w:lang w:eastAsia="fr-FR"/>
        </w:rPr>
      </w:pPr>
      <w:hyperlink w:anchor="_Toc204704226" w:history="1">
        <w:r w:rsidR="000A12DA" w:rsidRPr="00D8716B">
          <w:rPr>
            <w:rStyle w:val="Lienhypertexte"/>
            <w:rFonts w:eastAsia="Calibri" w:cs="Times-Roman"/>
            <w:b/>
            <w:noProof/>
          </w:rPr>
          <w:t>13.1.2.</w:t>
        </w:r>
        <w:r w:rsidR="000A12DA" w:rsidRPr="00D8716B">
          <w:rPr>
            <w:rFonts w:eastAsiaTheme="minorEastAsia"/>
            <w:noProof/>
            <w:lang w:eastAsia="fr-FR"/>
          </w:rPr>
          <w:tab/>
        </w:r>
        <w:r w:rsidR="000A12DA" w:rsidRPr="00D8716B">
          <w:rPr>
            <w:rStyle w:val="Lienhypertexte"/>
            <w:rFonts w:eastAsia="Calibri" w:cs="Times-Roman"/>
            <w:noProof/>
          </w:rPr>
          <w:t>Conformité au RGAA</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_Toc204704226 \h </w:instrText>
        </w:r>
        <w:r w:rsidR="000A12DA" w:rsidRPr="00D8716B">
          <w:rPr>
            <w:noProof/>
            <w:webHidden/>
          </w:rPr>
        </w:r>
        <w:r w:rsidR="000A12DA" w:rsidRPr="00D8716B">
          <w:rPr>
            <w:noProof/>
            <w:webHidden/>
          </w:rPr>
          <w:fldChar w:fldCharType="separate"/>
        </w:r>
        <w:r w:rsidR="000A12DA" w:rsidRPr="00D8716B">
          <w:rPr>
            <w:noProof/>
            <w:webHidden/>
          </w:rPr>
          <w:t>23</w:t>
        </w:r>
        <w:r w:rsidR="000A12DA" w:rsidRPr="00D8716B">
          <w:rPr>
            <w:noProof/>
            <w:webHidden/>
          </w:rPr>
          <w:fldChar w:fldCharType="end"/>
        </w:r>
      </w:hyperlink>
    </w:p>
    <w:p w14:paraId="7EC7BA86" w14:textId="564EC753" w:rsidR="000A12DA" w:rsidRPr="00D8716B" w:rsidRDefault="00F43FEF">
      <w:pPr>
        <w:pStyle w:val="TM3"/>
        <w:tabs>
          <w:tab w:val="left" w:pos="1320"/>
          <w:tab w:val="right" w:leader="dot" w:pos="9054"/>
        </w:tabs>
        <w:rPr>
          <w:rFonts w:eastAsiaTheme="minorEastAsia"/>
          <w:noProof/>
          <w:lang w:eastAsia="fr-FR"/>
        </w:rPr>
      </w:pPr>
      <w:hyperlink w:anchor="_Toc204704227" w:history="1">
        <w:r w:rsidR="000A12DA" w:rsidRPr="00D8716B">
          <w:rPr>
            <w:rStyle w:val="Lienhypertexte"/>
            <w:rFonts w:eastAsia="Calibri" w:cs="Times-Roman"/>
            <w:b/>
            <w:noProof/>
          </w:rPr>
          <w:t>13.1.3.</w:t>
        </w:r>
        <w:r w:rsidR="000A12DA" w:rsidRPr="00D8716B">
          <w:rPr>
            <w:rFonts w:eastAsiaTheme="minorEastAsia"/>
            <w:noProof/>
            <w:lang w:eastAsia="fr-FR"/>
          </w:rPr>
          <w:tab/>
        </w:r>
        <w:r w:rsidR="000A12DA" w:rsidRPr="00D8716B">
          <w:rPr>
            <w:rStyle w:val="Lienhypertexte"/>
            <w:rFonts w:eastAsia="Calibri" w:cs="Times-Roman"/>
            <w:noProof/>
          </w:rPr>
          <w:t>Conformité au RGS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_Toc204704227 \h </w:instrText>
        </w:r>
        <w:r w:rsidR="000A12DA" w:rsidRPr="00D8716B">
          <w:rPr>
            <w:noProof/>
            <w:webHidden/>
          </w:rPr>
        </w:r>
        <w:r w:rsidR="000A12DA" w:rsidRPr="00D8716B">
          <w:rPr>
            <w:noProof/>
            <w:webHidden/>
          </w:rPr>
          <w:fldChar w:fldCharType="separate"/>
        </w:r>
        <w:r w:rsidR="000A12DA" w:rsidRPr="00D8716B">
          <w:rPr>
            <w:noProof/>
            <w:webHidden/>
          </w:rPr>
          <w:t>23</w:t>
        </w:r>
        <w:r w:rsidR="000A12DA" w:rsidRPr="00D8716B">
          <w:rPr>
            <w:noProof/>
            <w:webHidden/>
          </w:rPr>
          <w:fldChar w:fldCharType="end"/>
        </w:r>
      </w:hyperlink>
    </w:p>
    <w:p w14:paraId="4F4BAADA" w14:textId="10D47196" w:rsidR="000A12DA" w:rsidRPr="00D8716B" w:rsidRDefault="00F43FEF">
      <w:pPr>
        <w:pStyle w:val="TM3"/>
        <w:tabs>
          <w:tab w:val="left" w:pos="1320"/>
          <w:tab w:val="right" w:leader="dot" w:pos="9054"/>
        </w:tabs>
        <w:rPr>
          <w:rFonts w:eastAsiaTheme="minorEastAsia"/>
          <w:noProof/>
          <w:lang w:eastAsia="fr-FR"/>
        </w:rPr>
      </w:pPr>
      <w:hyperlink w:anchor="_Toc204704228" w:history="1">
        <w:r w:rsidR="000A12DA" w:rsidRPr="00D8716B">
          <w:rPr>
            <w:rStyle w:val="Lienhypertexte"/>
            <w:rFonts w:eastAsia="Calibri" w:cs="Times-Roman"/>
            <w:b/>
            <w:noProof/>
          </w:rPr>
          <w:t>13.1.4.</w:t>
        </w:r>
        <w:r w:rsidR="000A12DA" w:rsidRPr="00D8716B">
          <w:rPr>
            <w:rFonts w:eastAsiaTheme="minorEastAsia"/>
            <w:noProof/>
            <w:lang w:eastAsia="fr-FR"/>
          </w:rPr>
          <w:tab/>
        </w:r>
        <w:r w:rsidR="000A12DA" w:rsidRPr="00D8716B">
          <w:rPr>
            <w:rStyle w:val="Lienhypertexte"/>
            <w:rFonts w:eastAsia="Calibri" w:cs="Times-Roman"/>
            <w:noProof/>
          </w:rPr>
          <w:t>Conformité à la PSSIE</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_Toc204704228 \h </w:instrText>
        </w:r>
        <w:r w:rsidR="000A12DA" w:rsidRPr="00D8716B">
          <w:rPr>
            <w:noProof/>
            <w:webHidden/>
          </w:rPr>
        </w:r>
        <w:r w:rsidR="000A12DA" w:rsidRPr="00D8716B">
          <w:rPr>
            <w:noProof/>
            <w:webHidden/>
          </w:rPr>
          <w:fldChar w:fldCharType="separate"/>
        </w:r>
        <w:r w:rsidR="000A12DA" w:rsidRPr="00D8716B">
          <w:rPr>
            <w:noProof/>
            <w:webHidden/>
          </w:rPr>
          <w:t>24</w:t>
        </w:r>
        <w:r w:rsidR="000A12DA" w:rsidRPr="00D8716B">
          <w:rPr>
            <w:noProof/>
            <w:webHidden/>
          </w:rPr>
          <w:fldChar w:fldCharType="end"/>
        </w:r>
      </w:hyperlink>
    </w:p>
    <w:p w14:paraId="24E656EC" w14:textId="31B4CACF" w:rsidR="000A12DA" w:rsidRPr="00D8716B" w:rsidRDefault="00F43FEF">
      <w:pPr>
        <w:pStyle w:val="TM3"/>
        <w:tabs>
          <w:tab w:val="left" w:pos="1320"/>
          <w:tab w:val="right" w:leader="dot" w:pos="9054"/>
        </w:tabs>
        <w:rPr>
          <w:rFonts w:eastAsiaTheme="minorEastAsia"/>
          <w:noProof/>
          <w:lang w:eastAsia="fr-FR"/>
        </w:rPr>
      </w:pPr>
      <w:hyperlink w:anchor="_Toc204704229" w:history="1">
        <w:r w:rsidR="000A12DA" w:rsidRPr="00D8716B">
          <w:rPr>
            <w:rStyle w:val="Lienhypertexte"/>
            <w:rFonts w:eastAsia="Calibri" w:cs="Times-Roman"/>
            <w:b/>
            <w:noProof/>
          </w:rPr>
          <w:t>13.1.5.</w:t>
        </w:r>
        <w:r w:rsidR="000A12DA" w:rsidRPr="00D8716B">
          <w:rPr>
            <w:rFonts w:eastAsiaTheme="minorEastAsia"/>
            <w:noProof/>
            <w:lang w:eastAsia="fr-FR"/>
          </w:rPr>
          <w:tab/>
        </w:r>
        <w:r w:rsidR="000A12DA" w:rsidRPr="00D8716B">
          <w:rPr>
            <w:rStyle w:val="Lienhypertexte"/>
            <w:rFonts w:eastAsia="Calibri" w:cs="Times-Roman"/>
            <w:noProof/>
          </w:rPr>
          <w:t>Conformité au règlement européen 2016/679 - RGPD</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_Toc204704229 \h </w:instrText>
        </w:r>
        <w:r w:rsidR="000A12DA" w:rsidRPr="00D8716B">
          <w:rPr>
            <w:noProof/>
            <w:webHidden/>
          </w:rPr>
        </w:r>
        <w:r w:rsidR="000A12DA" w:rsidRPr="00D8716B">
          <w:rPr>
            <w:noProof/>
            <w:webHidden/>
          </w:rPr>
          <w:fldChar w:fldCharType="separate"/>
        </w:r>
        <w:r w:rsidR="000A12DA" w:rsidRPr="00D8716B">
          <w:rPr>
            <w:noProof/>
            <w:webHidden/>
          </w:rPr>
          <w:t>24</w:t>
        </w:r>
        <w:r w:rsidR="000A12DA" w:rsidRPr="00D8716B">
          <w:rPr>
            <w:noProof/>
            <w:webHidden/>
          </w:rPr>
          <w:fldChar w:fldCharType="end"/>
        </w:r>
      </w:hyperlink>
    </w:p>
    <w:p w14:paraId="33A15A86" w14:textId="65D003A1" w:rsidR="000A12DA" w:rsidRPr="00D8716B" w:rsidRDefault="00F43FEF">
      <w:pPr>
        <w:pStyle w:val="TM2"/>
        <w:tabs>
          <w:tab w:val="left" w:pos="880"/>
        </w:tabs>
        <w:rPr>
          <w:rFonts w:ascii="AvenirNext LT Pro Cn" w:eastAsiaTheme="minorEastAsia" w:hAnsi="AvenirNext LT Pro Cn" w:cstheme="minorBidi"/>
          <w:noProof/>
          <w:lang w:eastAsia="fr-FR"/>
        </w:rPr>
      </w:pPr>
      <w:hyperlink w:anchor="_Toc204704230" w:history="1">
        <w:r w:rsidR="000A12DA" w:rsidRPr="00D8716B">
          <w:rPr>
            <w:rStyle w:val="Lienhypertexte"/>
            <w:rFonts w:ascii="AvenirNext LT Pro Cn" w:eastAsia="Times New Roman" w:hAnsi="AvenirNext LT Pro Cn" w:cs="Times New Roman"/>
            <w:bCs/>
            <w:iCs/>
            <w:noProof/>
            <w:lang w:val="x-none" w:eastAsia="x-none"/>
          </w:rPr>
          <w:t>13.2.</w:t>
        </w:r>
        <w:r w:rsidR="000A12DA" w:rsidRPr="00D8716B">
          <w:rPr>
            <w:rFonts w:ascii="AvenirNext LT Pro Cn" w:eastAsiaTheme="minorEastAsia" w:hAnsi="AvenirNext LT Pro Cn" w:cstheme="minorBidi"/>
            <w:noProof/>
            <w:lang w:eastAsia="fr-FR"/>
          </w:rPr>
          <w:tab/>
        </w:r>
        <w:r w:rsidR="000A12DA" w:rsidRPr="00D8716B">
          <w:rPr>
            <w:rStyle w:val="Lienhypertexte"/>
            <w:rFonts w:ascii="AvenirNext LT Pro Cn" w:eastAsia="Times New Roman" w:hAnsi="AvenirNext LT Pro Cn" w:cs="Times New Roman"/>
            <w:bCs/>
            <w:iCs/>
            <w:noProof/>
            <w:lang w:val="x-none" w:eastAsia="x-none"/>
          </w:rPr>
          <w:t>ENGAGEMENT DU TITULAIRE</w:t>
        </w:r>
        <w:r w:rsidR="000A12DA" w:rsidRPr="00D8716B">
          <w:rPr>
            <w:rFonts w:ascii="AvenirNext LT Pro Cn" w:hAnsi="AvenirNext LT Pro Cn"/>
            <w:noProof/>
            <w:webHidden/>
          </w:rPr>
          <w:tab/>
        </w:r>
        <w:r w:rsidR="000A12DA" w:rsidRPr="00D8716B">
          <w:rPr>
            <w:rFonts w:ascii="AvenirNext LT Pro Cn" w:hAnsi="AvenirNext LT Pro Cn"/>
            <w:noProof/>
            <w:webHidden/>
          </w:rPr>
          <w:fldChar w:fldCharType="begin"/>
        </w:r>
        <w:r w:rsidR="000A12DA" w:rsidRPr="00D8716B">
          <w:rPr>
            <w:rFonts w:ascii="AvenirNext LT Pro Cn" w:hAnsi="AvenirNext LT Pro Cn"/>
            <w:noProof/>
            <w:webHidden/>
          </w:rPr>
          <w:instrText xml:space="preserve"> PAGEREF _Toc204704230 \h </w:instrText>
        </w:r>
        <w:r w:rsidR="000A12DA" w:rsidRPr="00D8716B">
          <w:rPr>
            <w:rFonts w:ascii="AvenirNext LT Pro Cn" w:hAnsi="AvenirNext LT Pro Cn"/>
            <w:noProof/>
            <w:webHidden/>
          </w:rPr>
        </w:r>
        <w:r w:rsidR="000A12DA" w:rsidRPr="00D8716B">
          <w:rPr>
            <w:rFonts w:ascii="AvenirNext LT Pro Cn" w:hAnsi="AvenirNext LT Pro Cn"/>
            <w:noProof/>
            <w:webHidden/>
          </w:rPr>
          <w:fldChar w:fldCharType="separate"/>
        </w:r>
        <w:r w:rsidR="000A12DA" w:rsidRPr="00D8716B">
          <w:rPr>
            <w:rFonts w:ascii="AvenirNext LT Pro Cn" w:hAnsi="AvenirNext LT Pro Cn"/>
            <w:noProof/>
            <w:webHidden/>
          </w:rPr>
          <w:t>25</w:t>
        </w:r>
        <w:r w:rsidR="000A12DA" w:rsidRPr="00D8716B">
          <w:rPr>
            <w:rFonts w:ascii="AvenirNext LT Pro Cn" w:hAnsi="AvenirNext LT Pro Cn"/>
            <w:noProof/>
            <w:webHidden/>
          </w:rPr>
          <w:fldChar w:fldCharType="end"/>
        </w:r>
      </w:hyperlink>
    </w:p>
    <w:p w14:paraId="501AA8C3" w14:textId="77AF2E02" w:rsidR="000A12DA" w:rsidRPr="00D8716B" w:rsidRDefault="00F43FEF">
      <w:pPr>
        <w:pStyle w:val="TM3"/>
        <w:tabs>
          <w:tab w:val="left" w:pos="1320"/>
          <w:tab w:val="right" w:leader="dot" w:pos="9054"/>
        </w:tabs>
        <w:rPr>
          <w:rFonts w:eastAsiaTheme="minorEastAsia"/>
          <w:noProof/>
          <w:lang w:eastAsia="fr-FR"/>
        </w:rPr>
      </w:pPr>
      <w:hyperlink w:anchor="_Toc204704231" w:history="1">
        <w:r w:rsidR="000A12DA" w:rsidRPr="00D8716B">
          <w:rPr>
            <w:rStyle w:val="Lienhypertexte"/>
            <w:rFonts w:eastAsia="Calibri" w:cs="Times-Roman"/>
            <w:b/>
            <w:noProof/>
          </w:rPr>
          <w:t>13.2.1.</w:t>
        </w:r>
        <w:r w:rsidR="000A12DA" w:rsidRPr="00D8716B">
          <w:rPr>
            <w:rFonts w:eastAsiaTheme="minorEastAsia"/>
            <w:noProof/>
            <w:lang w:eastAsia="fr-FR"/>
          </w:rPr>
          <w:tab/>
        </w:r>
        <w:r w:rsidR="000A12DA" w:rsidRPr="00D8716B">
          <w:rPr>
            <w:rStyle w:val="Lienhypertexte"/>
            <w:rFonts w:eastAsia="Calibri" w:cs="Times-Roman"/>
            <w:noProof/>
          </w:rPr>
          <w:t>Obligation de sécurisation des données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_Toc204704231 \h </w:instrText>
        </w:r>
        <w:r w:rsidR="000A12DA" w:rsidRPr="00D8716B">
          <w:rPr>
            <w:noProof/>
            <w:webHidden/>
          </w:rPr>
        </w:r>
        <w:r w:rsidR="000A12DA" w:rsidRPr="00D8716B">
          <w:rPr>
            <w:noProof/>
            <w:webHidden/>
          </w:rPr>
          <w:fldChar w:fldCharType="separate"/>
        </w:r>
        <w:r w:rsidR="000A12DA" w:rsidRPr="00D8716B">
          <w:rPr>
            <w:noProof/>
            <w:webHidden/>
          </w:rPr>
          <w:t>25</w:t>
        </w:r>
        <w:r w:rsidR="000A12DA" w:rsidRPr="00D8716B">
          <w:rPr>
            <w:noProof/>
            <w:webHidden/>
          </w:rPr>
          <w:fldChar w:fldCharType="end"/>
        </w:r>
      </w:hyperlink>
    </w:p>
    <w:p w14:paraId="29C911C4" w14:textId="41C3C823" w:rsidR="000A12DA" w:rsidRPr="00D8716B" w:rsidRDefault="00F43FEF">
      <w:pPr>
        <w:pStyle w:val="TM3"/>
        <w:tabs>
          <w:tab w:val="left" w:pos="1320"/>
          <w:tab w:val="right" w:leader="dot" w:pos="9054"/>
        </w:tabs>
        <w:rPr>
          <w:rFonts w:eastAsiaTheme="minorEastAsia"/>
          <w:noProof/>
          <w:lang w:eastAsia="fr-FR"/>
        </w:rPr>
      </w:pPr>
      <w:hyperlink w:anchor="_Toc204704232" w:history="1">
        <w:r w:rsidR="000A12DA" w:rsidRPr="00D8716B">
          <w:rPr>
            <w:rStyle w:val="Lienhypertexte"/>
            <w:rFonts w:eastAsia="Calibri" w:cs="Times-Roman"/>
            <w:b/>
            <w:noProof/>
          </w:rPr>
          <w:t>13.2.2.</w:t>
        </w:r>
        <w:r w:rsidR="000A12DA" w:rsidRPr="00D8716B">
          <w:rPr>
            <w:rFonts w:eastAsiaTheme="minorEastAsia"/>
            <w:noProof/>
            <w:lang w:eastAsia="fr-FR"/>
          </w:rPr>
          <w:tab/>
        </w:r>
        <w:r w:rsidR="000A12DA" w:rsidRPr="00D8716B">
          <w:rPr>
            <w:rStyle w:val="Lienhypertexte"/>
            <w:rFonts w:eastAsia="Calibri" w:cs="Times-Roman"/>
            <w:noProof/>
          </w:rPr>
          <w:t>Sécurisation des prestations et du Système d’Information</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_Toc204704232 \h </w:instrText>
        </w:r>
        <w:r w:rsidR="000A12DA" w:rsidRPr="00D8716B">
          <w:rPr>
            <w:noProof/>
            <w:webHidden/>
          </w:rPr>
        </w:r>
        <w:r w:rsidR="000A12DA" w:rsidRPr="00D8716B">
          <w:rPr>
            <w:noProof/>
            <w:webHidden/>
          </w:rPr>
          <w:fldChar w:fldCharType="separate"/>
        </w:r>
        <w:r w:rsidR="000A12DA" w:rsidRPr="00D8716B">
          <w:rPr>
            <w:noProof/>
            <w:webHidden/>
          </w:rPr>
          <w:t>25</w:t>
        </w:r>
        <w:r w:rsidR="000A12DA" w:rsidRPr="00D8716B">
          <w:rPr>
            <w:noProof/>
            <w:webHidden/>
          </w:rPr>
          <w:fldChar w:fldCharType="end"/>
        </w:r>
      </w:hyperlink>
    </w:p>
    <w:p w14:paraId="21BB4646" w14:textId="46A96167" w:rsidR="000A12DA" w:rsidRPr="00D8716B" w:rsidRDefault="00F43FEF">
      <w:pPr>
        <w:pStyle w:val="TM3"/>
        <w:tabs>
          <w:tab w:val="left" w:pos="1320"/>
          <w:tab w:val="right" w:leader="dot" w:pos="9054"/>
        </w:tabs>
        <w:rPr>
          <w:rFonts w:eastAsiaTheme="minorEastAsia"/>
          <w:noProof/>
          <w:lang w:eastAsia="fr-FR"/>
        </w:rPr>
      </w:pPr>
      <w:hyperlink w:anchor="_Toc204704233" w:history="1">
        <w:r w:rsidR="000A12DA" w:rsidRPr="00D8716B">
          <w:rPr>
            <w:rStyle w:val="Lienhypertexte"/>
            <w:rFonts w:eastAsia="Calibri" w:cs="Times-Roman"/>
            <w:b/>
            <w:noProof/>
          </w:rPr>
          <w:t>13.2.3.</w:t>
        </w:r>
        <w:r w:rsidR="000A12DA" w:rsidRPr="00D8716B">
          <w:rPr>
            <w:rFonts w:eastAsiaTheme="minorEastAsia"/>
            <w:noProof/>
            <w:lang w:eastAsia="fr-FR"/>
          </w:rPr>
          <w:tab/>
        </w:r>
        <w:r w:rsidR="000A12DA" w:rsidRPr="00D8716B">
          <w:rPr>
            <w:rStyle w:val="Lienhypertexte"/>
            <w:rFonts w:eastAsia="Calibri" w:cs="Times-Roman"/>
            <w:noProof/>
          </w:rPr>
          <w:t>Données personnelles dans le cadre de la gestion de la relation contractuelle</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_Toc204704233 \h </w:instrText>
        </w:r>
        <w:r w:rsidR="000A12DA" w:rsidRPr="00D8716B">
          <w:rPr>
            <w:noProof/>
            <w:webHidden/>
          </w:rPr>
        </w:r>
        <w:r w:rsidR="000A12DA" w:rsidRPr="00D8716B">
          <w:rPr>
            <w:noProof/>
            <w:webHidden/>
          </w:rPr>
          <w:fldChar w:fldCharType="separate"/>
        </w:r>
        <w:r w:rsidR="000A12DA" w:rsidRPr="00D8716B">
          <w:rPr>
            <w:noProof/>
            <w:webHidden/>
          </w:rPr>
          <w:t>26</w:t>
        </w:r>
        <w:r w:rsidR="000A12DA" w:rsidRPr="00D8716B">
          <w:rPr>
            <w:noProof/>
            <w:webHidden/>
          </w:rPr>
          <w:fldChar w:fldCharType="end"/>
        </w:r>
      </w:hyperlink>
    </w:p>
    <w:p w14:paraId="2883BC81" w14:textId="6BE49180" w:rsidR="000A12DA" w:rsidRPr="00D8716B" w:rsidRDefault="00F43FEF">
      <w:pPr>
        <w:pStyle w:val="TM1"/>
        <w:tabs>
          <w:tab w:val="left" w:pos="660"/>
          <w:tab w:val="right" w:leader="dot" w:pos="9054"/>
        </w:tabs>
        <w:rPr>
          <w:rFonts w:eastAsiaTheme="minorEastAsia"/>
          <w:noProof/>
          <w:lang w:eastAsia="fr-FR"/>
        </w:rPr>
      </w:pPr>
      <w:hyperlink w:anchor="_Toc204704234" w:history="1">
        <w:r w:rsidR="000A12DA" w:rsidRPr="00D8716B">
          <w:rPr>
            <w:rStyle w:val="Lienhypertexte"/>
            <w:b/>
            <w:i/>
            <w:iCs/>
            <w:noProof/>
          </w:rPr>
          <w:t>14.</w:t>
        </w:r>
        <w:r w:rsidR="000A12DA" w:rsidRPr="00D8716B">
          <w:rPr>
            <w:rFonts w:eastAsiaTheme="minorEastAsia"/>
            <w:noProof/>
            <w:lang w:eastAsia="fr-FR"/>
          </w:rPr>
          <w:tab/>
        </w:r>
        <w:r w:rsidR="000A12DA" w:rsidRPr="00D8716B">
          <w:rPr>
            <w:rStyle w:val="Lienhypertexte"/>
            <w:noProof/>
          </w:rPr>
          <w:t>LITIGES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_Toc204704234 \h </w:instrText>
        </w:r>
        <w:r w:rsidR="000A12DA" w:rsidRPr="00D8716B">
          <w:rPr>
            <w:noProof/>
            <w:webHidden/>
          </w:rPr>
        </w:r>
        <w:r w:rsidR="000A12DA" w:rsidRPr="00D8716B">
          <w:rPr>
            <w:noProof/>
            <w:webHidden/>
          </w:rPr>
          <w:fldChar w:fldCharType="separate"/>
        </w:r>
        <w:r w:rsidR="000A12DA" w:rsidRPr="00D8716B">
          <w:rPr>
            <w:noProof/>
            <w:webHidden/>
          </w:rPr>
          <w:t>26</w:t>
        </w:r>
        <w:r w:rsidR="000A12DA" w:rsidRPr="00D8716B">
          <w:rPr>
            <w:noProof/>
            <w:webHidden/>
          </w:rPr>
          <w:fldChar w:fldCharType="end"/>
        </w:r>
      </w:hyperlink>
    </w:p>
    <w:p w14:paraId="60E368DE" w14:textId="2ECB4C83" w:rsidR="000A12DA" w:rsidRPr="00D8716B" w:rsidRDefault="00F43FEF">
      <w:pPr>
        <w:pStyle w:val="TM1"/>
        <w:tabs>
          <w:tab w:val="left" w:pos="660"/>
          <w:tab w:val="right" w:leader="dot" w:pos="9054"/>
        </w:tabs>
        <w:rPr>
          <w:rFonts w:eastAsiaTheme="minorEastAsia"/>
          <w:noProof/>
          <w:lang w:eastAsia="fr-FR"/>
        </w:rPr>
      </w:pPr>
      <w:hyperlink w:anchor="_Toc204704235" w:history="1">
        <w:r w:rsidR="000A12DA" w:rsidRPr="00D8716B">
          <w:rPr>
            <w:rStyle w:val="Lienhypertexte"/>
            <w:b/>
            <w:i/>
            <w:iCs/>
            <w:noProof/>
          </w:rPr>
          <w:t>15.</w:t>
        </w:r>
        <w:r w:rsidR="000A12DA" w:rsidRPr="00D8716B">
          <w:rPr>
            <w:rFonts w:eastAsiaTheme="minorEastAsia"/>
            <w:noProof/>
            <w:lang w:eastAsia="fr-FR"/>
          </w:rPr>
          <w:tab/>
        </w:r>
        <w:r w:rsidR="000A12DA" w:rsidRPr="00D8716B">
          <w:rPr>
            <w:rStyle w:val="Lienhypertexte"/>
            <w:noProof/>
          </w:rPr>
          <w:t>DEROGATIONS AU CCAG-FCS</w:t>
        </w:r>
        <w:r w:rsidR="000A12DA" w:rsidRPr="00D8716B">
          <w:rPr>
            <w:noProof/>
            <w:webHidden/>
          </w:rPr>
          <w:tab/>
        </w:r>
        <w:r w:rsidR="000A12DA" w:rsidRPr="00D8716B">
          <w:rPr>
            <w:noProof/>
            <w:webHidden/>
          </w:rPr>
          <w:fldChar w:fldCharType="begin"/>
        </w:r>
        <w:r w:rsidR="000A12DA" w:rsidRPr="00D8716B">
          <w:rPr>
            <w:noProof/>
            <w:webHidden/>
          </w:rPr>
          <w:instrText xml:space="preserve"> PAGEREF _Toc204704235 \h </w:instrText>
        </w:r>
        <w:r w:rsidR="000A12DA" w:rsidRPr="00D8716B">
          <w:rPr>
            <w:noProof/>
            <w:webHidden/>
          </w:rPr>
        </w:r>
        <w:r w:rsidR="000A12DA" w:rsidRPr="00D8716B">
          <w:rPr>
            <w:noProof/>
            <w:webHidden/>
          </w:rPr>
          <w:fldChar w:fldCharType="separate"/>
        </w:r>
        <w:r w:rsidR="000A12DA" w:rsidRPr="00D8716B">
          <w:rPr>
            <w:noProof/>
            <w:webHidden/>
          </w:rPr>
          <w:t>26</w:t>
        </w:r>
        <w:r w:rsidR="000A12DA" w:rsidRPr="00D8716B">
          <w:rPr>
            <w:noProof/>
            <w:webHidden/>
          </w:rPr>
          <w:fldChar w:fldCharType="end"/>
        </w:r>
      </w:hyperlink>
    </w:p>
    <w:p w14:paraId="74713A0B" w14:textId="711F2A20" w:rsidR="00B3398C" w:rsidRPr="00C26722" w:rsidRDefault="00B3398C" w:rsidP="006E642B">
      <w:pPr>
        <w:widowControl w:val="0"/>
        <w:autoSpaceDE w:val="0"/>
        <w:autoSpaceDN w:val="0"/>
        <w:adjustRightInd w:val="0"/>
        <w:spacing w:before="14"/>
        <w:rPr>
          <w:rFonts w:cs="Arial"/>
          <w:sz w:val="24"/>
          <w:szCs w:val="24"/>
        </w:rPr>
        <w:sectPr w:rsidR="00B3398C" w:rsidRPr="00C26722" w:rsidSect="00042D7D">
          <w:footerReference w:type="even" r:id="rId9"/>
          <w:footerReference w:type="default" r:id="rId10"/>
          <w:pgSz w:w="11900" w:h="16840"/>
          <w:pgMar w:top="568" w:right="1418" w:bottom="1418" w:left="1418" w:header="720" w:footer="720" w:gutter="0"/>
          <w:cols w:space="720"/>
          <w:noEndnote/>
          <w:titlePg/>
        </w:sectPr>
      </w:pPr>
      <w:r w:rsidRPr="00D8716B">
        <w:rPr>
          <w:rFonts w:cs="Arial"/>
          <w:bCs/>
        </w:rPr>
        <w:fldChar w:fldCharType="end"/>
      </w:r>
    </w:p>
    <w:p w14:paraId="36CCB461" w14:textId="54C5BFF3" w:rsidR="00B3398C" w:rsidRPr="00C26722" w:rsidRDefault="00B3398C" w:rsidP="008630D8">
      <w:pPr>
        <w:pStyle w:val="Titre1"/>
        <w:rPr>
          <w:rFonts w:ascii="AvenirNext LT Pro Cn" w:hAnsi="AvenirNext LT Pro Cn"/>
          <w:i/>
          <w:iCs/>
          <w:sz w:val="24"/>
          <w:szCs w:val="24"/>
        </w:rPr>
      </w:pPr>
      <w:bookmarkStart w:id="1" w:name="_Toc204704160"/>
      <w:r w:rsidRPr="00C26722">
        <w:rPr>
          <w:rFonts w:ascii="AvenirNext LT Pro Cn" w:hAnsi="AvenirNext LT Pro Cn"/>
          <w:sz w:val="24"/>
          <w:szCs w:val="24"/>
        </w:rPr>
        <w:t>OBJET</w:t>
      </w:r>
      <w:r w:rsidR="00042D7D" w:rsidRPr="00C26722">
        <w:rPr>
          <w:rFonts w:ascii="AvenirNext LT Pro Cn" w:hAnsi="AvenirNext LT Pro Cn"/>
          <w:sz w:val="24"/>
          <w:szCs w:val="24"/>
        </w:rPr>
        <w:t xml:space="preserve"> ET FORME DU MARCHE</w:t>
      </w:r>
      <w:bookmarkEnd w:id="1"/>
    </w:p>
    <w:p w14:paraId="7594BB7D" w14:textId="77777777" w:rsidR="00042D7D" w:rsidRPr="00C26722" w:rsidRDefault="00042D7D" w:rsidP="00F25A37">
      <w:pPr>
        <w:pStyle w:val="Titre2"/>
        <w:rPr>
          <w:rFonts w:ascii="AvenirNext LT Pro Cn" w:hAnsi="AvenirNext LT Pro Cn"/>
          <w:sz w:val="24"/>
          <w:szCs w:val="24"/>
        </w:rPr>
      </w:pPr>
      <w:bookmarkStart w:id="2" w:name="_Toc41990834"/>
      <w:bookmarkStart w:id="3" w:name="_Toc204704161"/>
      <w:r w:rsidRPr="00C26722">
        <w:rPr>
          <w:rFonts w:ascii="AvenirNext LT Pro Cn" w:hAnsi="AvenirNext LT Pro Cn"/>
          <w:sz w:val="24"/>
          <w:szCs w:val="24"/>
        </w:rPr>
        <w:t>1.1 - Objet du marché</w:t>
      </w:r>
      <w:bookmarkEnd w:id="2"/>
      <w:bookmarkEnd w:id="3"/>
    </w:p>
    <w:p w14:paraId="17D8DFC1" w14:textId="510F666B" w:rsidR="00F25A37" w:rsidRPr="00C26722" w:rsidRDefault="00042D7D" w:rsidP="00F25A37">
      <w:pPr>
        <w:rPr>
          <w:sz w:val="24"/>
          <w:szCs w:val="24"/>
        </w:rPr>
      </w:pPr>
      <w:r w:rsidRPr="00C26722">
        <w:rPr>
          <w:sz w:val="24"/>
          <w:szCs w:val="24"/>
        </w:rPr>
        <w:t>Le présent marché a pour objet</w:t>
      </w:r>
      <w:r w:rsidR="0096254D" w:rsidRPr="00C26722">
        <w:rPr>
          <w:sz w:val="24"/>
          <w:szCs w:val="24"/>
        </w:rPr>
        <w:t> </w:t>
      </w:r>
      <w:r w:rsidR="00F25A37" w:rsidRPr="00C26722">
        <w:rPr>
          <w:sz w:val="24"/>
          <w:szCs w:val="24"/>
        </w:rPr>
        <w:t>l’acquisition, la livraison, l’installation, la mise en service, la garantie et le service après-vente, d’un équipement de manipulation de liquide en micro et nanovolume sans pipetage pour de l’expérimentation en biologie moléculaire ainsi que la formation initiale (au pilotage) aux utilisateurs.</w:t>
      </w:r>
    </w:p>
    <w:p w14:paraId="030FB42F" w14:textId="77777777" w:rsidR="00042D7D" w:rsidRPr="00C26722" w:rsidRDefault="00042D7D" w:rsidP="00F25A37">
      <w:pPr>
        <w:pStyle w:val="Titre2"/>
        <w:rPr>
          <w:rFonts w:ascii="AvenirNext LT Pro Cn" w:hAnsi="AvenirNext LT Pro Cn"/>
          <w:sz w:val="24"/>
          <w:szCs w:val="24"/>
        </w:rPr>
      </w:pPr>
      <w:bookmarkStart w:id="4" w:name="_Toc34900470"/>
      <w:bookmarkStart w:id="5" w:name="_Toc41990835"/>
      <w:bookmarkStart w:id="6" w:name="_Toc204704162"/>
      <w:r w:rsidRPr="00C26722">
        <w:rPr>
          <w:rFonts w:ascii="AvenirNext LT Pro Cn" w:hAnsi="AvenirNext LT Pro Cn"/>
          <w:sz w:val="24"/>
          <w:szCs w:val="24"/>
        </w:rPr>
        <w:t>1.2. – Décomposition en lots/Tranches/Options/Prestations Supplémentaires Eventuelles</w:t>
      </w:r>
      <w:bookmarkEnd w:id="4"/>
      <w:r w:rsidRPr="00C26722">
        <w:rPr>
          <w:rFonts w:ascii="AvenirNext LT Pro Cn" w:hAnsi="AvenirNext LT Pro Cn"/>
          <w:sz w:val="24"/>
          <w:szCs w:val="24"/>
        </w:rPr>
        <w:t>/Variantes</w:t>
      </w:r>
      <w:bookmarkEnd w:id="5"/>
      <w:bookmarkEnd w:id="6"/>
    </w:p>
    <w:p w14:paraId="0C80143E" w14:textId="2E7CD6B3" w:rsidR="00042D7D" w:rsidRPr="00C26722" w:rsidRDefault="00042D7D" w:rsidP="00042D7D">
      <w:pPr>
        <w:keepNext/>
        <w:spacing w:before="240" w:after="60"/>
        <w:ind w:firstLine="1560"/>
        <w:outlineLvl w:val="1"/>
        <w:rPr>
          <w:rFonts w:cs="Arial"/>
          <w:i/>
          <w:iCs/>
          <w:color w:val="00A6A3"/>
          <w:sz w:val="24"/>
          <w:szCs w:val="24"/>
        </w:rPr>
      </w:pPr>
      <w:bookmarkStart w:id="7" w:name="_Toc34900471"/>
      <w:bookmarkStart w:id="8" w:name="_Toc41990836"/>
      <w:bookmarkStart w:id="9" w:name="_Toc204704163"/>
      <w:r w:rsidRPr="00C26722">
        <w:rPr>
          <w:rFonts w:cs="Arial"/>
          <w:i/>
          <w:iCs/>
          <w:color w:val="00A6A3"/>
          <w:sz w:val="24"/>
          <w:szCs w:val="24"/>
        </w:rPr>
        <w:t>Article 1.2.1 – Décomposition en lots</w:t>
      </w:r>
      <w:bookmarkEnd w:id="7"/>
      <w:bookmarkEnd w:id="8"/>
      <w:bookmarkEnd w:id="9"/>
    </w:p>
    <w:p w14:paraId="2895459A" w14:textId="77777777" w:rsidR="00042D7D" w:rsidRPr="00C26722" w:rsidRDefault="00042D7D" w:rsidP="00042D7D">
      <w:pPr>
        <w:keepNext/>
        <w:spacing w:before="240" w:after="60"/>
        <w:outlineLvl w:val="1"/>
        <w:rPr>
          <w:rFonts w:cs="Arial"/>
          <w:iCs/>
          <w:sz w:val="24"/>
          <w:szCs w:val="24"/>
        </w:rPr>
      </w:pPr>
      <w:bookmarkStart w:id="10" w:name="_Toc97131969"/>
      <w:bookmarkStart w:id="11" w:name="_Toc97644137"/>
      <w:bookmarkStart w:id="12" w:name="_Toc135996141"/>
      <w:bookmarkStart w:id="13" w:name="_Toc163483206"/>
      <w:bookmarkStart w:id="14" w:name="_Toc204704164"/>
      <w:bookmarkStart w:id="15" w:name="_Toc34900472"/>
      <w:bookmarkStart w:id="16" w:name="_Toc38967283"/>
      <w:bookmarkStart w:id="17" w:name="_Toc39657581"/>
      <w:bookmarkStart w:id="18" w:name="_Toc41990837"/>
      <w:bookmarkStart w:id="19" w:name="_Toc87260664"/>
      <w:bookmarkStart w:id="20" w:name="_Toc87279183"/>
      <w:bookmarkStart w:id="21" w:name="_Toc87369900"/>
      <w:bookmarkStart w:id="22" w:name="_Toc87870631"/>
      <w:bookmarkStart w:id="23" w:name="_Toc88213004"/>
      <w:bookmarkStart w:id="24" w:name="_Toc89357106"/>
      <w:bookmarkStart w:id="25" w:name="_Toc89686455"/>
      <w:r w:rsidRPr="00C26722">
        <w:rPr>
          <w:rFonts w:cs="Arial"/>
          <w:iCs/>
          <w:sz w:val="24"/>
          <w:szCs w:val="24"/>
        </w:rPr>
        <w:t>Les prestations sont dévolues en lot unique.</w:t>
      </w:r>
      <w:bookmarkEnd w:id="10"/>
      <w:bookmarkEnd w:id="11"/>
      <w:bookmarkEnd w:id="12"/>
      <w:bookmarkEnd w:id="13"/>
      <w:bookmarkEnd w:id="14"/>
      <w:r w:rsidRPr="00C26722">
        <w:rPr>
          <w:rFonts w:cs="Arial"/>
          <w:iCs/>
          <w:sz w:val="24"/>
          <w:szCs w:val="24"/>
        </w:rPr>
        <w:t xml:space="preserve"> </w:t>
      </w:r>
      <w:bookmarkEnd w:id="15"/>
      <w:bookmarkEnd w:id="16"/>
      <w:bookmarkEnd w:id="17"/>
      <w:bookmarkEnd w:id="18"/>
      <w:bookmarkEnd w:id="19"/>
      <w:bookmarkEnd w:id="20"/>
      <w:bookmarkEnd w:id="21"/>
      <w:bookmarkEnd w:id="22"/>
      <w:bookmarkEnd w:id="23"/>
      <w:bookmarkEnd w:id="24"/>
      <w:bookmarkEnd w:id="25"/>
    </w:p>
    <w:p w14:paraId="719F1A83" w14:textId="77777777" w:rsidR="00042D7D" w:rsidRPr="00C26722" w:rsidRDefault="00042D7D" w:rsidP="00042D7D">
      <w:pPr>
        <w:keepNext/>
        <w:spacing w:before="240" w:after="60"/>
        <w:ind w:firstLine="1560"/>
        <w:outlineLvl w:val="1"/>
        <w:rPr>
          <w:rFonts w:cs="Arial"/>
          <w:i/>
          <w:iCs/>
          <w:color w:val="00A6A3"/>
          <w:sz w:val="24"/>
          <w:szCs w:val="24"/>
        </w:rPr>
      </w:pPr>
      <w:bookmarkStart w:id="26" w:name="_Toc34900473"/>
      <w:bookmarkStart w:id="27" w:name="_Toc41990838"/>
      <w:bookmarkStart w:id="28" w:name="_Toc204704165"/>
      <w:r w:rsidRPr="00C26722">
        <w:rPr>
          <w:rFonts w:cs="Arial"/>
          <w:i/>
          <w:iCs/>
          <w:color w:val="00A6A3"/>
          <w:sz w:val="24"/>
          <w:szCs w:val="24"/>
        </w:rPr>
        <w:t>Article 1.2.2 – Décomposition en tranches</w:t>
      </w:r>
      <w:bookmarkEnd w:id="26"/>
      <w:bookmarkEnd w:id="27"/>
      <w:bookmarkEnd w:id="28"/>
    </w:p>
    <w:p w14:paraId="7FC90F5E" w14:textId="77777777" w:rsidR="00042D7D" w:rsidRPr="00C26722" w:rsidRDefault="00042D7D" w:rsidP="00042D7D">
      <w:pPr>
        <w:keepNext/>
        <w:spacing w:before="240" w:after="60"/>
        <w:outlineLvl w:val="1"/>
        <w:rPr>
          <w:rFonts w:cs="Arial"/>
          <w:iCs/>
          <w:sz w:val="24"/>
          <w:szCs w:val="24"/>
        </w:rPr>
      </w:pPr>
      <w:bookmarkStart w:id="29" w:name="_Toc34900474"/>
      <w:bookmarkStart w:id="30" w:name="_Toc38967285"/>
      <w:bookmarkStart w:id="31" w:name="_Toc39657583"/>
      <w:bookmarkStart w:id="32" w:name="_Toc41990839"/>
      <w:bookmarkStart w:id="33" w:name="_Toc87260666"/>
      <w:bookmarkStart w:id="34" w:name="_Toc87279185"/>
      <w:bookmarkStart w:id="35" w:name="_Toc87369902"/>
      <w:bookmarkStart w:id="36" w:name="_Toc88213006"/>
      <w:bookmarkStart w:id="37" w:name="_Toc89357108"/>
      <w:bookmarkStart w:id="38" w:name="_Toc89686457"/>
      <w:bookmarkStart w:id="39" w:name="_Toc97131971"/>
      <w:bookmarkStart w:id="40" w:name="_Toc97644139"/>
      <w:bookmarkStart w:id="41" w:name="_Toc135996143"/>
      <w:bookmarkStart w:id="42" w:name="_Toc163483208"/>
      <w:bookmarkStart w:id="43" w:name="_Toc204704166"/>
      <w:r w:rsidRPr="00C26722">
        <w:rPr>
          <w:rFonts w:cs="Arial"/>
          <w:iCs/>
          <w:sz w:val="24"/>
          <w:szCs w:val="24"/>
        </w:rPr>
        <w:t>Sans objet.</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2888EBB3" w14:textId="77777777" w:rsidR="00042D7D" w:rsidRPr="00C26722" w:rsidRDefault="00042D7D" w:rsidP="00042D7D">
      <w:pPr>
        <w:keepNext/>
        <w:spacing w:before="240" w:after="60"/>
        <w:ind w:firstLine="1560"/>
        <w:outlineLvl w:val="1"/>
        <w:rPr>
          <w:rFonts w:cs="Arial"/>
          <w:i/>
          <w:iCs/>
          <w:color w:val="00A6A3"/>
          <w:sz w:val="24"/>
          <w:szCs w:val="24"/>
        </w:rPr>
      </w:pPr>
      <w:bookmarkStart w:id="44" w:name="_Toc34900475"/>
      <w:bookmarkStart w:id="45" w:name="_Toc41990840"/>
      <w:bookmarkStart w:id="46" w:name="_Toc204704167"/>
      <w:r w:rsidRPr="00C26722">
        <w:rPr>
          <w:rFonts w:cs="Arial"/>
          <w:i/>
          <w:iCs/>
          <w:color w:val="00A6A3"/>
          <w:sz w:val="24"/>
          <w:szCs w:val="24"/>
        </w:rPr>
        <w:t>Article 1.2.3 – Options</w:t>
      </w:r>
      <w:bookmarkEnd w:id="44"/>
      <w:bookmarkEnd w:id="45"/>
      <w:bookmarkEnd w:id="46"/>
    </w:p>
    <w:p w14:paraId="27C7007B" w14:textId="77777777" w:rsidR="003F4F96" w:rsidRPr="00C26722" w:rsidRDefault="003F4F96" w:rsidP="00072C1C">
      <w:pPr>
        <w:pStyle w:val="Default"/>
        <w:spacing w:before="120" w:after="120"/>
        <w:jc w:val="both"/>
        <w:rPr>
          <w:rFonts w:ascii="AvenirNext LT Pro Cn" w:hAnsi="AvenirNext LT Pro Cn" w:cstheme="minorHAnsi"/>
        </w:rPr>
      </w:pPr>
      <w:bookmarkStart w:id="47" w:name="_Toc34900477"/>
      <w:bookmarkStart w:id="48" w:name="_Toc41990842"/>
      <w:r w:rsidRPr="00C26722">
        <w:rPr>
          <w:rFonts w:ascii="AvenirNext LT Pro Cn" w:hAnsi="AvenirNext LT Pro Cn" w:cstheme="minorHAnsi"/>
        </w:rPr>
        <w:t xml:space="preserve">Sans objet </w:t>
      </w:r>
    </w:p>
    <w:p w14:paraId="4F853FC0" w14:textId="77777777" w:rsidR="00042D7D" w:rsidRPr="00C26722" w:rsidRDefault="00042D7D" w:rsidP="00042D7D">
      <w:pPr>
        <w:keepNext/>
        <w:spacing w:before="240" w:after="60"/>
        <w:ind w:firstLine="1560"/>
        <w:outlineLvl w:val="1"/>
        <w:rPr>
          <w:rFonts w:cs="Arial"/>
          <w:i/>
          <w:iCs/>
          <w:color w:val="00A6A3"/>
          <w:sz w:val="24"/>
          <w:szCs w:val="24"/>
        </w:rPr>
      </w:pPr>
      <w:bookmarkStart w:id="49" w:name="_Toc204704168"/>
      <w:r w:rsidRPr="00C26722">
        <w:rPr>
          <w:rFonts w:cs="Arial"/>
          <w:i/>
          <w:iCs/>
          <w:color w:val="00A6A3"/>
          <w:sz w:val="24"/>
          <w:szCs w:val="24"/>
        </w:rPr>
        <w:t>Article 1.2.4 – Prestations Supplémentaires Eventuelles (PSE)</w:t>
      </w:r>
      <w:bookmarkEnd w:id="47"/>
      <w:bookmarkEnd w:id="48"/>
      <w:bookmarkEnd w:id="49"/>
    </w:p>
    <w:p w14:paraId="4BCEED8D" w14:textId="77777777" w:rsidR="00B206C9" w:rsidRPr="00C26722" w:rsidRDefault="00072C1C" w:rsidP="00072C1C">
      <w:pPr>
        <w:pStyle w:val="Corpsdetexte"/>
        <w:rPr>
          <w:sz w:val="24"/>
          <w:szCs w:val="24"/>
        </w:rPr>
      </w:pPr>
      <w:r w:rsidRPr="00C26722">
        <w:rPr>
          <w:sz w:val="24"/>
          <w:szCs w:val="24"/>
        </w:rPr>
        <w:t xml:space="preserve">INRAE se réserve le droit de commander ou non, lors de la signature du contrat, des prestations supplémentaires en rapport direct avec l’objet du marché. </w:t>
      </w:r>
    </w:p>
    <w:p w14:paraId="22229892" w14:textId="77777777" w:rsidR="00EF7869" w:rsidRPr="00C26722" w:rsidRDefault="00EF7869" w:rsidP="00EF7869">
      <w:pPr>
        <w:pStyle w:val="Corpsdetexte"/>
        <w:rPr>
          <w:sz w:val="24"/>
          <w:szCs w:val="24"/>
        </w:rPr>
      </w:pPr>
      <w:r w:rsidRPr="00C26722">
        <w:rPr>
          <w:sz w:val="24"/>
          <w:szCs w:val="24"/>
        </w:rPr>
        <w:t xml:space="preserve">Les PSE « facultatives » sont les suivantes : </w:t>
      </w:r>
    </w:p>
    <w:p w14:paraId="028B7D82" w14:textId="5A493060" w:rsidR="000C38BD" w:rsidRPr="00C26722" w:rsidRDefault="007F798C" w:rsidP="000C38BD">
      <w:pPr>
        <w:pStyle w:val="Corpsdetexte"/>
        <w:ind w:left="1134" w:hanging="283"/>
        <w:rPr>
          <w:sz w:val="24"/>
          <w:szCs w:val="24"/>
        </w:rPr>
      </w:pPr>
      <w:r w:rsidRPr="00C26722">
        <w:rPr>
          <w:sz w:val="24"/>
          <w:szCs w:val="24"/>
        </w:rPr>
        <w:sym w:font="Wingdings" w:char="F0A8"/>
      </w:r>
      <w:r w:rsidRPr="00C26722">
        <w:rPr>
          <w:sz w:val="24"/>
          <w:szCs w:val="24"/>
        </w:rPr>
        <w:t xml:space="preserve"> PSE 1 </w:t>
      </w:r>
      <w:r w:rsidR="00050D7B" w:rsidRPr="00C26722">
        <w:rPr>
          <w:sz w:val="24"/>
          <w:szCs w:val="24"/>
        </w:rPr>
        <w:t>Souscription à une extension de garantie d</w:t>
      </w:r>
      <w:r w:rsidR="00A0549E" w:rsidRPr="00C26722">
        <w:rPr>
          <w:sz w:val="24"/>
          <w:szCs w:val="24"/>
        </w:rPr>
        <w:t>’un</w:t>
      </w:r>
      <w:r w:rsidR="00050D7B" w:rsidRPr="00C26722">
        <w:rPr>
          <w:sz w:val="24"/>
          <w:szCs w:val="24"/>
        </w:rPr>
        <w:t xml:space="preserve"> an</w:t>
      </w:r>
    </w:p>
    <w:p w14:paraId="15564564" w14:textId="44D1B8A1" w:rsidR="00EF7869" w:rsidRPr="00C26722" w:rsidRDefault="00EF7869" w:rsidP="000C38BD">
      <w:pPr>
        <w:pStyle w:val="Corpsdetexte"/>
        <w:ind w:left="1134" w:hanging="283"/>
        <w:rPr>
          <w:sz w:val="24"/>
          <w:szCs w:val="24"/>
        </w:rPr>
      </w:pPr>
      <w:r w:rsidRPr="00C26722">
        <w:rPr>
          <w:sz w:val="24"/>
          <w:szCs w:val="24"/>
        </w:rPr>
        <w:sym w:font="Wingdings" w:char="F0A8"/>
      </w:r>
      <w:r w:rsidRPr="00C26722">
        <w:rPr>
          <w:sz w:val="24"/>
          <w:szCs w:val="24"/>
        </w:rPr>
        <w:t xml:space="preserve"> PSE </w:t>
      </w:r>
      <w:r w:rsidR="000C38BD" w:rsidRPr="00C26722">
        <w:rPr>
          <w:sz w:val="24"/>
          <w:szCs w:val="24"/>
        </w:rPr>
        <w:t>2</w:t>
      </w:r>
      <w:r w:rsidRPr="00C26722">
        <w:rPr>
          <w:sz w:val="24"/>
          <w:szCs w:val="24"/>
        </w:rPr>
        <w:t xml:space="preserve"> : Souscription à une extension de garantie de </w:t>
      </w:r>
      <w:r w:rsidR="00A0549E" w:rsidRPr="00C26722">
        <w:rPr>
          <w:sz w:val="24"/>
          <w:szCs w:val="24"/>
        </w:rPr>
        <w:t>deux</w:t>
      </w:r>
      <w:r w:rsidRPr="00C26722">
        <w:rPr>
          <w:sz w:val="24"/>
          <w:szCs w:val="24"/>
        </w:rPr>
        <w:t xml:space="preserve"> ans </w:t>
      </w:r>
    </w:p>
    <w:p w14:paraId="0070A784" w14:textId="77777777" w:rsidR="007341C3" w:rsidRPr="00C26722" w:rsidRDefault="007341C3" w:rsidP="00611445">
      <w:pPr>
        <w:pStyle w:val="Corpsdetexte"/>
        <w:ind w:left="2160"/>
        <w:rPr>
          <w:color w:val="E36C0A" w:themeColor="accent6" w:themeShade="BF"/>
          <w:sz w:val="24"/>
          <w:szCs w:val="24"/>
        </w:rPr>
      </w:pPr>
    </w:p>
    <w:p w14:paraId="7CD723F4" w14:textId="77777777" w:rsidR="00042D7D" w:rsidRPr="00C26722" w:rsidRDefault="00042D7D" w:rsidP="00042D7D">
      <w:pPr>
        <w:keepNext/>
        <w:spacing w:before="240" w:after="60"/>
        <w:ind w:firstLine="1560"/>
        <w:outlineLvl w:val="1"/>
        <w:rPr>
          <w:rFonts w:cs="Arial"/>
          <w:i/>
          <w:iCs/>
          <w:color w:val="00A6A3"/>
          <w:sz w:val="24"/>
          <w:szCs w:val="24"/>
        </w:rPr>
      </w:pPr>
      <w:bookmarkStart w:id="50" w:name="_Toc34900479"/>
      <w:bookmarkStart w:id="51" w:name="_Toc41990844"/>
      <w:bookmarkStart w:id="52" w:name="_Toc204704169"/>
      <w:r w:rsidRPr="00C26722">
        <w:rPr>
          <w:rFonts w:cs="Arial"/>
          <w:i/>
          <w:iCs/>
          <w:color w:val="00A6A3"/>
          <w:sz w:val="24"/>
          <w:szCs w:val="24"/>
        </w:rPr>
        <w:t>Article 1.2.5 - Variantes</w:t>
      </w:r>
      <w:bookmarkEnd w:id="50"/>
      <w:bookmarkEnd w:id="51"/>
      <w:bookmarkEnd w:id="52"/>
    </w:p>
    <w:p w14:paraId="648B3FE6" w14:textId="77777777" w:rsidR="00042D7D" w:rsidRPr="00C26722" w:rsidRDefault="00042D7D" w:rsidP="00042D7D">
      <w:pPr>
        <w:keepNext/>
        <w:spacing w:before="240" w:after="60"/>
        <w:outlineLvl w:val="1"/>
        <w:rPr>
          <w:rFonts w:cs="Arial"/>
          <w:iCs/>
          <w:sz w:val="24"/>
          <w:szCs w:val="24"/>
        </w:rPr>
      </w:pPr>
      <w:bookmarkStart w:id="53" w:name="_Toc34900480"/>
      <w:bookmarkStart w:id="54" w:name="_Toc38967291"/>
      <w:bookmarkStart w:id="55" w:name="_Toc39657589"/>
      <w:bookmarkStart w:id="56" w:name="_Toc41990845"/>
      <w:bookmarkStart w:id="57" w:name="_Toc87260671"/>
      <w:bookmarkStart w:id="58" w:name="_Toc87279190"/>
      <w:bookmarkStart w:id="59" w:name="_Toc87369907"/>
      <w:bookmarkStart w:id="60" w:name="_Toc87870638"/>
      <w:bookmarkStart w:id="61" w:name="_Toc88213011"/>
      <w:bookmarkStart w:id="62" w:name="_Toc89357113"/>
      <w:bookmarkStart w:id="63" w:name="_Toc89686462"/>
      <w:bookmarkStart w:id="64" w:name="_Toc97131976"/>
      <w:bookmarkStart w:id="65" w:name="_Toc97644144"/>
      <w:bookmarkStart w:id="66" w:name="_Toc135996148"/>
      <w:bookmarkStart w:id="67" w:name="_Toc163483213"/>
      <w:bookmarkStart w:id="68" w:name="_Toc204703925"/>
      <w:bookmarkStart w:id="69" w:name="_Toc204704170"/>
      <w:r w:rsidRPr="00C26722">
        <w:rPr>
          <w:rFonts w:cs="Arial"/>
          <w:iCs/>
          <w:sz w:val="24"/>
          <w:szCs w:val="24"/>
        </w:rPr>
        <w:t>Les variantes ne sont pas autorisées. Les soumissionnaires doivent obligatoirement présenter une offre entièrement conforme au dossier de consultation.</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70EACA15" w14:textId="77777777" w:rsidR="00042D7D" w:rsidRPr="00C26722" w:rsidRDefault="00042D7D" w:rsidP="00F25A37">
      <w:pPr>
        <w:pStyle w:val="Titre2"/>
        <w:rPr>
          <w:rFonts w:ascii="AvenirNext LT Pro Cn" w:hAnsi="AvenirNext LT Pro Cn"/>
          <w:sz w:val="24"/>
          <w:szCs w:val="24"/>
        </w:rPr>
      </w:pPr>
      <w:bookmarkStart w:id="70" w:name="_Toc41990846"/>
      <w:bookmarkStart w:id="71" w:name="_Toc204704171"/>
      <w:bookmarkStart w:id="72" w:name="_Toc34900481"/>
      <w:r w:rsidRPr="00C26722">
        <w:rPr>
          <w:rFonts w:ascii="AvenirNext LT Pro Cn" w:hAnsi="AvenirNext LT Pro Cn"/>
          <w:sz w:val="24"/>
          <w:szCs w:val="24"/>
        </w:rPr>
        <w:t>1.3. – Forme</w:t>
      </w:r>
      <w:bookmarkEnd w:id="70"/>
      <w:bookmarkEnd w:id="71"/>
      <w:r w:rsidRPr="00C26722">
        <w:rPr>
          <w:rFonts w:ascii="AvenirNext LT Pro Cn" w:hAnsi="AvenirNext LT Pro Cn"/>
          <w:sz w:val="24"/>
          <w:szCs w:val="24"/>
        </w:rPr>
        <w:t xml:space="preserve"> </w:t>
      </w:r>
      <w:bookmarkEnd w:id="72"/>
    </w:p>
    <w:p w14:paraId="7A577E76" w14:textId="267B17C3" w:rsidR="00072C1C" w:rsidRPr="00C26722" w:rsidRDefault="00D74584" w:rsidP="00072C1C">
      <w:pPr>
        <w:rPr>
          <w:sz w:val="24"/>
          <w:szCs w:val="24"/>
        </w:rPr>
      </w:pPr>
      <w:r w:rsidRPr="00C26722">
        <w:rPr>
          <w:sz w:val="24"/>
          <w:szCs w:val="24"/>
        </w:rPr>
        <w:t>Le marché est un marché ordinaire.</w:t>
      </w:r>
    </w:p>
    <w:p w14:paraId="099B785F" w14:textId="77777777" w:rsidR="00042D7D" w:rsidRPr="00C26722" w:rsidRDefault="00042D7D" w:rsidP="00F25A37">
      <w:pPr>
        <w:pStyle w:val="Titre2"/>
        <w:rPr>
          <w:rFonts w:ascii="AvenirNext LT Pro Cn" w:hAnsi="AvenirNext LT Pro Cn"/>
          <w:sz w:val="24"/>
          <w:szCs w:val="24"/>
        </w:rPr>
      </w:pPr>
      <w:bookmarkStart w:id="73" w:name="_Toc532666543"/>
      <w:bookmarkStart w:id="74" w:name="_Toc34900482"/>
      <w:bookmarkStart w:id="75" w:name="_Toc41990847"/>
      <w:bookmarkStart w:id="76" w:name="_Toc204704172"/>
      <w:r w:rsidRPr="00C26722">
        <w:rPr>
          <w:rFonts w:ascii="AvenirNext LT Pro Cn" w:hAnsi="AvenirNext LT Pro Cn"/>
          <w:sz w:val="24"/>
          <w:szCs w:val="24"/>
        </w:rPr>
        <w:t xml:space="preserve">1.4. – </w:t>
      </w:r>
      <w:bookmarkEnd w:id="73"/>
      <w:bookmarkEnd w:id="74"/>
      <w:bookmarkEnd w:id="75"/>
      <w:r w:rsidR="00E87CDD" w:rsidRPr="00C26722">
        <w:rPr>
          <w:rFonts w:ascii="AvenirNext LT Pro Cn" w:hAnsi="AvenirNext LT Pro Cn"/>
          <w:sz w:val="24"/>
          <w:szCs w:val="24"/>
        </w:rPr>
        <w:t>Modifications du marché</w:t>
      </w:r>
      <w:bookmarkEnd w:id="76"/>
    </w:p>
    <w:p w14:paraId="2C657F99" w14:textId="77777777" w:rsidR="00042D7D" w:rsidRPr="00C26722" w:rsidRDefault="00042D7D" w:rsidP="00042D7D">
      <w:pPr>
        <w:rPr>
          <w:rFonts w:cs="Arial"/>
          <w:sz w:val="24"/>
          <w:szCs w:val="24"/>
        </w:rPr>
      </w:pPr>
      <w:r w:rsidRPr="00C26722">
        <w:rPr>
          <w:rFonts w:cs="Arial"/>
          <w:sz w:val="24"/>
          <w:szCs w:val="24"/>
        </w:rPr>
        <w:t xml:space="preserve">Le marché prévoit que le contrat puisse être modifié, conformément aux articles R2194-1 à R2194-9 du </w:t>
      </w:r>
      <w:r w:rsidR="00065251" w:rsidRPr="00C26722">
        <w:rPr>
          <w:rFonts w:cs="Arial"/>
          <w:sz w:val="24"/>
          <w:szCs w:val="24"/>
        </w:rPr>
        <w:t>c</w:t>
      </w:r>
      <w:r w:rsidRPr="00C26722">
        <w:rPr>
          <w:rFonts w:cs="Arial"/>
          <w:sz w:val="24"/>
          <w:szCs w:val="24"/>
        </w:rPr>
        <w:t>ode de la commande publique.</w:t>
      </w:r>
    </w:p>
    <w:p w14:paraId="08B0E5ED" w14:textId="77777777" w:rsidR="00B3398C" w:rsidRPr="00C26722" w:rsidRDefault="00B3398C" w:rsidP="003F4F96">
      <w:pPr>
        <w:pStyle w:val="Titre1"/>
        <w:spacing w:before="360" w:after="240"/>
        <w:ind w:left="357" w:hanging="357"/>
        <w:rPr>
          <w:rFonts w:ascii="AvenirNext LT Pro Cn" w:hAnsi="AvenirNext LT Pro Cn"/>
          <w:i/>
          <w:iCs/>
          <w:sz w:val="24"/>
          <w:szCs w:val="24"/>
        </w:rPr>
      </w:pPr>
      <w:bookmarkStart w:id="77" w:name="_Toc204704173"/>
      <w:r w:rsidRPr="00C26722">
        <w:rPr>
          <w:rFonts w:ascii="AvenirNext LT Pro Cn" w:hAnsi="AvenirNext LT Pro Cn"/>
          <w:sz w:val="24"/>
          <w:szCs w:val="24"/>
        </w:rPr>
        <w:t>PIÈCES CONTRACTUELLES DU MARCHÉ</w:t>
      </w:r>
      <w:bookmarkEnd w:id="77"/>
    </w:p>
    <w:p w14:paraId="057160B6" w14:textId="77777777" w:rsidR="00042D7D" w:rsidRPr="00C26722" w:rsidRDefault="00042D7D" w:rsidP="00042D7D">
      <w:pPr>
        <w:rPr>
          <w:sz w:val="24"/>
          <w:szCs w:val="24"/>
        </w:rPr>
      </w:pPr>
      <w:r w:rsidRPr="00C26722">
        <w:rPr>
          <w:sz w:val="24"/>
          <w:szCs w:val="24"/>
        </w:rPr>
        <w:t>Par dérogation à l’article 4.1 du CCAG-FCS, les pièces constitutives du présent marché sont les suivantes, par ordre décroissant de priorité :</w:t>
      </w:r>
    </w:p>
    <w:p w14:paraId="6997CEA7" w14:textId="77777777" w:rsidR="00042D7D" w:rsidRPr="00C26722" w:rsidRDefault="00042D7D" w:rsidP="00F25A37">
      <w:pPr>
        <w:pStyle w:val="Titre2"/>
        <w:rPr>
          <w:rFonts w:ascii="AvenirNext LT Pro Cn" w:hAnsi="AvenirNext LT Pro Cn"/>
          <w:sz w:val="24"/>
          <w:szCs w:val="24"/>
        </w:rPr>
      </w:pPr>
      <w:bookmarkStart w:id="78" w:name="_Toc41990851"/>
      <w:bookmarkStart w:id="79" w:name="_Toc204704174"/>
      <w:r w:rsidRPr="00C26722">
        <w:rPr>
          <w:rFonts w:ascii="AvenirNext LT Pro Cn" w:hAnsi="AvenirNext LT Pro Cn"/>
          <w:sz w:val="24"/>
          <w:szCs w:val="24"/>
        </w:rPr>
        <w:t>2.1 – Pièces particulières</w:t>
      </w:r>
      <w:bookmarkEnd w:id="78"/>
      <w:bookmarkEnd w:id="79"/>
    </w:p>
    <w:p w14:paraId="7FDFC0C5" w14:textId="77777777" w:rsidR="00042D7D" w:rsidRPr="00C26722" w:rsidRDefault="00072C1C" w:rsidP="00626EDC">
      <w:pPr>
        <w:pStyle w:val="Paragraphedeliste"/>
        <w:numPr>
          <w:ilvl w:val="0"/>
          <w:numId w:val="3"/>
        </w:numPr>
        <w:autoSpaceDE w:val="0"/>
        <w:autoSpaceDN w:val="0"/>
        <w:adjustRightInd w:val="0"/>
        <w:spacing w:before="0" w:after="0"/>
        <w:rPr>
          <w:rFonts w:eastAsia="Times New Roman" w:cs="Times-Roman"/>
          <w:color w:val="2C2A2A"/>
          <w:sz w:val="24"/>
          <w:szCs w:val="24"/>
          <w:lang w:eastAsia="fr-FR"/>
        </w:rPr>
      </w:pPr>
      <w:r w:rsidRPr="00C26722">
        <w:rPr>
          <w:sz w:val="24"/>
          <w:szCs w:val="24"/>
        </w:rPr>
        <w:t xml:space="preserve">Le présent </w:t>
      </w:r>
      <w:r w:rsidR="00065251" w:rsidRPr="00C26722">
        <w:rPr>
          <w:sz w:val="24"/>
          <w:szCs w:val="24"/>
        </w:rPr>
        <w:t>a</w:t>
      </w:r>
      <w:r w:rsidRPr="00C26722">
        <w:rPr>
          <w:sz w:val="24"/>
          <w:szCs w:val="24"/>
        </w:rPr>
        <w:t>cte d’</w:t>
      </w:r>
      <w:r w:rsidR="00065251" w:rsidRPr="00C26722">
        <w:rPr>
          <w:sz w:val="24"/>
          <w:szCs w:val="24"/>
        </w:rPr>
        <w:t>e</w:t>
      </w:r>
      <w:r w:rsidRPr="00C26722">
        <w:rPr>
          <w:sz w:val="24"/>
          <w:szCs w:val="24"/>
        </w:rPr>
        <w:t xml:space="preserve">ngagement valant </w:t>
      </w:r>
      <w:r w:rsidR="00065251" w:rsidRPr="00C26722">
        <w:rPr>
          <w:sz w:val="24"/>
          <w:szCs w:val="24"/>
        </w:rPr>
        <w:t>c</w:t>
      </w:r>
      <w:r w:rsidRPr="00C26722">
        <w:rPr>
          <w:sz w:val="24"/>
          <w:szCs w:val="24"/>
        </w:rPr>
        <w:t xml:space="preserve">ahier des </w:t>
      </w:r>
      <w:r w:rsidR="00065251" w:rsidRPr="00C26722">
        <w:rPr>
          <w:sz w:val="24"/>
          <w:szCs w:val="24"/>
        </w:rPr>
        <w:t>c</w:t>
      </w:r>
      <w:r w:rsidRPr="00C26722">
        <w:rPr>
          <w:sz w:val="24"/>
          <w:szCs w:val="24"/>
        </w:rPr>
        <w:t xml:space="preserve">lauses </w:t>
      </w:r>
      <w:r w:rsidR="00065251" w:rsidRPr="00C26722">
        <w:rPr>
          <w:sz w:val="24"/>
          <w:szCs w:val="24"/>
        </w:rPr>
        <w:t>p</w:t>
      </w:r>
      <w:r w:rsidRPr="00C26722">
        <w:rPr>
          <w:sz w:val="24"/>
          <w:szCs w:val="24"/>
        </w:rPr>
        <w:t>articulières du marché</w:t>
      </w:r>
      <w:r w:rsidR="00FF727D" w:rsidRPr="00C26722">
        <w:rPr>
          <w:sz w:val="24"/>
          <w:szCs w:val="24"/>
        </w:rPr>
        <w:t xml:space="preserve"> (AECCP) </w:t>
      </w:r>
      <w:r w:rsidRPr="00C26722">
        <w:rPr>
          <w:sz w:val="24"/>
          <w:szCs w:val="24"/>
        </w:rPr>
        <w:t>et ses éventuelles annexes, dans la version résultant des dernières modifications éventuelles, opérées par avenant. (</w:t>
      </w:r>
      <w:r w:rsidR="00042D7D" w:rsidRPr="00C26722">
        <w:rPr>
          <w:sz w:val="24"/>
          <w:szCs w:val="24"/>
        </w:rPr>
        <w:t>Par dérogation à l’article 4.2.1 du CCAG-FCS, il est précisé que seule une copie de l’acte d’engagement est notifiée au titulaire du marché</w:t>
      </w:r>
      <w:r w:rsidRPr="00C26722">
        <w:rPr>
          <w:sz w:val="24"/>
          <w:szCs w:val="24"/>
        </w:rPr>
        <w:t>).</w:t>
      </w:r>
      <w:r w:rsidR="00042D7D" w:rsidRPr="00C26722">
        <w:rPr>
          <w:sz w:val="24"/>
          <w:szCs w:val="24"/>
        </w:rPr>
        <w:t xml:space="preserve"> </w:t>
      </w:r>
    </w:p>
    <w:p w14:paraId="45F3392E" w14:textId="77777777" w:rsidR="00042D7D" w:rsidRPr="00C26722" w:rsidRDefault="00042D7D" w:rsidP="00626EDC">
      <w:pPr>
        <w:pStyle w:val="Paragraphedeliste"/>
        <w:numPr>
          <w:ilvl w:val="0"/>
          <w:numId w:val="5"/>
        </w:numPr>
        <w:spacing w:after="0"/>
        <w:ind w:left="714" w:hanging="357"/>
        <w:rPr>
          <w:sz w:val="24"/>
          <w:szCs w:val="24"/>
        </w:rPr>
      </w:pPr>
      <w:r w:rsidRPr="00C26722">
        <w:rPr>
          <w:sz w:val="24"/>
          <w:szCs w:val="24"/>
        </w:rPr>
        <w:t>L’offre financière</w:t>
      </w:r>
      <w:r w:rsidR="00094D42" w:rsidRPr="00C26722">
        <w:rPr>
          <w:sz w:val="24"/>
          <w:szCs w:val="24"/>
        </w:rPr>
        <w:t xml:space="preserve"> et technique</w:t>
      </w:r>
      <w:r w:rsidRPr="00C26722">
        <w:rPr>
          <w:sz w:val="24"/>
          <w:szCs w:val="24"/>
        </w:rPr>
        <w:t xml:space="preserve"> du titulaire</w:t>
      </w:r>
      <w:r w:rsidR="00094D42" w:rsidRPr="00C26722">
        <w:rPr>
          <w:sz w:val="24"/>
          <w:szCs w:val="24"/>
        </w:rPr>
        <w:t xml:space="preserve">, complétée le cas échéant, par les documents transmis au cours des </w:t>
      </w:r>
      <w:r w:rsidR="00FF727D" w:rsidRPr="00C26722">
        <w:rPr>
          <w:sz w:val="24"/>
          <w:szCs w:val="24"/>
        </w:rPr>
        <w:t>négociations</w:t>
      </w:r>
    </w:p>
    <w:p w14:paraId="1EE57E0B" w14:textId="77777777" w:rsidR="00094D42" w:rsidRPr="00C26722" w:rsidRDefault="00094D42" w:rsidP="00094D42">
      <w:pPr>
        <w:pStyle w:val="Paragraphedeliste"/>
        <w:numPr>
          <w:ilvl w:val="0"/>
          <w:numId w:val="5"/>
        </w:numPr>
        <w:spacing w:after="0"/>
        <w:rPr>
          <w:sz w:val="24"/>
          <w:szCs w:val="24"/>
        </w:rPr>
      </w:pPr>
      <w:r w:rsidRPr="00C26722">
        <w:rPr>
          <w:sz w:val="24"/>
          <w:szCs w:val="24"/>
        </w:rPr>
        <w:t>Les actes spéciaux de sous-traitance et leurs modifications, postérieures à la notification du marché</w:t>
      </w:r>
    </w:p>
    <w:p w14:paraId="652127C9" w14:textId="77777777" w:rsidR="00042D7D" w:rsidRPr="00C26722" w:rsidRDefault="00042D7D" w:rsidP="00F25A37">
      <w:pPr>
        <w:pStyle w:val="Titre2"/>
        <w:rPr>
          <w:rFonts w:ascii="AvenirNext LT Pro Cn" w:hAnsi="AvenirNext LT Pro Cn"/>
          <w:sz w:val="24"/>
          <w:szCs w:val="24"/>
        </w:rPr>
      </w:pPr>
      <w:bookmarkStart w:id="80" w:name="_Toc41990852"/>
      <w:bookmarkStart w:id="81" w:name="_Toc204704175"/>
      <w:r w:rsidRPr="00C26722">
        <w:rPr>
          <w:rFonts w:ascii="AvenirNext LT Pro Cn" w:hAnsi="AvenirNext LT Pro Cn"/>
          <w:sz w:val="24"/>
          <w:szCs w:val="24"/>
        </w:rPr>
        <w:t>2.2 – Pièces générales</w:t>
      </w:r>
      <w:bookmarkEnd w:id="80"/>
      <w:bookmarkEnd w:id="81"/>
      <w:r w:rsidRPr="00C26722">
        <w:rPr>
          <w:rFonts w:ascii="AvenirNext LT Pro Cn" w:hAnsi="AvenirNext LT Pro Cn"/>
          <w:sz w:val="24"/>
          <w:szCs w:val="24"/>
        </w:rPr>
        <w:t xml:space="preserve"> </w:t>
      </w:r>
    </w:p>
    <w:p w14:paraId="44004846" w14:textId="77777777" w:rsidR="00042D7D" w:rsidRPr="00C26722" w:rsidRDefault="00042D7D" w:rsidP="00626EDC">
      <w:pPr>
        <w:pStyle w:val="Paragraphedeliste"/>
        <w:numPr>
          <w:ilvl w:val="0"/>
          <w:numId w:val="4"/>
        </w:numPr>
        <w:spacing w:before="240" w:after="0"/>
        <w:ind w:left="714" w:hanging="357"/>
        <w:rPr>
          <w:sz w:val="24"/>
          <w:szCs w:val="24"/>
        </w:rPr>
      </w:pPr>
      <w:r w:rsidRPr="00C26722">
        <w:rPr>
          <w:sz w:val="24"/>
          <w:szCs w:val="24"/>
        </w:rPr>
        <w:t xml:space="preserve">Le </w:t>
      </w:r>
      <w:r w:rsidR="00065251" w:rsidRPr="00C26722">
        <w:rPr>
          <w:sz w:val="24"/>
          <w:szCs w:val="24"/>
        </w:rPr>
        <w:t>c</w:t>
      </w:r>
      <w:r w:rsidRPr="00C26722">
        <w:rPr>
          <w:sz w:val="24"/>
          <w:szCs w:val="24"/>
        </w:rPr>
        <w:t xml:space="preserve">ahier des </w:t>
      </w:r>
      <w:r w:rsidR="00065251" w:rsidRPr="00C26722">
        <w:rPr>
          <w:sz w:val="24"/>
          <w:szCs w:val="24"/>
        </w:rPr>
        <w:t>c</w:t>
      </w:r>
      <w:r w:rsidRPr="00C26722">
        <w:rPr>
          <w:sz w:val="24"/>
          <w:szCs w:val="24"/>
        </w:rPr>
        <w:t xml:space="preserve">lauses </w:t>
      </w:r>
      <w:r w:rsidR="00065251" w:rsidRPr="00C26722">
        <w:rPr>
          <w:sz w:val="24"/>
          <w:szCs w:val="24"/>
        </w:rPr>
        <w:t>a</w:t>
      </w:r>
      <w:r w:rsidRPr="00C26722">
        <w:rPr>
          <w:sz w:val="24"/>
          <w:szCs w:val="24"/>
        </w:rPr>
        <w:t xml:space="preserve">dministratives </w:t>
      </w:r>
      <w:r w:rsidR="00065251" w:rsidRPr="00C26722">
        <w:rPr>
          <w:sz w:val="24"/>
          <w:szCs w:val="24"/>
        </w:rPr>
        <w:t>g</w:t>
      </w:r>
      <w:r w:rsidRPr="00C26722">
        <w:rPr>
          <w:sz w:val="24"/>
          <w:szCs w:val="24"/>
        </w:rPr>
        <w:t xml:space="preserve">énérales applicables aux marchés publics de </w:t>
      </w:r>
      <w:r w:rsidR="00065251" w:rsidRPr="00C26722">
        <w:rPr>
          <w:sz w:val="24"/>
          <w:szCs w:val="24"/>
        </w:rPr>
        <w:t>f</w:t>
      </w:r>
      <w:r w:rsidRPr="00C26722">
        <w:rPr>
          <w:sz w:val="24"/>
          <w:szCs w:val="24"/>
        </w:rPr>
        <w:t xml:space="preserve">ournitures </w:t>
      </w:r>
      <w:r w:rsidR="00065251" w:rsidRPr="00C26722">
        <w:rPr>
          <w:sz w:val="24"/>
          <w:szCs w:val="24"/>
        </w:rPr>
        <w:t>c</w:t>
      </w:r>
      <w:r w:rsidRPr="00C26722">
        <w:rPr>
          <w:sz w:val="24"/>
          <w:szCs w:val="24"/>
        </w:rPr>
        <w:t xml:space="preserve">ourantes et de </w:t>
      </w:r>
      <w:r w:rsidR="00065251" w:rsidRPr="00C26722">
        <w:rPr>
          <w:sz w:val="24"/>
          <w:szCs w:val="24"/>
        </w:rPr>
        <w:t>s</w:t>
      </w:r>
      <w:r w:rsidRPr="00C26722">
        <w:rPr>
          <w:sz w:val="24"/>
          <w:szCs w:val="24"/>
        </w:rPr>
        <w:t>ervices (CCAG—FCS) approuvé par l’arrêté du</w:t>
      </w:r>
      <w:r w:rsidR="00AB563A" w:rsidRPr="00C26722">
        <w:rPr>
          <w:sz w:val="24"/>
          <w:szCs w:val="24"/>
        </w:rPr>
        <w:t> </w:t>
      </w:r>
      <w:r w:rsidR="00B07A17" w:rsidRPr="00C26722">
        <w:rPr>
          <w:sz w:val="24"/>
          <w:szCs w:val="24"/>
        </w:rPr>
        <w:t>30 mars 2021</w:t>
      </w:r>
      <w:r w:rsidR="001A72C8" w:rsidRPr="00C26722">
        <w:rPr>
          <w:sz w:val="24"/>
          <w:szCs w:val="24"/>
        </w:rPr>
        <w:t xml:space="preserve"> </w:t>
      </w:r>
      <w:r w:rsidR="00B07A17" w:rsidRPr="00C26722">
        <w:rPr>
          <w:sz w:val="24"/>
          <w:szCs w:val="24"/>
        </w:rPr>
        <w:t>portant approbation du cahier des clauses administratives générales des marchés publics de fournitures courantes et de services</w:t>
      </w:r>
      <w:r w:rsidR="00587408" w:rsidRPr="00C26722">
        <w:rPr>
          <w:sz w:val="24"/>
          <w:szCs w:val="24"/>
        </w:rPr>
        <w:t xml:space="preserve"> et modifié par l’arrêté du 30 septembre 2021</w:t>
      </w:r>
      <w:r w:rsidR="001051F5" w:rsidRPr="00C26722">
        <w:rPr>
          <w:sz w:val="24"/>
          <w:szCs w:val="24"/>
        </w:rPr>
        <w:t>.</w:t>
      </w:r>
    </w:p>
    <w:p w14:paraId="59E181BD" w14:textId="072F3D55" w:rsidR="00042D7D" w:rsidRPr="00C26722" w:rsidRDefault="00042D7D" w:rsidP="00626EDC">
      <w:pPr>
        <w:pStyle w:val="Paragraphedeliste"/>
        <w:numPr>
          <w:ilvl w:val="0"/>
          <w:numId w:val="4"/>
        </w:numPr>
        <w:spacing w:after="0"/>
        <w:rPr>
          <w:sz w:val="24"/>
          <w:szCs w:val="24"/>
        </w:rPr>
      </w:pPr>
      <w:r w:rsidRPr="00C26722">
        <w:rPr>
          <w:sz w:val="24"/>
          <w:szCs w:val="24"/>
        </w:rPr>
        <w:t>Les normes et règlements nationaux, européens et internationaux en vigueur, relatifs au domaine objet du marché.</w:t>
      </w:r>
    </w:p>
    <w:p w14:paraId="3A509682" w14:textId="087580CE" w:rsidR="00A26305" w:rsidRPr="00C26722" w:rsidRDefault="00A26305" w:rsidP="00A26305">
      <w:pPr>
        <w:spacing w:after="0"/>
        <w:rPr>
          <w:sz w:val="24"/>
          <w:szCs w:val="24"/>
        </w:rPr>
      </w:pPr>
    </w:p>
    <w:p w14:paraId="3A027D08" w14:textId="77777777" w:rsidR="00A26305" w:rsidRPr="00C26722" w:rsidRDefault="00A26305" w:rsidP="00A26305">
      <w:pPr>
        <w:spacing w:after="0"/>
        <w:rPr>
          <w:sz w:val="24"/>
          <w:szCs w:val="24"/>
          <w:u w:val="single"/>
        </w:rPr>
      </w:pPr>
      <w:r w:rsidRPr="00C26722">
        <w:rPr>
          <w:sz w:val="24"/>
          <w:szCs w:val="24"/>
        </w:rPr>
        <w:t xml:space="preserve">Toute clause, portée dans le(s) catalogue(s), tarif(s), offre du titulaire ou documentation quelconque et contraire aux dispositions des pièces contractuelles énumérées ci-avant, est réputée non écrite. </w:t>
      </w:r>
      <w:r w:rsidRPr="00C26722">
        <w:rPr>
          <w:sz w:val="24"/>
          <w:szCs w:val="24"/>
          <w:u w:val="single"/>
        </w:rPr>
        <w:t>Les conditions générales de vente du titulaire sont concernées par cette disposition.</w:t>
      </w:r>
    </w:p>
    <w:p w14:paraId="1EDB1D07" w14:textId="77777777" w:rsidR="00A26305" w:rsidRPr="00C26722" w:rsidRDefault="00A26305" w:rsidP="00A26305">
      <w:pPr>
        <w:spacing w:after="0"/>
        <w:rPr>
          <w:sz w:val="24"/>
          <w:szCs w:val="24"/>
        </w:rPr>
      </w:pPr>
    </w:p>
    <w:p w14:paraId="3B3B2779" w14:textId="77777777" w:rsidR="00B3398C" w:rsidRPr="00C26722" w:rsidRDefault="00B3398C" w:rsidP="008630D8">
      <w:pPr>
        <w:pStyle w:val="Titre1"/>
        <w:rPr>
          <w:rFonts w:ascii="AvenirNext LT Pro Cn" w:hAnsi="AvenirNext LT Pro Cn"/>
          <w:i/>
          <w:iCs/>
          <w:color w:val="C00000"/>
          <w:sz w:val="24"/>
          <w:szCs w:val="24"/>
        </w:rPr>
      </w:pPr>
      <w:bookmarkStart w:id="82" w:name="_Toc204704176"/>
      <w:r w:rsidRPr="00C26722">
        <w:rPr>
          <w:rFonts w:ascii="AvenirNext LT Pro Cn" w:hAnsi="AvenirNext LT Pro Cn"/>
          <w:sz w:val="24"/>
          <w:szCs w:val="24"/>
        </w:rPr>
        <w:t>CONTENU DES PRESTATIONS</w:t>
      </w:r>
      <w:bookmarkEnd w:id="82"/>
      <w:r w:rsidRPr="00C26722">
        <w:rPr>
          <w:rFonts w:ascii="AvenirNext LT Pro Cn" w:hAnsi="AvenirNext LT Pro Cn"/>
          <w:sz w:val="24"/>
          <w:szCs w:val="24"/>
        </w:rPr>
        <w:t xml:space="preserve"> </w:t>
      </w:r>
    </w:p>
    <w:p w14:paraId="4AA3A9FE" w14:textId="65F42FBF" w:rsidR="009D115A" w:rsidRPr="00C26722" w:rsidRDefault="009D115A" w:rsidP="00F25A37">
      <w:pPr>
        <w:pStyle w:val="Titre2"/>
        <w:rPr>
          <w:rFonts w:ascii="AvenirNext LT Pro Cn" w:hAnsi="AvenirNext LT Pro Cn"/>
          <w:sz w:val="24"/>
          <w:szCs w:val="24"/>
        </w:rPr>
      </w:pPr>
      <w:bookmarkStart w:id="83" w:name="_Toc204704177"/>
      <w:r w:rsidRPr="00C26722">
        <w:rPr>
          <w:rFonts w:ascii="AvenirNext LT Pro Cn" w:hAnsi="AvenirNext LT Pro Cn"/>
          <w:sz w:val="24"/>
          <w:szCs w:val="24"/>
        </w:rPr>
        <w:t>– Performances techniques - Normes</w:t>
      </w:r>
      <w:bookmarkEnd w:id="83"/>
    </w:p>
    <w:p w14:paraId="605182F9" w14:textId="0245C0BD" w:rsidR="009D115A" w:rsidRPr="00C26722" w:rsidRDefault="009D115A" w:rsidP="008630D8">
      <w:pPr>
        <w:rPr>
          <w:color w:val="E36C0A" w:themeColor="accent6" w:themeShade="BF"/>
          <w:sz w:val="24"/>
          <w:szCs w:val="24"/>
        </w:rPr>
      </w:pPr>
      <w:r w:rsidRPr="00C26722">
        <w:rPr>
          <w:sz w:val="24"/>
          <w:szCs w:val="24"/>
        </w:rPr>
        <w:t xml:space="preserve">L’équipement proposé doit être conforme aux normes européennes en vigueur. </w:t>
      </w:r>
    </w:p>
    <w:p w14:paraId="42BCA662" w14:textId="097297C8" w:rsidR="009D115A" w:rsidRPr="00C26722" w:rsidRDefault="009D115A" w:rsidP="008630D8">
      <w:pPr>
        <w:rPr>
          <w:sz w:val="24"/>
          <w:szCs w:val="24"/>
        </w:rPr>
      </w:pPr>
      <w:r w:rsidRPr="00C26722">
        <w:rPr>
          <w:sz w:val="24"/>
          <w:szCs w:val="24"/>
        </w:rPr>
        <w:t>La combinaison des principales caractéristiques de l’équipement doit satisfaire aux contraintes expérimentales du programme scientifique et assurer sa compatibilité avec l’environnement instrumental existant.</w:t>
      </w:r>
    </w:p>
    <w:p w14:paraId="0C358FD4" w14:textId="711CECFD" w:rsidR="009D115A" w:rsidRPr="00C26722" w:rsidRDefault="009D115A" w:rsidP="008630D8">
      <w:pPr>
        <w:rPr>
          <w:sz w:val="24"/>
          <w:szCs w:val="24"/>
        </w:rPr>
      </w:pPr>
      <w:r w:rsidRPr="00C26722">
        <w:rPr>
          <w:sz w:val="24"/>
          <w:szCs w:val="24"/>
        </w:rPr>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197DBC36" w14:textId="77777777" w:rsidR="00AB563A" w:rsidRPr="00C26722" w:rsidRDefault="00AB563A" w:rsidP="00F25A37">
      <w:pPr>
        <w:pStyle w:val="Titre2"/>
        <w:rPr>
          <w:rFonts w:ascii="AvenirNext LT Pro Cn" w:hAnsi="AvenirNext LT Pro Cn"/>
          <w:sz w:val="24"/>
          <w:szCs w:val="24"/>
        </w:rPr>
      </w:pPr>
      <w:bookmarkStart w:id="84" w:name="_Toc41990858"/>
      <w:bookmarkStart w:id="85" w:name="_Toc204704178"/>
      <w:r w:rsidRPr="00C26722">
        <w:rPr>
          <w:rFonts w:ascii="AvenirNext LT Pro Cn" w:hAnsi="AvenirNext LT Pro Cn"/>
          <w:sz w:val="24"/>
          <w:szCs w:val="24"/>
        </w:rPr>
        <w:t>– Spécifications techniques</w:t>
      </w:r>
      <w:bookmarkEnd w:id="84"/>
      <w:bookmarkEnd w:id="85"/>
    </w:p>
    <w:p w14:paraId="294EBD6F" w14:textId="77777777" w:rsidR="00580E0F" w:rsidRPr="00C26722" w:rsidRDefault="001979C9" w:rsidP="00EB697A">
      <w:pPr>
        <w:rPr>
          <w:sz w:val="24"/>
          <w:szCs w:val="24"/>
        </w:rPr>
      </w:pPr>
      <w:r w:rsidRPr="00C26722">
        <w:rPr>
          <w:sz w:val="24"/>
          <w:szCs w:val="24"/>
        </w:rPr>
        <w:t xml:space="preserve">Le marché concerne un équipement de manipulation de liquide en micro- et nano-volumes pour un usage en biologie moléculaire. </w:t>
      </w:r>
    </w:p>
    <w:p w14:paraId="67CED677" w14:textId="77777777" w:rsidR="00580E0F" w:rsidRPr="00C26722" w:rsidRDefault="001979C9" w:rsidP="00EB697A">
      <w:pPr>
        <w:rPr>
          <w:sz w:val="24"/>
          <w:szCs w:val="24"/>
        </w:rPr>
      </w:pPr>
      <w:r w:rsidRPr="00C26722">
        <w:rPr>
          <w:sz w:val="24"/>
          <w:szCs w:val="24"/>
        </w:rPr>
        <w:t>Cet équipement doit permettre la manipulation de volumes inférieurs à 100 nanolitres</w:t>
      </w:r>
      <w:r w:rsidR="00580E0F" w:rsidRPr="00C26722">
        <w:rPr>
          <w:sz w:val="24"/>
          <w:szCs w:val="24"/>
        </w:rPr>
        <w:t xml:space="preserve"> pour une gamme de liquides utilisés en biologie moléculaire. </w:t>
      </w:r>
    </w:p>
    <w:p w14:paraId="63061809" w14:textId="4FEE7CC3" w:rsidR="00580E0F" w:rsidRPr="00C26722" w:rsidRDefault="00580E0F" w:rsidP="00EB697A">
      <w:pPr>
        <w:rPr>
          <w:sz w:val="24"/>
          <w:szCs w:val="24"/>
        </w:rPr>
      </w:pPr>
      <w:r w:rsidRPr="00C26722">
        <w:rPr>
          <w:sz w:val="24"/>
          <w:szCs w:val="24"/>
        </w:rPr>
        <w:t xml:space="preserve">Il devra notamment permettre la manipulation de liquides dont la viscosité peut aller jusqu’à au moins l’équivalent d’une solution aqueuse à 50% de glycérol à 20°C. </w:t>
      </w:r>
    </w:p>
    <w:p w14:paraId="3645F510" w14:textId="1F135C1C" w:rsidR="00580E0F" w:rsidRPr="00C26722" w:rsidRDefault="00580E0F" w:rsidP="00EB697A">
      <w:pPr>
        <w:rPr>
          <w:sz w:val="24"/>
          <w:szCs w:val="24"/>
        </w:rPr>
      </w:pPr>
      <w:r w:rsidRPr="00C26722">
        <w:rPr>
          <w:sz w:val="24"/>
          <w:szCs w:val="24"/>
        </w:rPr>
        <w:t>Cette manipulation de liquide se fera sans utilisation de cône ou de seringue à usage individuel et être compatible avec les formats de plaque 96 et 384 puits pour la réception des liquides.</w:t>
      </w:r>
    </w:p>
    <w:p w14:paraId="22C64B15" w14:textId="7BD505A1" w:rsidR="004D53D4" w:rsidRPr="00C26722" w:rsidRDefault="00580E0F" w:rsidP="00EB697A">
      <w:pPr>
        <w:rPr>
          <w:sz w:val="24"/>
          <w:szCs w:val="24"/>
        </w:rPr>
      </w:pPr>
      <w:r w:rsidRPr="00C26722">
        <w:rPr>
          <w:sz w:val="24"/>
          <w:szCs w:val="24"/>
        </w:rPr>
        <w:t xml:space="preserve">Cet équipement devra fonctionner dans un environnement de laboratoire habituel (gamme de température de travail incluant la plage 17-24°C) et pouvoir être installé sur une paillasse. </w:t>
      </w:r>
    </w:p>
    <w:p w14:paraId="773D23BF" w14:textId="3D9FDB5D" w:rsidR="00A26305" w:rsidRPr="00C26722" w:rsidRDefault="0032702C" w:rsidP="00F25A37">
      <w:pPr>
        <w:pStyle w:val="Titre2"/>
        <w:rPr>
          <w:rFonts w:ascii="AvenirNext LT Pro Cn" w:hAnsi="AvenirNext LT Pro Cn"/>
          <w:sz w:val="24"/>
          <w:szCs w:val="24"/>
        </w:rPr>
      </w:pPr>
      <w:bookmarkStart w:id="86" w:name="_Toc204704179"/>
      <w:r>
        <w:rPr>
          <w:rFonts w:ascii="AvenirNext LT Pro Cn" w:hAnsi="AvenirNext LT Pro Cn"/>
          <w:sz w:val="24"/>
          <w:szCs w:val="24"/>
        </w:rPr>
        <w:t xml:space="preserve">- </w:t>
      </w:r>
      <w:r w:rsidR="00A26305" w:rsidRPr="00C26722">
        <w:rPr>
          <w:rFonts w:ascii="AvenirNext LT Pro Cn" w:hAnsi="AvenirNext LT Pro Cn"/>
          <w:sz w:val="24"/>
          <w:szCs w:val="24"/>
        </w:rPr>
        <w:t>Indicateurs de suivi et taux de disponibilité</w:t>
      </w:r>
      <w:bookmarkEnd w:id="86"/>
    </w:p>
    <w:p w14:paraId="7F915649" w14:textId="77777777" w:rsidR="00A26305" w:rsidRPr="00C26722" w:rsidRDefault="00A26305" w:rsidP="00A26305">
      <w:pPr>
        <w:rPr>
          <w:sz w:val="24"/>
          <w:szCs w:val="24"/>
        </w:rPr>
      </w:pPr>
      <w:r w:rsidRPr="00C26722">
        <w:rPr>
          <w:sz w:val="24"/>
          <w:szCs w:val="24"/>
        </w:rPr>
        <w:t>Un taux de disponibilité de l’équipement est calculé, l’indicateur retenu est le délai d’intervention. Ces indicateurs sont définis et calculés selon les règles décrites ci-après. Si les seuils définis ne sont pas respectés, le titulaire encourt des pénalités.</w:t>
      </w:r>
    </w:p>
    <w:p w14:paraId="05A83120" w14:textId="659B77D1" w:rsidR="00A26305" w:rsidRPr="00C26722" w:rsidRDefault="0032702C" w:rsidP="00F25A37">
      <w:pPr>
        <w:pStyle w:val="Titre2"/>
        <w:rPr>
          <w:rFonts w:ascii="AvenirNext LT Pro Cn" w:hAnsi="AvenirNext LT Pro Cn"/>
          <w:sz w:val="24"/>
          <w:szCs w:val="24"/>
        </w:rPr>
      </w:pPr>
      <w:bookmarkStart w:id="87" w:name="_Toc204704180"/>
      <w:r>
        <w:rPr>
          <w:rFonts w:ascii="AvenirNext LT Pro Cn" w:hAnsi="AvenirNext LT Pro Cn"/>
          <w:sz w:val="24"/>
          <w:szCs w:val="24"/>
        </w:rPr>
        <w:t xml:space="preserve">- </w:t>
      </w:r>
      <w:r w:rsidR="00A26305" w:rsidRPr="00C26722">
        <w:rPr>
          <w:rFonts w:ascii="AvenirNext LT Pro Cn" w:hAnsi="AvenirNext LT Pro Cn"/>
          <w:sz w:val="24"/>
          <w:szCs w:val="24"/>
        </w:rPr>
        <w:t>Définition de l’indisponibilité</w:t>
      </w:r>
      <w:bookmarkEnd w:id="87"/>
    </w:p>
    <w:p w14:paraId="20713CD1" w14:textId="77777777" w:rsidR="00A26305" w:rsidRPr="00C26722" w:rsidRDefault="00A26305" w:rsidP="00A26305">
      <w:pPr>
        <w:rPr>
          <w:sz w:val="24"/>
          <w:szCs w:val="24"/>
        </w:rPr>
      </w:pPr>
      <w:r w:rsidRPr="00C26722">
        <w:rPr>
          <w:sz w:val="24"/>
          <w:szCs w:val="24"/>
        </w:rPr>
        <w:t xml:space="preserve">L’équipement est déclaré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3336ED80" w14:textId="77777777" w:rsidR="00A26305" w:rsidRPr="00C26722" w:rsidRDefault="00A26305" w:rsidP="00A26305">
      <w:pPr>
        <w:rPr>
          <w:sz w:val="24"/>
          <w:szCs w:val="24"/>
        </w:rPr>
      </w:pPr>
      <w:r w:rsidRPr="00C26722">
        <w:rPr>
          <w:sz w:val="24"/>
          <w:szCs w:val="24"/>
        </w:rPr>
        <w:t>Ne sont pas considérés comme temps d'arrêt décomptés, les temps d'arrêt observés pendant les heures extérieures à l'horaire normal d'interventions du titulaire.</w:t>
      </w:r>
    </w:p>
    <w:p w14:paraId="5D421D97" w14:textId="77777777" w:rsidR="00A26305" w:rsidRPr="00C26722" w:rsidRDefault="00A26305" w:rsidP="003946F1">
      <w:pPr>
        <w:keepNext/>
        <w:keepLines/>
        <w:numPr>
          <w:ilvl w:val="2"/>
          <w:numId w:val="11"/>
        </w:numPr>
        <w:spacing w:before="360" w:after="240"/>
        <w:outlineLvl w:val="2"/>
        <w:rPr>
          <w:rFonts w:eastAsiaTheme="majorEastAsia" w:cstheme="majorBidi"/>
          <w:color w:val="00A6A3"/>
          <w:sz w:val="24"/>
          <w:szCs w:val="24"/>
        </w:rPr>
      </w:pPr>
      <w:bookmarkStart w:id="88" w:name="_Toc204704181"/>
      <w:r w:rsidRPr="00C26722">
        <w:rPr>
          <w:rFonts w:eastAsiaTheme="majorEastAsia" w:cstheme="majorBidi"/>
          <w:color w:val="00A6A3"/>
          <w:sz w:val="24"/>
          <w:szCs w:val="24"/>
        </w:rPr>
        <w:t>Mesure de la durée d’arrêt</w:t>
      </w:r>
      <w:bookmarkEnd w:id="88"/>
    </w:p>
    <w:p w14:paraId="4C761EBE" w14:textId="77777777" w:rsidR="00A26305" w:rsidRPr="00C26722" w:rsidRDefault="00A26305" w:rsidP="00A26305">
      <w:pPr>
        <w:rPr>
          <w:sz w:val="24"/>
          <w:szCs w:val="24"/>
        </w:rPr>
      </w:pPr>
      <w:r w:rsidRPr="00C26722">
        <w:rPr>
          <w:sz w:val="24"/>
          <w:szCs w:val="24"/>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6A8646A6" w14:textId="77777777" w:rsidR="00A26305" w:rsidRPr="00C26722" w:rsidRDefault="00A26305" w:rsidP="00A26305">
      <w:pPr>
        <w:rPr>
          <w:sz w:val="24"/>
          <w:szCs w:val="24"/>
        </w:rPr>
      </w:pPr>
      <w:r w:rsidRPr="00C26722">
        <w:rPr>
          <w:sz w:val="24"/>
          <w:szCs w:val="24"/>
        </w:rPr>
        <w:t xml:space="preserve">La période d'arrêt cesse lorsque le personnel du titulaire remet l’instrument concerné, en état de marche, à la disposition d’INRAE. </w:t>
      </w:r>
    </w:p>
    <w:p w14:paraId="3C513029" w14:textId="77777777" w:rsidR="00A26305" w:rsidRPr="00C26722" w:rsidRDefault="00A26305" w:rsidP="00A26305">
      <w:pPr>
        <w:rPr>
          <w:sz w:val="24"/>
          <w:szCs w:val="24"/>
        </w:rPr>
      </w:pPr>
      <w:r w:rsidRPr="00C26722">
        <w:rPr>
          <w:sz w:val="24"/>
          <w:szCs w:val="24"/>
        </w:rPr>
        <w:t>Les heures de début et de fin de la période d'arrêt sont relevées sur un carnet de bord.</w:t>
      </w:r>
    </w:p>
    <w:p w14:paraId="6039A539" w14:textId="7A399091" w:rsidR="00A26305" w:rsidRPr="00C26722" w:rsidRDefault="0032702C" w:rsidP="00F25A37">
      <w:pPr>
        <w:pStyle w:val="Titre2"/>
        <w:rPr>
          <w:rFonts w:ascii="AvenirNext LT Pro Cn" w:hAnsi="AvenirNext LT Pro Cn"/>
          <w:sz w:val="24"/>
          <w:szCs w:val="24"/>
        </w:rPr>
      </w:pPr>
      <w:bookmarkStart w:id="89" w:name="_Toc204704182"/>
      <w:r>
        <w:rPr>
          <w:rFonts w:ascii="AvenirNext LT Pro Cn" w:hAnsi="AvenirNext LT Pro Cn"/>
          <w:sz w:val="24"/>
          <w:szCs w:val="24"/>
        </w:rPr>
        <w:t>-</w:t>
      </w:r>
      <w:r w:rsidR="00A26305" w:rsidRPr="00C26722">
        <w:rPr>
          <w:rFonts w:ascii="AvenirNext LT Pro Cn" w:hAnsi="AvenirNext LT Pro Cn"/>
          <w:sz w:val="24"/>
          <w:szCs w:val="24"/>
        </w:rPr>
        <w:t>Taux de disponibilité</w:t>
      </w:r>
      <w:bookmarkEnd w:id="89"/>
    </w:p>
    <w:p w14:paraId="1E847205" w14:textId="77777777" w:rsidR="00A26305" w:rsidRPr="00C26722" w:rsidRDefault="00A26305" w:rsidP="00A26305">
      <w:pPr>
        <w:rPr>
          <w:sz w:val="24"/>
          <w:szCs w:val="24"/>
        </w:rPr>
      </w:pPr>
      <w:r w:rsidRPr="00C26722">
        <w:rPr>
          <w:sz w:val="24"/>
          <w:szCs w:val="24"/>
        </w:rPr>
        <w:t xml:space="preserve">INRAE et le titulaire conviennent de mesurer le taux de disponibilité annuel dudit équipement. </w:t>
      </w:r>
    </w:p>
    <w:p w14:paraId="5A16FC63" w14:textId="77777777" w:rsidR="00A26305" w:rsidRPr="00C26722" w:rsidRDefault="00A26305" w:rsidP="00A26305">
      <w:pPr>
        <w:rPr>
          <w:sz w:val="24"/>
          <w:szCs w:val="24"/>
        </w:rPr>
      </w:pPr>
      <w:r w:rsidRPr="00C26722">
        <w:rPr>
          <w:sz w:val="24"/>
          <w:szCs w:val="24"/>
        </w:rPr>
        <w:t xml:space="preserve">Ce taux est défini par la formule suivante : </w:t>
      </w:r>
    </w:p>
    <w:p w14:paraId="3EDD4240" w14:textId="77777777" w:rsidR="00A26305" w:rsidRPr="00C26722" w:rsidRDefault="00A26305" w:rsidP="00A26305">
      <w:pPr>
        <w:rPr>
          <w:sz w:val="24"/>
          <w:szCs w:val="24"/>
        </w:rPr>
      </w:pPr>
      <w:r w:rsidRPr="00C26722">
        <w:rPr>
          <w:sz w:val="24"/>
          <w:szCs w:val="24"/>
        </w:rPr>
        <w:t xml:space="preserve">T = 100(1-T1/T2) exprimé en % </w:t>
      </w:r>
    </w:p>
    <w:p w14:paraId="49435463" w14:textId="77777777" w:rsidR="00A26305" w:rsidRPr="00C26722" w:rsidRDefault="00A26305" w:rsidP="00A26305">
      <w:pPr>
        <w:rPr>
          <w:sz w:val="24"/>
          <w:szCs w:val="24"/>
        </w:rPr>
      </w:pPr>
      <w:r w:rsidRPr="00C26722">
        <w:rPr>
          <w:sz w:val="24"/>
          <w:szCs w:val="24"/>
        </w:rPr>
        <w:t>Dans laquelle :</w:t>
      </w:r>
    </w:p>
    <w:p w14:paraId="37092A37" w14:textId="77777777" w:rsidR="00A26305" w:rsidRPr="00C26722" w:rsidRDefault="00A26305" w:rsidP="003946F1">
      <w:pPr>
        <w:numPr>
          <w:ilvl w:val="0"/>
          <w:numId w:val="12"/>
        </w:numPr>
        <w:rPr>
          <w:sz w:val="24"/>
          <w:szCs w:val="24"/>
        </w:rPr>
      </w:pPr>
      <w:r w:rsidRPr="00C26722">
        <w:rPr>
          <w:sz w:val="24"/>
          <w:szCs w:val="24"/>
        </w:rPr>
        <w:t>T1 représente la somme des durées d’arrêt définies au paragraphe « Mesure de la durée d’arrêt » sur la période de mesure considérée (annuellement)</w:t>
      </w:r>
    </w:p>
    <w:p w14:paraId="75A5480F" w14:textId="77777777" w:rsidR="00A26305" w:rsidRPr="00C26722" w:rsidRDefault="00A26305" w:rsidP="003946F1">
      <w:pPr>
        <w:numPr>
          <w:ilvl w:val="0"/>
          <w:numId w:val="12"/>
        </w:numPr>
        <w:rPr>
          <w:sz w:val="24"/>
          <w:szCs w:val="24"/>
        </w:rPr>
      </w:pPr>
      <w:r w:rsidRPr="00C26722">
        <w:rPr>
          <w:sz w:val="24"/>
          <w:szCs w:val="24"/>
        </w:rPr>
        <w:t>T2 représente la durée d’utilisation annuelle effective de l’équipement.</w:t>
      </w:r>
    </w:p>
    <w:p w14:paraId="60CA5D9C" w14:textId="77777777" w:rsidR="00A26305" w:rsidRPr="00C26722" w:rsidRDefault="00A26305" w:rsidP="003946F1">
      <w:pPr>
        <w:keepNext/>
        <w:keepLines/>
        <w:numPr>
          <w:ilvl w:val="2"/>
          <w:numId w:val="13"/>
        </w:numPr>
        <w:spacing w:before="360" w:after="240"/>
        <w:outlineLvl w:val="2"/>
        <w:rPr>
          <w:rFonts w:eastAsiaTheme="majorEastAsia" w:cstheme="majorBidi"/>
          <w:color w:val="00A6A3"/>
          <w:sz w:val="24"/>
          <w:szCs w:val="24"/>
        </w:rPr>
      </w:pPr>
      <w:bookmarkStart w:id="90" w:name="_Toc204704183"/>
      <w:r w:rsidRPr="00C26722">
        <w:rPr>
          <w:rFonts w:eastAsiaTheme="majorEastAsia" w:cstheme="majorBidi"/>
          <w:color w:val="00A6A3"/>
          <w:sz w:val="24"/>
          <w:szCs w:val="24"/>
        </w:rPr>
        <w:t>Délai maximal autorisé</w:t>
      </w:r>
      <w:bookmarkEnd w:id="90"/>
    </w:p>
    <w:p w14:paraId="4E7614BE" w14:textId="77777777" w:rsidR="00A26305" w:rsidRPr="00C26722" w:rsidRDefault="00A26305" w:rsidP="00A26305">
      <w:pPr>
        <w:rPr>
          <w:sz w:val="24"/>
          <w:szCs w:val="24"/>
        </w:rPr>
      </w:pPr>
      <w:r w:rsidRPr="00C26722">
        <w:rPr>
          <w:sz w:val="24"/>
          <w:szCs w:val="24"/>
        </w:rPr>
        <w:t>Le délai maximal autorisé est décompté à partir du jour et de l’heure du signalement par INRAE aux services du titulaire, tel que décrit au paragraphe « Mesure de la durée d’arrêt ».</w:t>
      </w:r>
    </w:p>
    <w:p w14:paraId="2306AC85" w14:textId="77777777" w:rsidR="00A26305" w:rsidRPr="00C26722" w:rsidRDefault="00A26305" w:rsidP="00A26305">
      <w:pPr>
        <w:rPr>
          <w:sz w:val="24"/>
          <w:szCs w:val="24"/>
        </w:rPr>
      </w:pPr>
      <w:r w:rsidRPr="00C26722">
        <w:rPr>
          <w:sz w:val="24"/>
          <w:szCs w:val="24"/>
        </w:rPr>
        <w:t>Le titulaire devra minimiser son délai d’intervention afin de ne pas dégrader le taux de disponibilité de l’équipement.</w:t>
      </w:r>
    </w:p>
    <w:p w14:paraId="2C3B3388" w14:textId="77777777" w:rsidR="000E3328" w:rsidRPr="00C26722" w:rsidRDefault="000E3328" w:rsidP="00F25A37">
      <w:pPr>
        <w:pStyle w:val="Titre2"/>
        <w:rPr>
          <w:rFonts w:ascii="AvenirNext LT Pro Cn" w:hAnsi="AvenirNext LT Pro Cn"/>
          <w:sz w:val="24"/>
          <w:szCs w:val="24"/>
        </w:rPr>
      </w:pPr>
      <w:bookmarkStart w:id="91" w:name="_Toc204704184"/>
      <w:r w:rsidRPr="00C26722">
        <w:rPr>
          <w:rFonts w:ascii="AvenirNext LT Pro Cn" w:hAnsi="AvenirNext LT Pro Cn"/>
          <w:sz w:val="24"/>
          <w:szCs w:val="24"/>
        </w:rPr>
        <w:t>– Emballage et transport</w:t>
      </w:r>
      <w:bookmarkEnd w:id="91"/>
    </w:p>
    <w:p w14:paraId="4CEEF5C0" w14:textId="77777777" w:rsidR="00A26305" w:rsidRPr="00C26722" w:rsidRDefault="00A26305" w:rsidP="00A26305">
      <w:pPr>
        <w:rPr>
          <w:sz w:val="24"/>
          <w:szCs w:val="24"/>
        </w:rPr>
      </w:pPr>
      <w:r w:rsidRPr="00C26722">
        <w:rPr>
          <w:sz w:val="24"/>
          <w:szCs w:val="24"/>
        </w:rPr>
        <w:t>Les inscriptions sur les emballages livrés au titre du présent marché doivent être libellées en français, en application de la loi n°94-665 du 4 août 1994 et sa circulaire du 19 mars 1996, publiée au Journal Officiel du 20 mars 1996.</w:t>
      </w:r>
    </w:p>
    <w:p w14:paraId="06569235" w14:textId="77777777" w:rsidR="00A26305" w:rsidRPr="00C26722" w:rsidRDefault="00A26305" w:rsidP="00A26305">
      <w:pPr>
        <w:rPr>
          <w:sz w:val="24"/>
          <w:szCs w:val="24"/>
        </w:rPr>
      </w:pPr>
      <w:r w:rsidRPr="00C26722">
        <w:rPr>
          <w:sz w:val="24"/>
          <w:szCs w:val="24"/>
        </w:rPr>
        <w:t>Les risques afférents au transport et à la livraison de l’équipement sont à la charge du titulaire.</w:t>
      </w:r>
    </w:p>
    <w:p w14:paraId="4233AB5C" w14:textId="77777777" w:rsidR="00A26305" w:rsidRPr="00C26722" w:rsidRDefault="00A26305" w:rsidP="00A26305">
      <w:pPr>
        <w:rPr>
          <w:sz w:val="24"/>
          <w:szCs w:val="24"/>
        </w:rPr>
      </w:pPr>
      <w:r w:rsidRPr="00C26722">
        <w:rPr>
          <w:sz w:val="24"/>
          <w:szCs w:val="24"/>
        </w:rPr>
        <w:t>La récupération des emballages relatifs aux matériels livrés est à la charge du titulaire.</w:t>
      </w:r>
    </w:p>
    <w:p w14:paraId="5341B36D" w14:textId="77777777" w:rsidR="00A26305" w:rsidRPr="00C26722" w:rsidRDefault="00A26305" w:rsidP="00A26305">
      <w:pPr>
        <w:rPr>
          <w:b/>
          <w:sz w:val="24"/>
          <w:szCs w:val="24"/>
        </w:rPr>
      </w:pPr>
      <w:r w:rsidRPr="00C26722">
        <w:rPr>
          <w:b/>
          <w:sz w:val="24"/>
          <w:szCs w:val="24"/>
        </w:rPr>
        <w:t>Le titulaire est incité à utiliser un emballage respectueux de l’environnement, notamment :</w:t>
      </w:r>
    </w:p>
    <w:p w14:paraId="1A8D2F9F" w14:textId="77777777" w:rsidR="00A26305" w:rsidRPr="00C26722" w:rsidRDefault="00A26305" w:rsidP="00A26305">
      <w:pPr>
        <w:pStyle w:val="Paragraphedeliste"/>
        <w:numPr>
          <w:ilvl w:val="0"/>
          <w:numId w:val="4"/>
        </w:numPr>
        <w:spacing w:before="40" w:after="40"/>
        <w:ind w:left="714" w:hanging="357"/>
        <w:rPr>
          <w:sz w:val="24"/>
          <w:szCs w:val="24"/>
        </w:rPr>
      </w:pPr>
      <w:r w:rsidRPr="00C26722">
        <w:rPr>
          <w:sz w:val="24"/>
          <w:szCs w:val="24"/>
        </w:rPr>
        <w:t>En utilisant des emballages pour lesquels les déchets produits lors de leur fabrication sont traités pour en réduire les impacts écologiques négatifs ;</w:t>
      </w:r>
    </w:p>
    <w:p w14:paraId="3568A421" w14:textId="77777777" w:rsidR="00A26305" w:rsidRPr="00C26722" w:rsidRDefault="00A26305" w:rsidP="00A26305">
      <w:pPr>
        <w:pStyle w:val="Paragraphedeliste"/>
        <w:numPr>
          <w:ilvl w:val="0"/>
          <w:numId w:val="4"/>
        </w:numPr>
        <w:spacing w:before="40" w:after="40"/>
        <w:ind w:left="714" w:hanging="357"/>
        <w:rPr>
          <w:sz w:val="24"/>
          <w:szCs w:val="24"/>
        </w:rPr>
      </w:pPr>
      <w:r w:rsidRPr="00C26722">
        <w:rPr>
          <w:sz w:val="24"/>
          <w:szCs w:val="24"/>
        </w:rPr>
        <w:t>En utilisant des emballages comprenant des matériaux recyclés ;</w:t>
      </w:r>
    </w:p>
    <w:p w14:paraId="0A6D56C4" w14:textId="77777777" w:rsidR="00A26305" w:rsidRPr="00C26722" w:rsidRDefault="00A26305" w:rsidP="00A26305">
      <w:pPr>
        <w:pStyle w:val="Paragraphedeliste"/>
        <w:numPr>
          <w:ilvl w:val="0"/>
          <w:numId w:val="4"/>
        </w:numPr>
        <w:spacing w:before="40" w:after="40"/>
        <w:ind w:left="714" w:hanging="357"/>
        <w:rPr>
          <w:sz w:val="24"/>
          <w:szCs w:val="24"/>
        </w:rPr>
      </w:pPr>
      <w:r w:rsidRPr="00C26722">
        <w:rPr>
          <w:sz w:val="24"/>
          <w:szCs w:val="24"/>
        </w:rPr>
        <w:t>En utilisant des emballages réutilisables ;</w:t>
      </w:r>
    </w:p>
    <w:p w14:paraId="1FA64957" w14:textId="77777777" w:rsidR="00A26305" w:rsidRPr="00C26722" w:rsidRDefault="00A26305" w:rsidP="00A26305">
      <w:pPr>
        <w:pStyle w:val="Paragraphedeliste"/>
        <w:numPr>
          <w:ilvl w:val="0"/>
          <w:numId w:val="4"/>
        </w:numPr>
        <w:spacing w:before="40" w:after="40"/>
        <w:ind w:left="714" w:hanging="357"/>
        <w:rPr>
          <w:sz w:val="24"/>
          <w:szCs w:val="24"/>
        </w:rPr>
      </w:pPr>
      <w:r w:rsidRPr="00C26722">
        <w:rPr>
          <w:sz w:val="24"/>
          <w:szCs w:val="24"/>
        </w:rPr>
        <w:t>En diminuant le volume d’emballage utilisé ;</w:t>
      </w:r>
    </w:p>
    <w:p w14:paraId="4958418E" w14:textId="77777777" w:rsidR="00A26305" w:rsidRPr="00C26722" w:rsidRDefault="00A26305" w:rsidP="00A26305">
      <w:pPr>
        <w:pStyle w:val="Paragraphedeliste"/>
        <w:numPr>
          <w:ilvl w:val="0"/>
          <w:numId w:val="4"/>
        </w:numPr>
        <w:spacing w:before="40" w:after="40"/>
        <w:ind w:left="714" w:hanging="357"/>
        <w:rPr>
          <w:sz w:val="24"/>
          <w:szCs w:val="24"/>
        </w:rPr>
      </w:pPr>
      <w:r w:rsidRPr="00C26722">
        <w:rPr>
          <w:sz w:val="24"/>
          <w:szCs w:val="24"/>
        </w:rPr>
        <w:t>En assurant le recyclage des emballages utilisés.</w:t>
      </w:r>
    </w:p>
    <w:p w14:paraId="59D7D234" w14:textId="77777777" w:rsidR="00A26305" w:rsidRPr="00C26722" w:rsidRDefault="00A26305" w:rsidP="00A26305">
      <w:pPr>
        <w:spacing w:before="40" w:after="40"/>
        <w:rPr>
          <w:sz w:val="24"/>
          <w:szCs w:val="24"/>
        </w:rPr>
      </w:pPr>
    </w:p>
    <w:p w14:paraId="47A80B21" w14:textId="77777777" w:rsidR="00A26305" w:rsidRPr="00C26722" w:rsidRDefault="00A26305" w:rsidP="00A26305">
      <w:pPr>
        <w:spacing w:before="40" w:after="40"/>
        <w:rPr>
          <w:sz w:val="24"/>
          <w:szCs w:val="24"/>
        </w:rPr>
      </w:pPr>
      <w:r w:rsidRPr="00C26722">
        <w:rPr>
          <w:sz w:val="24"/>
          <w:szCs w:val="24"/>
        </w:rPr>
        <w:t>L</w:t>
      </w:r>
      <w:r w:rsidRPr="00C26722">
        <w:rPr>
          <w:b/>
          <w:sz w:val="24"/>
          <w:szCs w:val="24"/>
        </w:rPr>
        <w:t>a prestation de transport peut également faire l’objet d’efforts écologiques de la part du titulaire, notamment :</w:t>
      </w:r>
    </w:p>
    <w:p w14:paraId="14BFBC98" w14:textId="77777777" w:rsidR="00A26305" w:rsidRPr="00C26722" w:rsidRDefault="00A26305" w:rsidP="00A26305">
      <w:pPr>
        <w:pStyle w:val="Paragraphedeliste"/>
        <w:numPr>
          <w:ilvl w:val="0"/>
          <w:numId w:val="4"/>
        </w:numPr>
        <w:spacing w:before="40" w:after="40"/>
        <w:rPr>
          <w:sz w:val="24"/>
          <w:szCs w:val="24"/>
        </w:rPr>
      </w:pPr>
      <w:r w:rsidRPr="00C26722">
        <w:rPr>
          <w:sz w:val="24"/>
          <w:szCs w:val="24"/>
        </w:rPr>
        <w:t>Si le délai de livraison le permet, en évitant le recours à l’avion ;</w:t>
      </w:r>
    </w:p>
    <w:p w14:paraId="1AB2D143" w14:textId="77777777" w:rsidR="00A26305" w:rsidRPr="00C26722" w:rsidRDefault="00A26305" w:rsidP="00A26305">
      <w:pPr>
        <w:pStyle w:val="Paragraphedeliste"/>
        <w:numPr>
          <w:ilvl w:val="0"/>
          <w:numId w:val="4"/>
        </w:numPr>
        <w:spacing w:before="40" w:after="40"/>
        <w:rPr>
          <w:sz w:val="24"/>
          <w:szCs w:val="24"/>
        </w:rPr>
      </w:pPr>
      <w:r w:rsidRPr="00C26722">
        <w:rPr>
          <w:sz w:val="24"/>
          <w:szCs w:val="24"/>
        </w:rPr>
        <w:t>En utilisant des véhicules économes en carburant traditionnel ;</w:t>
      </w:r>
    </w:p>
    <w:p w14:paraId="5912BA1A" w14:textId="77777777" w:rsidR="00A26305" w:rsidRPr="00C26722" w:rsidRDefault="00A26305" w:rsidP="00A26305">
      <w:pPr>
        <w:pStyle w:val="Paragraphedeliste"/>
        <w:numPr>
          <w:ilvl w:val="0"/>
          <w:numId w:val="4"/>
        </w:numPr>
        <w:spacing w:before="40" w:after="40"/>
        <w:rPr>
          <w:sz w:val="24"/>
          <w:szCs w:val="24"/>
        </w:rPr>
      </w:pPr>
      <w:r w:rsidRPr="00C26722">
        <w:rPr>
          <w:sz w:val="24"/>
          <w:szCs w:val="24"/>
        </w:rPr>
        <w:t>En utilisant des véhicules totalement ou partiellement électriques ou compatibles GPL ou GNV ;</w:t>
      </w:r>
    </w:p>
    <w:p w14:paraId="3E7A4B37" w14:textId="556F4696" w:rsidR="00A26305" w:rsidRPr="00C26722" w:rsidRDefault="00A26305" w:rsidP="00A26305">
      <w:pPr>
        <w:pStyle w:val="Paragraphedeliste"/>
        <w:numPr>
          <w:ilvl w:val="0"/>
          <w:numId w:val="4"/>
        </w:numPr>
        <w:spacing w:before="40" w:after="40"/>
        <w:rPr>
          <w:sz w:val="24"/>
          <w:szCs w:val="24"/>
        </w:rPr>
      </w:pPr>
      <w:r w:rsidRPr="00C26722">
        <w:rPr>
          <w:sz w:val="24"/>
          <w:szCs w:val="24"/>
        </w:rPr>
        <w:t>En recourant à des véhicules réduisant les nuisances sonores.</w:t>
      </w:r>
    </w:p>
    <w:p w14:paraId="28F3D9C9" w14:textId="77777777" w:rsidR="00004A13" w:rsidRPr="00C26722" w:rsidRDefault="00004A13" w:rsidP="00004A13">
      <w:pPr>
        <w:spacing w:before="40" w:after="40"/>
        <w:rPr>
          <w:sz w:val="24"/>
          <w:szCs w:val="24"/>
        </w:rPr>
      </w:pPr>
    </w:p>
    <w:p w14:paraId="63992BA6" w14:textId="77777777" w:rsidR="00AB563A" w:rsidRPr="00C26722" w:rsidRDefault="00AB563A" w:rsidP="00F25A37">
      <w:pPr>
        <w:pStyle w:val="Titre2"/>
        <w:rPr>
          <w:rFonts w:ascii="AvenirNext LT Pro Cn" w:hAnsi="AvenirNext LT Pro Cn"/>
          <w:sz w:val="24"/>
          <w:szCs w:val="24"/>
        </w:rPr>
      </w:pPr>
      <w:bookmarkStart w:id="92" w:name="_Toc41990868"/>
      <w:bookmarkStart w:id="93" w:name="_Toc204704185"/>
      <w:r w:rsidRPr="00C26722">
        <w:rPr>
          <w:rFonts w:ascii="AvenirNext LT Pro Cn" w:hAnsi="AvenirNext LT Pro Cn"/>
          <w:sz w:val="24"/>
          <w:szCs w:val="24"/>
        </w:rPr>
        <w:t>– Livraison</w:t>
      </w:r>
      <w:bookmarkEnd w:id="92"/>
      <w:bookmarkEnd w:id="93"/>
    </w:p>
    <w:p w14:paraId="6EC38DD8" w14:textId="2565226B" w:rsidR="004B5016" w:rsidRPr="00C26722" w:rsidRDefault="004B5016" w:rsidP="007341C3">
      <w:pPr>
        <w:rPr>
          <w:sz w:val="24"/>
          <w:szCs w:val="24"/>
        </w:rPr>
      </w:pPr>
      <w:r w:rsidRPr="00C26722">
        <w:rPr>
          <w:sz w:val="24"/>
          <w:szCs w:val="24"/>
        </w:rPr>
        <w:t xml:space="preserve">Les livraisons doivent être effectuées aux heures d’ouverture </w:t>
      </w:r>
      <w:r w:rsidR="007341C3" w:rsidRPr="00C26722">
        <w:rPr>
          <w:sz w:val="24"/>
          <w:szCs w:val="24"/>
        </w:rPr>
        <w:t>suivantes :</w:t>
      </w:r>
      <w:r w:rsidR="00580E0F" w:rsidRPr="00C26722">
        <w:rPr>
          <w:color w:val="E36C0A" w:themeColor="accent6" w:themeShade="BF"/>
          <w:sz w:val="24"/>
          <w:szCs w:val="24"/>
        </w:rPr>
        <w:t xml:space="preserve"> </w:t>
      </w:r>
      <w:r w:rsidR="00580E0F" w:rsidRPr="00C26722">
        <w:rPr>
          <w:sz w:val="24"/>
          <w:szCs w:val="24"/>
        </w:rPr>
        <w:t>9h-18h du lundi au vendredi</w:t>
      </w:r>
    </w:p>
    <w:p w14:paraId="5F258251" w14:textId="03CE921B" w:rsidR="007341C3" w:rsidRPr="00C26722" w:rsidRDefault="007341C3" w:rsidP="007341C3">
      <w:pPr>
        <w:rPr>
          <w:sz w:val="24"/>
          <w:szCs w:val="24"/>
        </w:rPr>
      </w:pPr>
      <w:r w:rsidRPr="00C26722">
        <w:rPr>
          <w:sz w:val="24"/>
          <w:szCs w:val="24"/>
        </w:rPr>
        <w:t>et au lieu suivant :</w:t>
      </w:r>
      <w:r w:rsidR="00E8613A" w:rsidRPr="00C26722">
        <w:rPr>
          <w:sz w:val="24"/>
          <w:szCs w:val="24"/>
        </w:rPr>
        <w:t>Institut de Sciences des Plantes Paris-Saclay (IPS2)</w:t>
      </w:r>
    </w:p>
    <w:p w14:paraId="26C7DB45" w14:textId="0D8E7103" w:rsidR="00E8613A" w:rsidRPr="00C26722" w:rsidRDefault="00E8613A" w:rsidP="007341C3">
      <w:pPr>
        <w:rPr>
          <w:sz w:val="24"/>
          <w:szCs w:val="24"/>
        </w:rPr>
      </w:pPr>
      <w:r w:rsidRPr="00C26722">
        <w:rPr>
          <w:sz w:val="24"/>
          <w:szCs w:val="24"/>
        </w:rPr>
        <w:t>batiment 630 – avenue des Sciences</w:t>
      </w:r>
    </w:p>
    <w:p w14:paraId="2C9241F4" w14:textId="7A0DDF7E" w:rsidR="00E8613A" w:rsidRPr="00C26722" w:rsidRDefault="00E8613A" w:rsidP="007341C3">
      <w:pPr>
        <w:rPr>
          <w:sz w:val="24"/>
          <w:szCs w:val="24"/>
        </w:rPr>
      </w:pPr>
      <w:r w:rsidRPr="00C26722">
        <w:rPr>
          <w:sz w:val="24"/>
          <w:szCs w:val="24"/>
        </w:rPr>
        <w:t>91190 Gif-sur-Yvette</w:t>
      </w:r>
    </w:p>
    <w:p w14:paraId="0C487BD4" w14:textId="77777777" w:rsidR="004B5016" w:rsidRPr="00C26722" w:rsidRDefault="004B5016" w:rsidP="005C5233">
      <w:pPr>
        <w:spacing w:before="240"/>
        <w:rPr>
          <w:sz w:val="24"/>
          <w:szCs w:val="24"/>
        </w:rPr>
      </w:pPr>
      <w:r w:rsidRPr="00C26722">
        <w:rPr>
          <w:sz w:val="24"/>
          <w:szCs w:val="24"/>
        </w:rPr>
        <w:t xml:space="preserve">Par dérogation aux stipulations de l’article </w:t>
      </w:r>
      <w:r w:rsidR="003824D0" w:rsidRPr="00C26722">
        <w:rPr>
          <w:sz w:val="24"/>
          <w:szCs w:val="24"/>
        </w:rPr>
        <w:t xml:space="preserve">19 </w:t>
      </w:r>
      <w:r w:rsidRPr="00C26722">
        <w:rPr>
          <w:sz w:val="24"/>
          <w:szCs w:val="24"/>
        </w:rPr>
        <w:t xml:space="preserve">du CCAG-FCS, INRAE n’informe pas systématiquement le titulaire de la disponibilité des locaux destinés à l’installation du matériel, </w:t>
      </w:r>
      <w:r w:rsidR="003A6A99" w:rsidRPr="00C26722">
        <w:rPr>
          <w:sz w:val="24"/>
          <w:szCs w:val="24"/>
        </w:rPr>
        <w:t xml:space="preserve">dans le délai de </w:t>
      </w:r>
      <w:r w:rsidRPr="00C26722">
        <w:rPr>
          <w:sz w:val="24"/>
          <w:szCs w:val="24"/>
        </w:rPr>
        <w:t>quinze jours au moins, avant la livraison de celui-ci.</w:t>
      </w:r>
    </w:p>
    <w:p w14:paraId="53C31BF4" w14:textId="77777777" w:rsidR="004B5016" w:rsidRPr="00C26722" w:rsidRDefault="004B5016" w:rsidP="004B5016">
      <w:pPr>
        <w:rPr>
          <w:sz w:val="24"/>
          <w:szCs w:val="24"/>
        </w:rPr>
      </w:pPr>
      <w:r w:rsidRPr="00C26722">
        <w:rPr>
          <w:sz w:val="24"/>
          <w:szCs w:val="24"/>
        </w:rPr>
        <w:t xml:space="preserve">Par dérogation aux dispositions de l’article </w:t>
      </w:r>
      <w:r w:rsidR="003824D0" w:rsidRPr="00C26722">
        <w:rPr>
          <w:sz w:val="24"/>
          <w:szCs w:val="24"/>
        </w:rPr>
        <w:t>21.2</w:t>
      </w:r>
      <w:r w:rsidRPr="00C26722">
        <w:rPr>
          <w:sz w:val="24"/>
          <w:szCs w:val="24"/>
        </w:rPr>
        <w:t xml:space="preserve"> du CCAG-FCS, le bon de livraison doit faire apparaitre :</w:t>
      </w:r>
    </w:p>
    <w:p w14:paraId="7F14325C" w14:textId="77777777" w:rsidR="004B5016" w:rsidRPr="00C26722" w:rsidRDefault="004B5016" w:rsidP="001A72C8">
      <w:pPr>
        <w:pStyle w:val="Paragraphedeliste"/>
        <w:numPr>
          <w:ilvl w:val="0"/>
          <w:numId w:val="4"/>
        </w:numPr>
        <w:spacing w:before="40" w:after="0"/>
        <w:ind w:left="714" w:hanging="357"/>
        <w:rPr>
          <w:sz w:val="24"/>
          <w:szCs w:val="24"/>
        </w:rPr>
      </w:pPr>
      <w:r w:rsidRPr="00C26722">
        <w:rPr>
          <w:sz w:val="24"/>
          <w:szCs w:val="24"/>
        </w:rPr>
        <w:t>La date d’expédition</w:t>
      </w:r>
    </w:p>
    <w:p w14:paraId="44DCE1A4" w14:textId="77777777" w:rsidR="004B5016" w:rsidRPr="00C26722" w:rsidRDefault="004B5016" w:rsidP="001A72C8">
      <w:pPr>
        <w:pStyle w:val="Paragraphedeliste"/>
        <w:numPr>
          <w:ilvl w:val="0"/>
          <w:numId w:val="4"/>
        </w:numPr>
        <w:spacing w:before="40" w:after="0"/>
        <w:ind w:left="714" w:hanging="357"/>
        <w:rPr>
          <w:sz w:val="24"/>
          <w:szCs w:val="24"/>
        </w:rPr>
      </w:pPr>
      <w:r w:rsidRPr="00C26722">
        <w:rPr>
          <w:sz w:val="24"/>
          <w:szCs w:val="24"/>
        </w:rPr>
        <w:t>Le destinataire</w:t>
      </w:r>
    </w:p>
    <w:p w14:paraId="68C931E8" w14:textId="77777777" w:rsidR="004B5016" w:rsidRPr="00C26722" w:rsidRDefault="004B5016" w:rsidP="001A72C8">
      <w:pPr>
        <w:pStyle w:val="Paragraphedeliste"/>
        <w:numPr>
          <w:ilvl w:val="0"/>
          <w:numId w:val="4"/>
        </w:numPr>
        <w:spacing w:before="40" w:after="0"/>
        <w:ind w:left="714" w:hanging="357"/>
        <w:rPr>
          <w:sz w:val="24"/>
          <w:szCs w:val="24"/>
        </w:rPr>
      </w:pPr>
      <w:r w:rsidRPr="00C26722">
        <w:rPr>
          <w:sz w:val="24"/>
          <w:szCs w:val="24"/>
        </w:rPr>
        <w:t>L’adresse de livraison</w:t>
      </w:r>
    </w:p>
    <w:p w14:paraId="098C8F9D" w14:textId="77777777" w:rsidR="004B5016" w:rsidRPr="00C26722" w:rsidRDefault="004B5016" w:rsidP="001A72C8">
      <w:pPr>
        <w:pStyle w:val="Paragraphedeliste"/>
        <w:numPr>
          <w:ilvl w:val="0"/>
          <w:numId w:val="4"/>
        </w:numPr>
        <w:spacing w:before="40" w:after="0"/>
        <w:ind w:left="714" w:hanging="357"/>
        <w:rPr>
          <w:sz w:val="24"/>
          <w:szCs w:val="24"/>
        </w:rPr>
      </w:pPr>
      <w:r w:rsidRPr="00C26722">
        <w:rPr>
          <w:sz w:val="24"/>
          <w:szCs w:val="24"/>
        </w:rPr>
        <w:t>La référence du marché</w:t>
      </w:r>
    </w:p>
    <w:p w14:paraId="706E36F3" w14:textId="77777777" w:rsidR="004B5016" w:rsidRPr="00C26722" w:rsidRDefault="004B5016" w:rsidP="001A72C8">
      <w:pPr>
        <w:pStyle w:val="Paragraphedeliste"/>
        <w:numPr>
          <w:ilvl w:val="0"/>
          <w:numId w:val="4"/>
        </w:numPr>
        <w:spacing w:before="40" w:after="0"/>
        <w:ind w:left="714" w:hanging="357"/>
        <w:rPr>
          <w:sz w:val="24"/>
          <w:szCs w:val="24"/>
        </w:rPr>
      </w:pPr>
      <w:r w:rsidRPr="00C26722">
        <w:rPr>
          <w:sz w:val="24"/>
          <w:szCs w:val="24"/>
        </w:rPr>
        <w:t>L’identification du titulaire</w:t>
      </w:r>
    </w:p>
    <w:p w14:paraId="4F3EFBF7" w14:textId="77777777" w:rsidR="004B5016" w:rsidRPr="00C26722" w:rsidRDefault="004B5016" w:rsidP="001A72C8">
      <w:pPr>
        <w:pStyle w:val="Paragraphedeliste"/>
        <w:numPr>
          <w:ilvl w:val="0"/>
          <w:numId w:val="4"/>
        </w:numPr>
        <w:spacing w:before="40" w:after="0"/>
        <w:ind w:left="714" w:hanging="357"/>
        <w:rPr>
          <w:sz w:val="24"/>
          <w:szCs w:val="24"/>
        </w:rPr>
      </w:pPr>
      <w:r w:rsidRPr="00C26722">
        <w:rPr>
          <w:sz w:val="24"/>
          <w:szCs w:val="24"/>
        </w:rPr>
        <w:t>L’identification des fournitures livrées et, quand il y a lieu, leur répartition par colis</w:t>
      </w:r>
    </w:p>
    <w:p w14:paraId="3E551DF4" w14:textId="77777777" w:rsidR="004B5016" w:rsidRPr="00C26722" w:rsidRDefault="004B5016" w:rsidP="001A72C8">
      <w:pPr>
        <w:pStyle w:val="Paragraphedeliste"/>
        <w:numPr>
          <w:ilvl w:val="0"/>
          <w:numId w:val="4"/>
        </w:numPr>
        <w:spacing w:before="40" w:after="0"/>
        <w:ind w:left="714" w:hanging="357"/>
        <w:rPr>
          <w:sz w:val="24"/>
          <w:szCs w:val="24"/>
        </w:rPr>
      </w:pPr>
      <w:r w:rsidRPr="00C26722">
        <w:rPr>
          <w:sz w:val="24"/>
          <w:szCs w:val="24"/>
        </w:rPr>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626AF0B5" w14:textId="77777777" w:rsidR="00AB563A" w:rsidRPr="00C26722" w:rsidRDefault="00AB563A" w:rsidP="00F25A37">
      <w:pPr>
        <w:pStyle w:val="Titre2"/>
        <w:rPr>
          <w:rFonts w:ascii="AvenirNext LT Pro Cn" w:hAnsi="AvenirNext LT Pro Cn"/>
          <w:sz w:val="24"/>
          <w:szCs w:val="24"/>
        </w:rPr>
      </w:pPr>
      <w:bookmarkStart w:id="94" w:name="_Toc41990869"/>
      <w:bookmarkStart w:id="95" w:name="_Toc204704186"/>
      <w:r w:rsidRPr="00C26722">
        <w:rPr>
          <w:rFonts w:ascii="AvenirNext LT Pro Cn" w:hAnsi="AvenirNext LT Pro Cn"/>
          <w:sz w:val="24"/>
          <w:szCs w:val="24"/>
        </w:rPr>
        <w:t>– Documentation à fournir</w:t>
      </w:r>
      <w:bookmarkEnd w:id="94"/>
      <w:bookmarkEnd w:id="95"/>
    </w:p>
    <w:p w14:paraId="3BA12C24" w14:textId="77777777" w:rsidR="00306FE6" w:rsidRPr="00C26722" w:rsidRDefault="00306FE6" w:rsidP="00306FE6">
      <w:pPr>
        <w:rPr>
          <w:sz w:val="24"/>
          <w:szCs w:val="24"/>
        </w:rPr>
      </w:pPr>
      <w:r w:rsidRPr="00C26722">
        <w:rPr>
          <w:sz w:val="24"/>
          <w:szCs w:val="24"/>
        </w:rPr>
        <w:t>Le titulaire s’engage à fournir la documentation suivante :</w:t>
      </w:r>
    </w:p>
    <w:p w14:paraId="3127397F" w14:textId="77777777" w:rsidR="00E34666" w:rsidRPr="00C26722" w:rsidRDefault="00E34666" w:rsidP="003946F1">
      <w:pPr>
        <w:pStyle w:val="Paragraphedeliste"/>
        <w:numPr>
          <w:ilvl w:val="0"/>
          <w:numId w:val="7"/>
        </w:numPr>
        <w:contextualSpacing/>
        <w:rPr>
          <w:sz w:val="24"/>
          <w:szCs w:val="24"/>
        </w:rPr>
      </w:pPr>
      <w:r w:rsidRPr="00C26722">
        <w:rPr>
          <w:sz w:val="24"/>
          <w:szCs w:val="24"/>
        </w:rPr>
        <w:t>Notice détaillée, si possible en langue française, précisant les modalités et les conditions d’utilisation de l’ensemble des fournitures livrées (équipement, logiciels)</w:t>
      </w:r>
    </w:p>
    <w:p w14:paraId="48D57D80" w14:textId="77777777" w:rsidR="00E34666" w:rsidRPr="00C26722" w:rsidRDefault="00E34666" w:rsidP="003946F1">
      <w:pPr>
        <w:pStyle w:val="Paragraphedeliste"/>
        <w:numPr>
          <w:ilvl w:val="0"/>
          <w:numId w:val="7"/>
        </w:numPr>
        <w:spacing w:after="240"/>
        <w:ind w:left="714" w:hanging="357"/>
        <w:contextualSpacing/>
        <w:rPr>
          <w:sz w:val="24"/>
          <w:szCs w:val="24"/>
        </w:rPr>
      </w:pPr>
      <w:r w:rsidRPr="00C26722">
        <w:rPr>
          <w:sz w:val="24"/>
          <w:szCs w:val="24"/>
        </w:rPr>
        <w:t>Certificats de conformité aux normes CE des fournitures</w:t>
      </w:r>
    </w:p>
    <w:p w14:paraId="413C7277" w14:textId="77777777" w:rsidR="00E34666" w:rsidRPr="00C26722" w:rsidRDefault="00E34666" w:rsidP="003946F1">
      <w:pPr>
        <w:pStyle w:val="Paragraphedeliste"/>
        <w:numPr>
          <w:ilvl w:val="0"/>
          <w:numId w:val="7"/>
        </w:numPr>
        <w:spacing w:after="240"/>
        <w:ind w:left="714" w:hanging="357"/>
        <w:contextualSpacing/>
        <w:rPr>
          <w:sz w:val="24"/>
          <w:szCs w:val="24"/>
        </w:rPr>
      </w:pPr>
      <w:r w:rsidRPr="00C26722">
        <w:rPr>
          <w:sz w:val="24"/>
          <w:szCs w:val="24"/>
        </w:rPr>
        <w:t xml:space="preserve"> Manuel de formation des utilisateurs</w:t>
      </w:r>
    </w:p>
    <w:p w14:paraId="66FFF98A" w14:textId="77777777" w:rsidR="00E1299C" w:rsidRPr="00C26722" w:rsidRDefault="00E1299C" w:rsidP="00F25A37">
      <w:pPr>
        <w:pStyle w:val="Titre2"/>
        <w:rPr>
          <w:rFonts w:ascii="AvenirNext LT Pro Cn" w:hAnsi="AvenirNext LT Pro Cn"/>
          <w:sz w:val="24"/>
          <w:szCs w:val="24"/>
        </w:rPr>
      </w:pPr>
      <w:bookmarkStart w:id="96" w:name="_Toc204704187"/>
      <w:r w:rsidRPr="00C26722">
        <w:rPr>
          <w:rFonts w:ascii="AvenirNext LT Pro Cn" w:hAnsi="AvenirNext LT Pro Cn"/>
          <w:sz w:val="24"/>
          <w:szCs w:val="24"/>
        </w:rPr>
        <w:t>– Licence logiciel</w:t>
      </w:r>
      <w:bookmarkEnd w:id="96"/>
    </w:p>
    <w:p w14:paraId="05151D58" w14:textId="77777777" w:rsidR="00E1299C" w:rsidRPr="00C26722" w:rsidRDefault="00E1299C" w:rsidP="00E1299C">
      <w:pPr>
        <w:rPr>
          <w:sz w:val="24"/>
          <w:szCs w:val="24"/>
        </w:rPr>
      </w:pPr>
      <w:r w:rsidRPr="00C26722">
        <w:rPr>
          <w:sz w:val="24"/>
          <w:szCs w:val="24"/>
        </w:rPr>
        <w:t>Le titulaire s’engage à fournir pour les logiciels de traitement des données une licence de site multi-utilisateurs permanente dans sa dernière version. Les conditions de mise à jour et de changement de version sont décrites à l’article 11.</w:t>
      </w:r>
      <w:r w:rsidR="00065251" w:rsidRPr="00C26722">
        <w:rPr>
          <w:sz w:val="24"/>
          <w:szCs w:val="24"/>
        </w:rPr>
        <w:t>2.</w:t>
      </w:r>
      <w:r w:rsidR="00200A87" w:rsidRPr="00C26722">
        <w:rPr>
          <w:sz w:val="24"/>
          <w:szCs w:val="24"/>
        </w:rPr>
        <w:t>1</w:t>
      </w:r>
      <w:r w:rsidRPr="00C26722">
        <w:rPr>
          <w:sz w:val="24"/>
          <w:szCs w:val="24"/>
        </w:rPr>
        <w:t xml:space="preserve"> du présent </w:t>
      </w:r>
      <w:r w:rsidR="004C6847" w:rsidRPr="00C26722">
        <w:rPr>
          <w:sz w:val="24"/>
          <w:szCs w:val="24"/>
        </w:rPr>
        <w:t>AE</w:t>
      </w:r>
      <w:r w:rsidRPr="00C26722">
        <w:rPr>
          <w:sz w:val="24"/>
          <w:szCs w:val="24"/>
        </w:rPr>
        <w:t>CCP.</w:t>
      </w:r>
    </w:p>
    <w:p w14:paraId="16137643" w14:textId="77777777" w:rsidR="004B5016" w:rsidRPr="00C26722" w:rsidRDefault="004B5016" w:rsidP="00F25A37">
      <w:pPr>
        <w:pStyle w:val="Titre2"/>
        <w:rPr>
          <w:rFonts w:ascii="AvenirNext LT Pro Cn" w:hAnsi="AvenirNext LT Pro Cn"/>
          <w:sz w:val="24"/>
          <w:szCs w:val="24"/>
        </w:rPr>
      </w:pPr>
      <w:bookmarkStart w:id="97" w:name="_Toc204704188"/>
      <w:r w:rsidRPr="00C26722">
        <w:rPr>
          <w:rFonts w:ascii="AvenirNext LT Pro Cn" w:hAnsi="AvenirNext LT Pro Cn"/>
          <w:sz w:val="24"/>
          <w:szCs w:val="24"/>
        </w:rPr>
        <w:t>– Formation à l’utilisation et à la maintenance de l’équipement</w:t>
      </w:r>
      <w:bookmarkEnd w:id="97"/>
    </w:p>
    <w:p w14:paraId="03ACB226" w14:textId="63C848AA" w:rsidR="004B5016" w:rsidRPr="00C26722" w:rsidRDefault="004B5016" w:rsidP="004B5016">
      <w:pPr>
        <w:rPr>
          <w:sz w:val="24"/>
          <w:szCs w:val="24"/>
        </w:rPr>
      </w:pPr>
      <w:r w:rsidRPr="00C26722">
        <w:rPr>
          <w:sz w:val="24"/>
          <w:szCs w:val="24"/>
        </w:rPr>
        <w:t>Le marché inclut, à la charge du titulaire, deux formations</w:t>
      </w:r>
      <w:r w:rsidR="005C5233" w:rsidRPr="00C26722">
        <w:rPr>
          <w:sz w:val="24"/>
          <w:szCs w:val="24"/>
        </w:rPr>
        <w:t xml:space="preserve"> </w:t>
      </w:r>
      <w:r w:rsidRPr="00C26722">
        <w:rPr>
          <w:sz w:val="24"/>
          <w:szCs w:val="24"/>
        </w:rPr>
        <w:t>:</w:t>
      </w:r>
    </w:p>
    <w:p w14:paraId="1A18BED7" w14:textId="77777777" w:rsidR="005C5233" w:rsidRPr="00C26722" w:rsidRDefault="005C5233" w:rsidP="003946F1">
      <w:pPr>
        <w:pStyle w:val="Paragraphedeliste"/>
        <w:numPr>
          <w:ilvl w:val="0"/>
          <w:numId w:val="17"/>
        </w:numPr>
        <w:autoSpaceDE w:val="0"/>
        <w:autoSpaceDN w:val="0"/>
        <w:adjustRightInd w:val="0"/>
        <w:spacing w:before="0" w:after="0"/>
        <w:ind w:left="714" w:hanging="357"/>
        <w:jc w:val="left"/>
        <w:rPr>
          <w:rFonts w:eastAsia="Times New Roman" w:cs="Arial"/>
          <w:color w:val="000000"/>
          <w:sz w:val="24"/>
          <w:szCs w:val="24"/>
          <w:lang w:eastAsia="fr-FR"/>
        </w:rPr>
      </w:pPr>
      <w:r w:rsidRPr="00C26722">
        <w:rPr>
          <w:rFonts w:eastAsia="Times New Roman" w:cs="Arial"/>
          <w:color w:val="000000"/>
          <w:sz w:val="24"/>
          <w:szCs w:val="24"/>
          <w:lang w:eastAsia="fr-FR"/>
        </w:rPr>
        <w:t xml:space="preserve">Une formation à l’utilisation de l’instrument et ou de son/ses logiciel(s) ; </w:t>
      </w:r>
    </w:p>
    <w:p w14:paraId="425DF3AE" w14:textId="28A4E8A6" w:rsidR="005C5233" w:rsidRPr="00C26722" w:rsidRDefault="005C5233" w:rsidP="003946F1">
      <w:pPr>
        <w:pStyle w:val="Paragraphedeliste"/>
        <w:numPr>
          <w:ilvl w:val="0"/>
          <w:numId w:val="17"/>
        </w:numPr>
        <w:autoSpaceDE w:val="0"/>
        <w:autoSpaceDN w:val="0"/>
        <w:adjustRightInd w:val="0"/>
        <w:spacing w:before="0" w:after="0"/>
        <w:ind w:left="714" w:hanging="357"/>
        <w:jc w:val="left"/>
        <w:rPr>
          <w:rFonts w:eastAsia="Times New Roman" w:cs="Arial"/>
          <w:color w:val="000000"/>
          <w:sz w:val="24"/>
          <w:szCs w:val="24"/>
          <w:lang w:eastAsia="fr-FR"/>
        </w:rPr>
      </w:pPr>
      <w:r w:rsidRPr="00C26722">
        <w:rPr>
          <w:rFonts w:eastAsia="Times New Roman" w:cs="Arial"/>
          <w:color w:val="000000"/>
          <w:sz w:val="24"/>
          <w:szCs w:val="24"/>
          <w:lang w:eastAsia="fr-FR"/>
        </w:rPr>
        <w:t>Une seconde formation à la maintenance de premier niveau</w:t>
      </w:r>
      <w:r w:rsidR="00AE509D" w:rsidRPr="00C26722">
        <w:rPr>
          <w:rFonts w:eastAsia="Times New Roman" w:cs="Arial"/>
          <w:color w:val="000000"/>
          <w:sz w:val="24"/>
          <w:szCs w:val="24"/>
          <w:lang w:eastAsia="fr-FR"/>
        </w:rPr>
        <w:t>.</w:t>
      </w:r>
      <w:r w:rsidRPr="00C26722">
        <w:rPr>
          <w:rFonts w:eastAsia="Times New Roman" w:cs="Arial"/>
          <w:color w:val="000000"/>
          <w:sz w:val="24"/>
          <w:szCs w:val="24"/>
          <w:lang w:eastAsia="fr-FR"/>
        </w:rPr>
        <w:t xml:space="preserve"> </w:t>
      </w:r>
    </w:p>
    <w:p w14:paraId="10374351" w14:textId="6815C2B2" w:rsidR="005C5233" w:rsidRPr="00C26722" w:rsidRDefault="005C5233" w:rsidP="00E1299C">
      <w:pPr>
        <w:rPr>
          <w:sz w:val="24"/>
          <w:szCs w:val="24"/>
        </w:rPr>
      </w:pPr>
      <w:r w:rsidRPr="00C26722">
        <w:rPr>
          <w:sz w:val="24"/>
          <w:szCs w:val="24"/>
        </w:rPr>
        <w:t xml:space="preserve">Ces formations sont effectuées à l’issue de la mise en service de l’équipement. </w:t>
      </w:r>
    </w:p>
    <w:p w14:paraId="525FEB1B" w14:textId="25AB726F" w:rsidR="00065251" w:rsidRPr="00C26722" w:rsidRDefault="00E1299C" w:rsidP="00E1299C">
      <w:pPr>
        <w:rPr>
          <w:sz w:val="24"/>
          <w:szCs w:val="24"/>
        </w:rPr>
      </w:pPr>
      <w:r w:rsidRPr="00C26722">
        <w:rPr>
          <w:sz w:val="24"/>
          <w:szCs w:val="24"/>
        </w:rPr>
        <w:t xml:space="preserve">Les lieux et dates de réalisation des formations sont précisés par INRAE après la notification du marché. </w:t>
      </w:r>
    </w:p>
    <w:p w14:paraId="44CB4F4A" w14:textId="77777777" w:rsidR="008C32FD" w:rsidRPr="00C26722" w:rsidRDefault="008C32FD" w:rsidP="00F25A37">
      <w:pPr>
        <w:pStyle w:val="Titre2"/>
        <w:rPr>
          <w:rFonts w:ascii="AvenirNext LT Pro Cn" w:hAnsi="AvenirNext LT Pro Cn"/>
          <w:sz w:val="24"/>
          <w:szCs w:val="24"/>
        </w:rPr>
      </w:pPr>
      <w:bookmarkStart w:id="98" w:name="_Toc204704189"/>
      <w:r w:rsidRPr="00C26722">
        <w:rPr>
          <w:rFonts w:ascii="AvenirNext LT Pro Cn" w:hAnsi="AvenirNext LT Pro Cn"/>
          <w:sz w:val="24"/>
          <w:szCs w:val="24"/>
        </w:rPr>
        <w:t>– Brevets et licences</w:t>
      </w:r>
      <w:bookmarkEnd w:id="98"/>
    </w:p>
    <w:p w14:paraId="46AD939D" w14:textId="77777777" w:rsidR="008C32FD" w:rsidRPr="00C26722" w:rsidRDefault="008C32FD" w:rsidP="00E1299C">
      <w:pPr>
        <w:rPr>
          <w:sz w:val="24"/>
          <w:szCs w:val="24"/>
        </w:rPr>
      </w:pPr>
      <w:r w:rsidRPr="00C26722">
        <w:rPr>
          <w:sz w:val="24"/>
          <w:szCs w:val="24"/>
        </w:rPr>
        <w:t>Le titulaire s’engage à être à jour du règlement des redevances dues au titre des brevets et licences d’exploitation des matériels distribués.</w:t>
      </w:r>
    </w:p>
    <w:p w14:paraId="0C04BDB0" w14:textId="77777777" w:rsidR="008C32FD" w:rsidRPr="00C26722" w:rsidRDefault="008C32FD" w:rsidP="00F25A37">
      <w:pPr>
        <w:pStyle w:val="Titre2"/>
        <w:rPr>
          <w:rFonts w:ascii="AvenirNext LT Pro Cn" w:hAnsi="AvenirNext LT Pro Cn"/>
          <w:sz w:val="24"/>
          <w:szCs w:val="24"/>
        </w:rPr>
      </w:pPr>
      <w:bookmarkStart w:id="99" w:name="_Toc204704190"/>
      <w:r w:rsidRPr="00C26722">
        <w:rPr>
          <w:rFonts w:ascii="AvenirNext LT Pro Cn" w:hAnsi="AvenirNext LT Pro Cn"/>
          <w:sz w:val="24"/>
          <w:szCs w:val="24"/>
        </w:rPr>
        <w:t>– Dispositions en cas de quench (spectromètres</w:t>
      </w:r>
      <w:r w:rsidR="00890070" w:rsidRPr="00C26722">
        <w:rPr>
          <w:rFonts w:ascii="AvenirNext LT Pro Cn" w:hAnsi="AvenirNext LT Pro Cn"/>
          <w:sz w:val="24"/>
          <w:szCs w:val="24"/>
        </w:rPr>
        <w:t>)</w:t>
      </w:r>
      <w:bookmarkEnd w:id="99"/>
    </w:p>
    <w:p w14:paraId="2CEDBFA3" w14:textId="77777777" w:rsidR="00123D4B" w:rsidRPr="00C26722" w:rsidRDefault="00123D4B" w:rsidP="00E1299C">
      <w:pPr>
        <w:rPr>
          <w:sz w:val="24"/>
          <w:szCs w:val="24"/>
        </w:rPr>
      </w:pPr>
      <w:r w:rsidRPr="00C26722">
        <w:rPr>
          <w:sz w:val="24"/>
          <w:szCs w:val="24"/>
        </w:rPr>
        <w:t>Sans objet.</w:t>
      </w:r>
    </w:p>
    <w:p w14:paraId="17E3DC70" w14:textId="5E2EC2CF" w:rsidR="00DF11EF" w:rsidRPr="00C26722" w:rsidRDefault="00DF11EF" w:rsidP="00F25A37">
      <w:pPr>
        <w:pStyle w:val="Titre2"/>
        <w:rPr>
          <w:rFonts w:ascii="AvenirNext LT Pro Cn" w:hAnsi="AvenirNext LT Pro Cn"/>
          <w:sz w:val="24"/>
          <w:szCs w:val="24"/>
        </w:rPr>
      </w:pPr>
      <w:bookmarkStart w:id="100" w:name="_Toc204704191"/>
      <w:r w:rsidRPr="00C26722">
        <w:rPr>
          <w:rFonts w:ascii="AvenirNext LT Pro Cn" w:hAnsi="AvenirNext LT Pro Cn"/>
          <w:sz w:val="24"/>
          <w:szCs w:val="24"/>
        </w:rPr>
        <w:t>– Sous-traitance</w:t>
      </w:r>
      <w:bookmarkEnd w:id="100"/>
    </w:p>
    <w:p w14:paraId="1F66F9A7" w14:textId="3917AE06" w:rsidR="00DF11EF" w:rsidRPr="00C26722" w:rsidRDefault="00DF11EF" w:rsidP="00E1299C">
      <w:pPr>
        <w:rPr>
          <w:sz w:val="24"/>
          <w:szCs w:val="24"/>
        </w:rPr>
      </w:pPr>
      <w:r w:rsidRPr="00C26722">
        <w:rPr>
          <w:sz w:val="24"/>
          <w:szCs w:val="24"/>
        </w:rPr>
        <w:t>Les prestations de services et les travaux de pose ou d’installation pourront être sous-traitées,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079EFF3" w14:textId="32BAC17A" w:rsidR="00DF11EF" w:rsidRPr="00C26722" w:rsidRDefault="00DF11EF" w:rsidP="00DF11EF">
      <w:pPr>
        <w:autoSpaceDE w:val="0"/>
        <w:autoSpaceDN w:val="0"/>
        <w:adjustRightInd w:val="0"/>
        <w:spacing w:before="0" w:after="0"/>
        <w:rPr>
          <w:sz w:val="24"/>
          <w:szCs w:val="24"/>
        </w:rPr>
      </w:pPr>
      <w:r w:rsidRPr="00C26722">
        <w:rPr>
          <w:sz w:val="24"/>
          <w:szCs w:val="24"/>
        </w:rPr>
        <w:t xml:space="preserve">Le DC4 </w:t>
      </w:r>
      <w:r w:rsidR="00DE67AF" w:rsidRPr="00C26722">
        <w:rPr>
          <w:sz w:val="24"/>
          <w:szCs w:val="24"/>
        </w:rPr>
        <w:t>(</w:t>
      </w:r>
      <w:hyperlink r:id="rId11" w:history="1">
        <w:r w:rsidRPr="00C26722">
          <w:rPr>
            <w:color w:val="0000FF"/>
            <w:sz w:val="24"/>
            <w:szCs w:val="24"/>
            <w:u w:val="single"/>
          </w:rPr>
          <w:t>Les formulaires de déclaration du candidat | economie.gouv.fr</w:t>
        </w:r>
      </w:hyperlink>
      <w:r w:rsidR="00DE67AF" w:rsidRPr="00C26722">
        <w:rPr>
          <w:sz w:val="24"/>
          <w:szCs w:val="24"/>
        </w:rPr>
        <w:t xml:space="preserve">) </w:t>
      </w:r>
      <w:r w:rsidRPr="00C26722">
        <w:rPr>
          <w:sz w:val="24"/>
          <w:szCs w:val="24"/>
        </w:rPr>
        <w:t xml:space="preserve">doit être envoyé par le titulaire </w:t>
      </w:r>
      <w:r w:rsidR="00DE67AF" w:rsidRPr="00C26722">
        <w:rPr>
          <w:sz w:val="24"/>
          <w:szCs w:val="24"/>
        </w:rPr>
        <w:t>à INRAE</w:t>
      </w:r>
      <w:r w:rsidRPr="00C26722">
        <w:rPr>
          <w:sz w:val="24"/>
          <w:szCs w:val="24"/>
        </w:rPr>
        <w:t xml:space="preserve">, en main propre contre récépissé ou par lettre recommandée avec avis de réception ou par tout autre moyen permettant d’en attester la date et heure de réception. </w:t>
      </w:r>
    </w:p>
    <w:p w14:paraId="20F70BCE" w14:textId="5465D2DD" w:rsidR="00DF11EF" w:rsidRPr="00C26722" w:rsidRDefault="00DF11EF" w:rsidP="00DE67AF">
      <w:pPr>
        <w:autoSpaceDE w:val="0"/>
        <w:autoSpaceDN w:val="0"/>
        <w:adjustRightInd w:val="0"/>
        <w:spacing w:after="0"/>
        <w:rPr>
          <w:sz w:val="24"/>
          <w:szCs w:val="24"/>
        </w:rPr>
      </w:pPr>
      <w:r w:rsidRPr="00C26722">
        <w:rPr>
          <w:sz w:val="24"/>
          <w:szCs w:val="24"/>
        </w:rPr>
        <w:t xml:space="preserve">Le </w:t>
      </w:r>
      <w:r w:rsidR="00DE67AF" w:rsidRPr="00C26722">
        <w:rPr>
          <w:sz w:val="24"/>
          <w:szCs w:val="24"/>
        </w:rPr>
        <w:t>t</w:t>
      </w:r>
      <w:r w:rsidRPr="00C26722">
        <w:rPr>
          <w:sz w:val="24"/>
          <w:szCs w:val="24"/>
        </w:rPr>
        <w:t xml:space="preserve">itulaire avise ses sous-traitants de ce que les obligations énoncées notamment aux articles L.2193-2 à L.2193-14 du même code leur sont applicables et reste responsable du respect de celles-ci envers </w:t>
      </w:r>
      <w:r w:rsidR="00DE67AF" w:rsidRPr="00C26722">
        <w:rPr>
          <w:sz w:val="24"/>
          <w:szCs w:val="24"/>
        </w:rPr>
        <w:t>INRAE</w:t>
      </w:r>
      <w:r w:rsidRPr="00C26722">
        <w:rPr>
          <w:sz w:val="24"/>
          <w:szCs w:val="24"/>
        </w:rPr>
        <w:t xml:space="preserve">. </w:t>
      </w:r>
    </w:p>
    <w:p w14:paraId="6E11AC11" w14:textId="7991F1A4" w:rsidR="00DF11EF" w:rsidRPr="00C26722" w:rsidRDefault="00DF11EF" w:rsidP="00DF11EF">
      <w:pPr>
        <w:rPr>
          <w:sz w:val="24"/>
          <w:szCs w:val="24"/>
        </w:rPr>
      </w:pPr>
      <w:r w:rsidRPr="00C26722">
        <w:rPr>
          <w:sz w:val="24"/>
          <w:szCs w:val="24"/>
        </w:rPr>
        <w:t xml:space="preserve">En tout état de cause, le </w:t>
      </w:r>
      <w:r w:rsidR="00DE67AF" w:rsidRPr="00C26722">
        <w:rPr>
          <w:sz w:val="24"/>
          <w:szCs w:val="24"/>
        </w:rPr>
        <w:t>t</w:t>
      </w:r>
      <w:r w:rsidRPr="00C26722">
        <w:rPr>
          <w:sz w:val="24"/>
          <w:szCs w:val="24"/>
        </w:rPr>
        <w:t xml:space="preserve">itulaire s’engage à insérer dans les documents contractuels régissant ses rapports avec son sous-traitant, l’obligation pour celui-ci de respecter l’ensemble des règles de sécurité et des règles de protection des données auxquelles le </w:t>
      </w:r>
      <w:r w:rsidR="00DE67AF" w:rsidRPr="00C26722">
        <w:rPr>
          <w:sz w:val="24"/>
          <w:szCs w:val="24"/>
        </w:rPr>
        <w:t>t</w:t>
      </w:r>
      <w:r w:rsidRPr="00C26722">
        <w:rPr>
          <w:sz w:val="24"/>
          <w:szCs w:val="24"/>
        </w:rPr>
        <w:t xml:space="preserve">itulaire est lui-même soumis aux termes du présent </w:t>
      </w:r>
      <w:r w:rsidR="00DE67AF" w:rsidRPr="00C26722">
        <w:rPr>
          <w:sz w:val="24"/>
          <w:szCs w:val="24"/>
        </w:rPr>
        <w:t>marché</w:t>
      </w:r>
      <w:r w:rsidRPr="00C26722">
        <w:rPr>
          <w:sz w:val="24"/>
          <w:szCs w:val="24"/>
        </w:rPr>
        <w:t>.</w:t>
      </w:r>
    </w:p>
    <w:p w14:paraId="3C5E8239" w14:textId="77777777" w:rsidR="009B2D4B" w:rsidRPr="00C26722" w:rsidRDefault="009B2D4B" w:rsidP="009B2D4B">
      <w:pPr>
        <w:pStyle w:val="Default"/>
        <w:rPr>
          <w:rFonts w:ascii="AvenirNext LT Pro Cn" w:eastAsiaTheme="minorEastAsia" w:hAnsi="AvenirNext LT Pro Cn" w:cs="Arial"/>
          <w:color w:val="00A6A3"/>
          <w:lang w:eastAsia="en-US"/>
        </w:rPr>
      </w:pPr>
      <w:r w:rsidRPr="00C26722">
        <w:rPr>
          <w:rFonts w:ascii="AvenirNext LT Pro Cn" w:hAnsi="AvenirNext LT Pro Cn"/>
          <w:b/>
          <w:bCs/>
          <w:color w:val="00A6A3"/>
        </w:rPr>
        <w:t xml:space="preserve">Paiement direct du sous-traitant </w:t>
      </w:r>
      <w:r w:rsidRPr="00C26722">
        <w:rPr>
          <w:rFonts w:ascii="AvenirNext LT Pro Cn" w:hAnsi="AvenirNext LT Pro Cn"/>
          <w:color w:val="00A6A3"/>
        </w:rPr>
        <w:t xml:space="preserve">: </w:t>
      </w:r>
    </w:p>
    <w:p w14:paraId="1B8414A8" w14:textId="77777777" w:rsidR="009B2D4B" w:rsidRPr="00C26722" w:rsidRDefault="009B2D4B" w:rsidP="009B2D4B">
      <w:pPr>
        <w:pStyle w:val="Default"/>
        <w:spacing w:before="120"/>
        <w:jc w:val="both"/>
        <w:rPr>
          <w:rFonts w:ascii="AvenirNext LT Pro Cn" w:eastAsiaTheme="minorHAnsi" w:hAnsi="AvenirNext LT Pro Cn" w:cstheme="minorBidi"/>
          <w:color w:val="auto"/>
          <w:lang w:eastAsia="en-US"/>
        </w:rPr>
      </w:pPr>
      <w:r w:rsidRPr="00C26722">
        <w:rPr>
          <w:rFonts w:ascii="AvenirNext LT Pro Cn" w:eastAsiaTheme="minorHAnsi" w:hAnsi="AvenirNext LT Pro Cn" w:cstheme="minorBidi"/>
          <w:color w:val="auto"/>
          <w:lang w:eastAsia="en-US"/>
        </w:rPr>
        <w:t xml:space="preserve">Le sous-traitant a droit à un </w:t>
      </w:r>
      <w:r w:rsidRPr="00C26722">
        <w:rPr>
          <w:rFonts w:ascii="AvenirNext LT Pro Cn" w:eastAsiaTheme="minorHAnsi" w:hAnsi="AvenirNext LT Pro Cn" w:cstheme="minorBidi"/>
          <w:b/>
          <w:color w:val="auto"/>
          <w:lang w:eastAsia="en-US"/>
        </w:rPr>
        <w:t>paiement direct</w:t>
      </w:r>
      <w:r w:rsidRPr="00C26722">
        <w:rPr>
          <w:rFonts w:ascii="AvenirNext LT Pro Cn" w:eastAsiaTheme="minorHAnsi" w:hAnsi="AvenirNext LT Pro Cn" w:cstheme="minorBidi"/>
          <w:color w:val="auto"/>
          <w:lang w:eastAsia="en-US"/>
        </w:rPr>
        <w:t xml:space="preserve"> pour des prestations supérieures à 600 €TTC. </w:t>
      </w:r>
    </w:p>
    <w:p w14:paraId="10B687C5" w14:textId="65D79BE2" w:rsidR="009B2D4B" w:rsidRPr="00C26722" w:rsidRDefault="009B2D4B" w:rsidP="009B2D4B">
      <w:pPr>
        <w:pStyle w:val="Default"/>
        <w:spacing w:before="120"/>
        <w:jc w:val="both"/>
        <w:rPr>
          <w:rFonts w:ascii="AvenirNext LT Pro Cn" w:hAnsi="AvenirNext LT Pro Cn"/>
          <w:color w:val="auto"/>
        </w:rPr>
      </w:pPr>
      <w:r w:rsidRPr="00C26722">
        <w:rPr>
          <w:rFonts w:ascii="AvenirNext LT Pro Cn" w:eastAsiaTheme="minorHAnsi" w:hAnsi="AvenirNext LT Pro Cn" w:cstheme="minorBidi"/>
          <w:color w:val="auto"/>
          <w:lang w:eastAsia="en-US"/>
        </w:rPr>
        <w:t>Selon les dispositions de l’article R2193-16 du CCP, le sous-traitant dépose sa demande de paiement sans autre formalité, au format pdf. sur le site</w:t>
      </w:r>
      <w:r w:rsidRPr="00C26722">
        <w:rPr>
          <w:rFonts w:ascii="AvenirNext LT Pro Cn" w:hAnsi="AvenirNext LT Pro Cn"/>
          <w:color w:val="auto"/>
        </w:rPr>
        <w:t xml:space="preserve"> : </w:t>
      </w:r>
      <w:hyperlink r:id="rId12" w:history="1">
        <w:r w:rsidRPr="00C26722">
          <w:rPr>
            <w:rStyle w:val="Lienhypertexte"/>
            <w:rFonts w:ascii="AvenirNext LT Pro Cn" w:hAnsi="AvenirNext LT Pro Cn"/>
          </w:rPr>
          <w:t>https://chorus-pro.gouv.fr</w:t>
        </w:r>
      </w:hyperlink>
      <w:r w:rsidRPr="00C26722">
        <w:rPr>
          <w:rFonts w:ascii="AvenirNext LT Pro Cn" w:hAnsi="AvenirNext LT Pro Cn"/>
          <w:color w:val="auto"/>
        </w:rPr>
        <w:t>.</w:t>
      </w:r>
    </w:p>
    <w:p w14:paraId="458359D9" w14:textId="77777777" w:rsidR="009B2D4B" w:rsidRPr="00C26722" w:rsidRDefault="009B2D4B" w:rsidP="009B2D4B">
      <w:pPr>
        <w:autoSpaceDE w:val="0"/>
        <w:autoSpaceDN w:val="0"/>
        <w:adjustRightInd w:val="0"/>
        <w:spacing w:after="0"/>
        <w:rPr>
          <w:sz w:val="24"/>
          <w:szCs w:val="24"/>
        </w:rPr>
      </w:pPr>
      <w:r w:rsidRPr="00C26722">
        <w:rPr>
          <w:sz w:val="24"/>
          <w:szCs w:val="24"/>
        </w:rPr>
        <w:t>Le titulaire dispose de quinze jours à compter de ce dépôt pour accepter ou refuser la demande de paiement sur ce portail.</w:t>
      </w:r>
    </w:p>
    <w:p w14:paraId="5B1AA608" w14:textId="77777777" w:rsidR="009B2D4B" w:rsidRPr="00C26722" w:rsidRDefault="009B2D4B" w:rsidP="009B2D4B">
      <w:pPr>
        <w:autoSpaceDE w:val="0"/>
        <w:autoSpaceDN w:val="0"/>
        <w:adjustRightInd w:val="0"/>
        <w:spacing w:after="0"/>
        <w:rPr>
          <w:sz w:val="24"/>
          <w:szCs w:val="24"/>
        </w:rPr>
      </w:pPr>
      <w:r w:rsidRPr="00C26722">
        <w:rPr>
          <w:sz w:val="24"/>
          <w:szCs w:val="24"/>
        </w:rPr>
        <w:t xml:space="preserve">INRAE procède au paiement du sous-traitant dans le délai maximum de 30 jours. Ce délai court à compter de la réception par INRAE de l'accord, total ou partiel, du titulaire sur le paiement, ou de l'expiration du délai de 15 jours susmentionné si, pendant ce délai, le titulaire n'a notifié aucun accord ni aucun refus. INRAE informe le titulaire des paiements qu'il verse au sous-traitant. </w:t>
      </w:r>
    </w:p>
    <w:p w14:paraId="43343264" w14:textId="77777777" w:rsidR="00B3398C" w:rsidRPr="00C26722" w:rsidRDefault="00B3398C" w:rsidP="00585A54">
      <w:pPr>
        <w:pStyle w:val="Titre1"/>
        <w:spacing w:before="360" w:after="240"/>
        <w:ind w:left="357" w:hanging="357"/>
        <w:rPr>
          <w:rFonts w:ascii="AvenirNext LT Pro Cn" w:hAnsi="AvenirNext LT Pro Cn"/>
          <w:i/>
          <w:iCs/>
          <w:sz w:val="24"/>
          <w:szCs w:val="24"/>
        </w:rPr>
      </w:pPr>
      <w:bookmarkStart w:id="101" w:name="_Toc204704192"/>
      <w:r w:rsidRPr="00C26722">
        <w:rPr>
          <w:rFonts w:ascii="AvenirNext LT Pro Cn" w:hAnsi="AvenirNext LT Pro Cn"/>
          <w:sz w:val="24"/>
          <w:szCs w:val="24"/>
        </w:rPr>
        <w:t xml:space="preserve">DURÉE </w:t>
      </w:r>
      <w:r w:rsidR="00585A54" w:rsidRPr="00C26722">
        <w:rPr>
          <w:rFonts w:ascii="AvenirNext LT Pro Cn" w:hAnsi="AvenirNext LT Pro Cn"/>
          <w:sz w:val="24"/>
          <w:szCs w:val="24"/>
        </w:rPr>
        <w:t xml:space="preserve">ET DELAIS D’EXECUTION </w:t>
      </w:r>
      <w:r w:rsidRPr="00C26722">
        <w:rPr>
          <w:rFonts w:ascii="AvenirNext LT Pro Cn" w:hAnsi="AvenirNext LT Pro Cn"/>
          <w:sz w:val="24"/>
          <w:szCs w:val="24"/>
        </w:rPr>
        <w:t>DU MARCHÉ</w:t>
      </w:r>
      <w:bookmarkEnd w:id="101"/>
      <w:r w:rsidRPr="00C26722">
        <w:rPr>
          <w:rFonts w:ascii="AvenirNext LT Pro Cn" w:hAnsi="AvenirNext LT Pro Cn"/>
          <w:sz w:val="24"/>
          <w:szCs w:val="24"/>
        </w:rPr>
        <w:t xml:space="preserve"> </w:t>
      </w:r>
    </w:p>
    <w:p w14:paraId="447DF41B" w14:textId="77777777" w:rsidR="00AB563A" w:rsidRPr="00C26722" w:rsidRDefault="00AB563A" w:rsidP="00F25A37">
      <w:pPr>
        <w:pStyle w:val="Titre2"/>
        <w:rPr>
          <w:rFonts w:ascii="AvenirNext LT Pro Cn" w:hAnsi="AvenirNext LT Pro Cn"/>
          <w:sz w:val="24"/>
          <w:szCs w:val="24"/>
        </w:rPr>
      </w:pPr>
      <w:bookmarkStart w:id="102" w:name="_Toc41990854"/>
      <w:bookmarkStart w:id="103" w:name="_Toc204704193"/>
      <w:r w:rsidRPr="00C26722">
        <w:rPr>
          <w:rFonts w:ascii="AvenirNext LT Pro Cn" w:hAnsi="AvenirNext LT Pro Cn"/>
          <w:sz w:val="24"/>
          <w:szCs w:val="24"/>
        </w:rPr>
        <w:t>– Durée du marché</w:t>
      </w:r>
      <w:bookmarkEnd w:id="102"/>
      <w:bookmarkEnd w:id="103"/>
    </w:p>
    <w:p w14:paraId="2F0A781E" w14:textId="77777777" w:rsidR="00AB563A" w:rsidRPr="00C26722" w:rsidRDefault="00AB563A" w:rsidP="00AB563A">
      <w:pPr>
        <w:rPr>
          <w:sz w:val="24"/>
          <w:szCs w:val="24"/>
        </w:rPr>
      </w:pPr>
      <w:r w:rsidRPr="00C26722">
        <w:rPr>
          <w:sz w:val="24"/>
          <w:szCs w:val="24"/>
        </w:rPr>
        <w:t>La durée du marché débute à sa date de notification et se termine à l’extinction du délai de garantie.</w:t>
      </w:r>
    </w:p>
    <w:p w14:paraId="3FAED53D" w14:textId="77777777" w:rsidR="00601DE1" w:rsidRPr="00C26722" w:rsidRDefault="00601DE1" w:rsidP="00601DE1">
      <w:pPr>
        <w:rPr>
          <w:sz w:val="24"/>
          <w:szCs w:val="24"/>
        </w:rPr>
      </w:pPr>
      <w:r w:rsidRPr="00C26722">
        <w:rPr>
          <w:sz w:val="24"/>
          <w:szCs w:val="24"/>
        </w:rPr>
        <w:t xml:space="preserve">En cas de souscription d’une extension de garantie et / ou d’un contrat de maintenance, la durée du marché </w:t>
      </w:r>
      <w:r w:rsidR="00065251" w:rsidRPr="00C26722">
        <w:rPr>
          <w:sz w:val="24"/>
          <w:szCs w:val="24"/>
        </w:rPr>
        <w:t>couvrira l’exécution</w:t>
      </w:r>
      <w:r w:rsidRPr="00C26722">
        <w:rPr>
          <w:sz w:val="24"/>
          <w:szCs w:val="24"/>
        </w:rPr>
        <w:t xml:space="preserve"> des </w:t>
      </w:r>
      <w:r w:rsidR="00063BE9" w:rsidRPr="00C26722">
        <w:rPr>
          <w:sz w:val="24"/>
          <w:szCs w:val="24"/>
        </w:rPr>
        <w:t>PSE</w:t>
      </w:r>
      <w:r w:rsidRPr="00C26722">
        <w:rPr>
          <w:sz w:val="24"/>
          <w:szCs w:val="24"/>
        </w:rPr>
        <w:t xml:space="preserve"> retenues.</w:t>
      </w:r>
    </w:p>
    <w:p w14:paraId="313763CC" w14:textId="77777777" w:rsidR="00AB563A" w:rsidRPr="00C26722" w:rsidRDefault="00AB563A" w:rsidP="00F25A37">
      <w:pPr>
        <w:pStyle w:val="Titre2"/>
        <w:rPr>
          <w:rFonts w:ascii="AvenirNext LT Pro Cn" w:hAnsi="AvenirNext LT Pro Cn"/>
          <w:sz w:val="24"/>
          <w:szCs w:val="24"/>
        </w:rPr>
      </w:pPr>
      <w:bookmarkStart w:id="104" w:name="page4"/>
      <w:bookmarkStart w:id="105" w:name="_Toc41990855"/>
      <w:bookmarkStart w:id="106" w:name="_Toc204704194"/>
      <w:bookmarkEnd w:id="104"/>
      <w:r w:rsidRPr="00C26722">
        <w:rPr>
          <w:rFonts w:ascii="AvenirNext LT Pro Cn" w:hAnsi="AvenirNext LT Pro Cn"/>
          <w:sz w:val="24"/>
          <w:szCs w:val="24"/>
        </w:rPr>
        <w:t>– Délai de livraison</w:t>
      </w:r>
      <w:bookmarkEnd w:id="105"/>
      <w:bookmarkEnd w:id="106"/>
    </w:p>
    <w:p w14:paraId="179B5922" w14:textId="77777777" w:rsidR="00890070" w:rsidRPr="00C26722" w:rsidRDefault="00890070" w:rsidP="00890070">
      <w:pPr>
        <w:rPr>
          <w:sz w:val="24"/>
          <w:szCs w:val="24"/>
        </w:rPr>
      </w:pPr>
      <w:r w:rsidRPr="00C26722">
        <w:rPr>
          <w:sz w:val="24"/>
          <w:szCs w:val="24"/>
        </w:rPr>
        <w:t>Le délai de livraison est le délai indiqué par le titulaire dans son offre. Ce délai court à compter de la date de réception du bon de commande par le titulaire.</w:t>
      </w:r>
    </w:p>
    <w:p w14:paraId="3DB7337C" w14:textId="77777777" w:rsidR="00AB563A" w:rsidRPr="00C26722" w:rsidRDefault="00AB563A" w:rsidP="00F25A37">
      <w:pPr>
        <w:pStyle w:val="Titre2"/>
        <w:rPr>
          <w:rFonts w:ascii="AvenirNext LT Pro Cn" w:hAnsi="AvenirNext LT Pro Cn"/>
          <w:sz w:val="24"/>
          <w:szCs w:val="24"/>
        </w:rPr>
      </w:pPr>
      <w:bookmarkStart w:id="107" w:name="_Toc41990856"/>
      <w:bookmarkStart w:id="108" w:name="_Toc204704195"/>
      <w:r w:rsidRPr="00C26722">
        <w:rPr>
          <w:rFonts w:ascii="AvenirNext LT Pro Cn" w:hAnsi="AvenirNext LT Pro Cn"/>
          <w:sz w:val="24"/>
          <w:szCs w:val="24"/>
        </w:rPr>
        <w:t>- Prolongation du délai</w:t>
      </w:r>
      <w:bookmarkEnd w:id="107"/>
      <w:bookmarkEnd w:id="108"/>
    </w:p>
    <w:p w14:paraId="383EF67C" w14:textId="77777777" w:rsidR="00AB563A" w:rsidRPr="00C26722" w:rsidRDefault="00AB563A" w:rsidP="00AB563A">
      <w:pPr>
        <w:rPr>
          <w:sz w:val="24"/>
          <w:szCs w:val="24"/>
        </w:rPr>
      </w:pPr>
      <w:r w:rsidRPr="00C26722">
        <w:rPr>
          <w:sz w:val="24"/>
          <w:szCs w:val="24"/>
        </w:rPr>
        <w:t>Une prolongation du délai de livraison peut être accordée par le pouvoir adjudicateur dans les conditions de l’article 13.3 du CCAG-FCS.</w:t>
      </w:r>
    </w:p>
    <w:p w14:paraId="6282D61A" w14:textId="77777777" w:rsidR="00B3398C" w:rsidRPr="00C26722" w:rsidRDefault="003C23D4" w:rsidP="008630D8">
      <w:pPr>
        <w:pStyle w:val="Titre1"/>
        <w:rPr>
          <w:rFonts w:ascii="AvenirNext LT Pro Cn" w:hAnsi="AvenirNext LT Pro Cn"/>
          <w:sz w:val="24"/>
          <w:szCs w:val="24"/>
        </w:rPr>
      </w:pPr>
      <w:bookmarkStart w:id="109" w:name="_Toc204704196"/>
      <w:r w:rsidRPr="00C26722">
        <w:rPr>
          <w:rFonts w:ascii="AvenirNext LT Pro Cn" w:hAnsi="AvenirNext LT Pro Cn"/>
          <w:sz w:val="24"/>
          <w:szCs w:val="24"/>
        </w:rPr>
        <w:t xml:space="preserve">INSTALLATIONS, MISE EN </w:t>
      </w:r>
      <w:r w:rsidR="00F6358A" w:rsidRPr="00C26722">
        <w:rPr>
          <w:rFonts w:ascii="AvenirNext LT Pro Cn" w:hAnsi="AvenirNext LT Pro Cn"/>
          <w:sz w:val="24"/>
          <w:szCs w:val="24"/>
        </w:rPr>
        <w:t>ORDRE DE MARCHE</w:t>
      </w:r>
      <w:r w:rsidRPr="00C26722">
        <w:rPr>
          <w:rFonts w:ascii="AvenirNext LT Pro Cn" w:hAnsi="AvenirNext LT Pro Cn"/>
          <w:sz w:val="24"/>
          <w:szCs w:val="24"/>
        </w:rPr>
        <w:t xml:space="preserve">, </w:t>
      </w:r>
      <w:r w:rsidR="00B3398C" w:rsidRPr="00C26722">
        <w:rPr>
          <w:rFonts w:ascii="AvenirNext LT Pro Cn" w:hAnsi="AvenirNext LT Pro Cn"/>
          <w:sz w:val="24"/>
          <w:szCs w:val="24"/>
        </w:rPr>
        <w:t>VÉRIFICATION ET ADMISSION DES FOURNITURES</w:t>
      </w:r>
      <w:bookmarkEnd w:id="109"/>
      <w:r w:rsidR="00B3398C" w:rsidRPr="00C26722">
        <w:rPr>
          <w:rFonts w:ascii="AvenirNext LT Pro Cn" w:hAnsi="AvenirNext LT Pro Cn"/>
          <w:sz w:val="24"/>
          <w:szCs w:val="24"/>
        </w:rPr>
        <w:t xml:space="preserve"> </w:t>
      </w:r>
    </w:p>
    <w:p w14:paraId="505C823B" w14:textId="77777777" w:rsidR="003C23D4" w:rsidRPr="00C26722" w:rsidRDefault="003C23D4" w:rsidP="00F25A37">
      <w:pPr>
        <w:pStyle w:val="Titre2"/>
        <w:rPr>
          <w:rFonts w:ascii="AvenirNext LT Pro Cn" w:hAnsi="AvenirNext LT Pro Cn"/>
          <w:sz w:val="24"/>
          <w:szCs w:val="24"/>
        </w:rPr>
      </w:pPr>
      <w:bookmarkStart w:id="110" w:name="_Toc204704197"/>
      <w:r w:rsidRPr="00C26722">
        <w:rPr>
          <w:rFonts w:ascii="AvenirNext LT Pro Cn" w:hAnsi="AvenirNext LT Pro Cn"/>
          <w:sz w:val="24"/>
          <w:szCs w:val="24"/>
        </w:rPr>
        <w:t xml:space="preserve">– Installation et mise en </w:t>
      </w:r>
      <w:r w:rsidR="00F6358A" w:rsidRPr="00C26722">
        <w:rPr>
          <w:rFonts w:ascii="AvenirNext LT Pro Cn" w:hAnsi="AvenirNext LT Pro Cn"/>
          <w:sz w:val="24"/>
          <w:szCs w:val="24"/>
        </w:rPr>
        <w:t>ordre de marche</w:t>
      </w:r>
      <w:bookmarkEnd w:id="110"/>
    </w:p>
    <w:p w14:paraId="07FCE2A9" w14:textId="77777777" w:rsidR="003C23D4" w:rsidRPr="00C26722" w:rsidRDefault="003C23D4" w:rsidP="003C23D4">
      <w:pPr>
        <w:rPr>
          <w:sz w:val="24"/>
          <w:szCs w:val="24"/>
        </w:rPr>
      </w:pPr>
      <w:r w:rsidRPr="00C26722">
        <w:rPr>
          <w:sz w:val="24"/>
          <w:szCs w:val="24"/>
        </w:rPr>
        <w:t xml:space="preserve">Le présent marché inclut à la charge du titulaire l’ensemble des prestations et fournitures nécessaires à l’installation et </w:t>
      </w:r>
      <w:r w:rsidR="00E41162" w:rsidRPr="00C26722">
        <w:rPr>
          <w:sz w:val="24"/>
          <w:szCs w:val="24"/>
        </w:rPr>
        <w:t xml:space="preserve">à </w:t>
      </w:r>
      <w:r w:rsidRPr="00C26722">
        <w:rPr>
          <w:sz w:val="24"/>
          <w:szCs w:val="24"/>
        </w:rPr>
        <w:t xml:space="preserve">la mise en </w:t>
      </w:r>
      <w:r w:rsidR="00F6358A" w:rsidRPr="00C26722">
        <w:rPr>
          <w:sz w:val="24"/>
          <w:szCs w:val="24"/>
        </w:rPr>
        <w:t xml:space="preserve">ordre de marche (mise en </w:t>
      </w:r>
      <w:r w:rsidRPr="00C26722">
        <w:rPr>
          <w:sz w:val="24"/>
          <w:szCs w:val="24"/>
        </w:rPr>
        <w:t>service opérationnelle</w:t>
      </w:r>
      <w:r w:rsidR="00F6358A" w:rsidRPr="00C26722">
        <w:rPr>
          <w:sz w:val="24"/>
          <w:szCs w:val="24"/>
        </w:rPr>
        <w:t>)</w:t>
      </w:r>
      <w:r w:rsidRPr="00C26722">
        <w:rPr>
          <w:sz w:val="24"/>
          <w:szCs w:val="24"/>
        </w:rPr>
        <w:t xml:space="preserve"> de l’équipement.</w:t>
      </w:r>
      <w:r w:rsidR="00F6358A" w:rsidRPr="00C26722">
        <w:rPr>
          <w:sz w:val="24"/>
          <w:szCs w:val="24"/>
        </w:rPr>
        <w:t xml:space="preserve"> </w:t>
      </w:r>
    </w:p>
    <w:p w14:paraId="0B901CFA" w14:textId="77777777" w:rsidR="00F6358A" w:rsidRPr="00C26722" w:rsidRDefault="00F6358A" w:rsidP="003C23D4">
      <w:pPr>
        <w:rPr>
          <w:sz w:val="24"/>
          <w:szCs w:val="24"/>
        </w:rPr>
      </w:pPr>
      <w:r w:rsidRPr="00C26722">
        <w:rPr>
          <w:sz w:val="24"/>
          <w:szCs w:val="24"/>
        </w:rPr>
        <w:t xml:space="preserve">Le titulaire du présent marché notifiera à INRAE la mise en ordre de marche (MOM) de l’équipement, selon le modèle joint en annexe, par courrier ou mail. Cette notification lancera l’étape relative aux opérations de vérification. </w:t>
      </w:r>
    </w:p>
    <w:p w14:paraId="32B46369" w14:textId="77777777" w:rsidR="003C23D4" w:rsidRPr="00C26722" w:rsidRDefault="003C23D4" w:rsidP="00F25A37">
      <w:pPr>
        <w:pStyle w:val="Titre2"/>
        <w:rPr>
          <w:rFonts w:ascii="AvenirNext LT Pro Cn" w:hAnsi="AvenirNext LT Pro Cn"/>
          <w:sz w:val="24"/>
          <w:szCs w:val="24"/>
        </w:rPr>
      </w:pPr>
      <w:bookmarkStart w:id="111" w:name="_Toc204704198"/>
      <w:r w:rsidRPr="00C26722">
        <w:rPr>
          <w:rFonts w:ascii="AvenirNext LT Pro Cn" w:hAnsi="AvenirNext LT Pro Cn"/>
          <w:sz w:val="24"/>
          <w:szCs w:val="24"/>
        </w:rPr>
        <w:t>– Opérations de vérification – Admission des prestations</w:t>
      </w:r>
      <w:bookmarkEnd w:id="111"/>
    </w:p>
    <w:p w14:paraId="4D567CA6" w14:textId="77777777" w:rsidR="00E701E9" w:rsidRPr="00C26722" w:rsidRDefault="00E701E9" w:rsidP="00E701E9">
      <w:pPr>
        <w:rPr>
          <w:sz w:val="24"/>
          <w:szCs w:val="24"/>
        </w:rPr>
      </w:pPr>
      <w:r w:rsidRPr="00C26722">
        <w:rPr>
          <w:sz w:val="24"/>
          <w:szCs w:val="24"/>
        </w:rPr>
        <w:t xml:space="preserve">Les opérations de vérification quantitative et qualitative sont effectuées par le représentant </w:t>
      </w:r>
      <w:r w:rsidR="00890070" w:rsidRPr="00C26722">
        <w:rPr>
          <w:sz w:val="24"/>
          <w:szCs w:val="24"/>
        </w:rPr>
        <w:t>d’INRAE</w:t>
      </w:r>
      <w:r w:rsidRPr="00C26722">
        <w:rPr>
          <w:sz w:val="24"/>
          <w:szCs w:val="24"/>
        </w:rPr>
        <w:t xml:space="preserve"> conformément aux dispositions prévues par les articles 27 à 33 du CCAG-FCS, excepté pour les points qui suivent.</w:t>
      </w:r>
    </w:p>
    <w:p w14:paraId="09F8CD6A" w14:textId="77777777" w:rsidR="00E701E9" w:rsidRPr="00C26722" w:rsidRDefault="00E701E9" w:rsidP="00E701E9">
      <w:pPr>
        <w:rPr>
          <w:sz w:val="24"/>
          <w:szCs w:val="24"/>
        </w:rPr>
      </w:pPr>
      <w:r w:rsidRPr="00C26722">
        <w:rPr>
          <w:sz w:val="24"/>
          <w:szCs w:val="24"/>
        </w:rPr>
        <w:t xml:space="preserve">Les opérations de vérification, ainsi que les décisions d'admission, d'ajournement, de réfaction ou de rejet sont effectuées par </w:t>
      </w:r>
      <w:r w:rsidR="00795056" w:rsidRPr="00C26722">
        <w:rPr>
          <w:sz w:val="24"/>
          <w:szCs w:val="24"/>
        </w:rPr>
        <w:t>INRAE</w:t>
      </w:r>
      <w:r w:rsidRPr="00C26722">
        <w:rPr>
          <w:sz w:val="24"/>
          <w:szCs w:val="24"/>
        </w:rPr>
        <w:t>.</w:t>
      </w:r>
    </w:p>
    <w:p w14:paraId="28ED1E92" w14:textId="77777777" w:rsidR="0042556F" w:rsidRPr="00C26722" w:rsidRDefault="00E41162" w:rsidP="00E701E9">
      <w:pPr>
        <w:rPr>
          <w:sz w:val="24"/>
          <w:szCs w:val="24"/>
        </w:rPr>
      </w:pPr>
      <w:r w:rsidRPr="00C26722">
        <w:rPr>
          <w:sz w:val="24"/>
          <w:szCs w:val="24"/>
        </w:rPr>
        <w:t>Par dérogation à l’article 28 du CCAG-FCS, les opérations de vérification démarrent à compter de la date de</w:t>
      </w:r>
      <w:r w:rsidR="00632DB7" w:rsidRPr="00C26722">
        <w:rPr>
          <w:sz w:val="24"/>
          <w:szCs w:val="24"/>
        </w:rPr>
        <w:t xml:space="preserve"> notification de</w:t>
      </w:r>
      <w:r w:rsidRPr="00C26722">
        <w:rPr>
          <w:sz w:val="24"/>
          <w:szCs w:val="24"/>
        </w:rPr>
        <w:t xml:space="preserve"> mise en </w:t>
      </w:r>
      <w:r w:rsidR="00632DB7" w:rsidRPr="00C26722">
        <w:rPr>
          <w:sz w:val="24"/>
          <w:szCs w:val="24"/>
        </w:rPr>
        <w:t>ordre</w:t>
      </w:r>
      <w:r w:rsidRPr="00C26722">
        <w:rPr>
          <w:sz w:val="24"/>
          <w:szCs w:val="24"/>
        </w:rPr>
        <w:t xml:space="preserve"> de l’équipement par le titulaire, </w:t>
      </w:r>
      <w:r w:rsidR="009441CC" w:rsidRPr="00C26722">
        <w:rPr>
          <w:sz w:val="24"/>
          <w:szCs w:val="24"/>
        </w:rPr>
        <w:t xml:space="preserve">sous sa responsabilité et sans supplément de prix, </w:t>
      </w:r>
      <w:r w:rsidRPr="00C26722">
        <w:rPr>
          <w:sz w:val="24"/>
          <w:szCs w:val="24"/>
        </w:rPr>
        <w:t>en conformité avec les performances techniques et fonctionnelles spécifiées dans le présent marché</w:t>
      </w:r>
      <w:r w:rsidR="009441CC" w:rsidRPr="00C26722">
        <w:rPr>
          <w:sz w:val="24"/>
          <w:szCs w:val="24"/>
        </w:rPr>
        <w:t>, dans les locaux désignés par INRAE.</w:t>
      </w:r>
    </w:p>
    <w:p w14:paraId="2BBA9052" w14:textId="77777777" w:rsidR="00E41162" w:rsidRPr="00C26722" w:rsidRDefault="00E41162" w:rsidP="00E41162">
      <w:pPr>
        <w:rPr>
          <w:sz w:val="24"/>
          <w:szCs w:val="24"/>
        </w:rPr>
      </w:pPr>
      <w:r w:rsidRPr="00C26722">
        <w:rPr>
          <w:sz w:val="24"/>
          <w:szCs w:val="24"/>
        </w:rPr>
        <w:t>Par dérogation aux stipulations de l’article 27.2.2 du CCAG FCS, INRAE n’avise pas automatiquement le titulaire des jours et heures fixés pour les vérifications.</w:t>
      </w:r>
    </w:p>
    <w:p w14:paraId="563240D7" w14:textId="079DD130" w:rsidR="00640AE1" w:rsidRPr="00C26722" w:rsidRDefault="00640AE1" w:rsidP="00A26305">
      <w:pPr>
        <w:rPr>
          <w:b/>
          <w:sz w:val="24"/>
          <w:szCs w:val="24"/>
          <w:u w:val="single"/>
        </w:rPr>
      </w:pPr>
      <w:r w:rsidRPr="00C26722">
        <w:rPr>
          <w:b/>
          <w:sz w:val="24"/>
          <w:szCs w:val="24"/>
          <w:u w:val="single"/>
        </w:rPr>
        <w:t xml:space="preserve">Vérification en deux étapes </w:t>
      </w:r>
    </w:p>
    <w:p w14:paraId="60EE5EFB" w14:textId="77777777" w:rsidR="001F1FFA" w:rsidRPr="00C26722" w:rsidRDefault="001F1FFA" w:rsidP="00EB697A">
      <w:pPr>
        <w:rPr>
          <w:sz w:val="24"/>
          <w:szCs w:val="24"/>
        </w:rPr>
      </w:pPr>
      <w:bookmarkStart w:id="112" w:name="page5"/>
      <w:bookmarkEnd w:id="112"/>
      <w:r w:rsidRPr="00C26722">
        <w:rPr>
          <w:sz w:val="24"/>
          <w:szCs w:val="24"/>
        </w:rPr>
        <w:t>Les opérations de vérification qualitative se déroulent en deux étapes.</w:t>
      </w:r>
    </w:p>
    <w:p w14:paraId="33BEAC16" w14:textId="2F8F57B4" w:rsidR="007006C1" w:rsidRPr="00C26722" w:rsidRDefault="007006C1" w:rsidP="00EB697A">
      <w:pPr>
        <w:rPr>
          <w:b/>
          <w:sz w:val="24"/>
          <w:szCs w:val="24"/>
        </w:rPr>
      </w:pPr>
      <w:r w:rsidRPr="00C26722">
        <w:rPr>
          <w:b/>
          <w:sz w:val="24"/>
          <w:szCs w:val="24"/>
        </w:rPr>
        <w:t xml:space="preserve">Première étape : la vérification d’aptitude </w:t>
      </w:r>
    </w:p>
    <w:p w14:paraId="197405C1" w14:textId="21510CC3" w:rsidR="003B629B" w:rsidRPr="00C26722" w:rsidRDefault="003B629B" w:rsidP="00EB697A">
      <w:pPr>
        <w:rPr>
          <w:sz w:val="24"/>
          <w:szCs w:val="24"/>
        </w:rPr>
      </w:pPr>
      <w:r w:rsidRPr="00C26722">
        <w:rPr>
          <w:sz w:val="24"/>
          <w:szCs w:val="24"/>
        </w:rPr>
        <w:t xml:space="preserve">Par </w:t>
      </w:r>
      <w:r w:rsidR="006C5BAE" w:rsidRPr="00C26722">
        <w:rPr>
          <w:sz w:val="24"/>
          <w:szCs w:val="24"/>
        </w:rPr>
        <w:t>dérogation à l’article 28.2 du CCAG-FCS, la vérification d’aptitude a pour but de constater que le matériel et les progiciels installés et mis en ordre de marche présentent les caractéristiques techniques qui les rendent aptes à remplir les fonctions précisées dans le cadre du présent marché.</w:t>
      </w:r>
    </w:p>
    <w:p w14:paraId="3D636457" w14:textId="7BD6319D" w:rsidR="006C5BAE" w:rsidRPr="00C26722" w:rsidRDefault="006C5BAE" w:rsidP="00EB697A">
      <w:pPr>
        <w:rPr>
          <w:color w:val="E36C0A" w:themeColor="accent6" w:themeShade="BF"/>
          <w:sz w:val="24"/>
          <w:szCs w:val="24"/>
        </w:rPr>
      </w:pPr>
      <w:r w:rsidRPr="00C26722">
        <w:rPr>
          <w:sz w:val="24"/>
          <w:szCs w:val="24"/>
        </w:rPr>
        <w:t>La vérification porte sur l’ensemble des matériels installés et mis en ordre de marche, accessoires inclus, tel que prévu au titre du présent marché ou de la tranche considérée.</w:t>
      </w:r>
    </w:p>
    <w:p w14:paraId="28E8E03B" w14:textId="77777777" w:rsidR="006C5BAE" w:rsidRPr="00C26722" w:rsidRDefault="00372D4F" w:rsidP="00372D4F">
      <w:pPr>
        <w:rPr>
          <w:sz w:val="24"/>
          <w:szCs w:val="24"/>
        </w:rPr>
      </w:pPr>
      <w:r w:rsidRPr="00C26722">
        <w:rPr>
          <w:sz w:val="24"/>
          <w:szCs w:val="24"/>
        </w:rPr>
        <w:t>Par dérogation à l'article 28</w:t>
      </w:r>
      <w:r w:rsidR="006C5BAE" w:rsidRPr="00C26722">
        <w:rPr>
          <w:sz w:val="24"/>
          <w:szCs w:val="24"/>
        </w:rPr>
        <w:t>.2</w:t>
      </w:r>
      <w:r w:rsidRPr="00C26722">
        <w:rPr>
          <w:sz w:val="24"/>
          <w:szCs w:val="24"/>
        </w:rPr>
        <w:t xml:space="preserve"> du CCAG-FCS, le délai dont dispose INRAE pour </w:t>
      </w:r>
      <w:r w:rsidR="006C5BAE" w:rsidRPr="00C26722">
        <w:rPr>
          <w:sz w:val="24"/>
          <w:szCs w:val="24"/>
        </w:rPr>
        <w:t>formaliser un procès-verbal (PV) et notifier sa décision est de</w:t>
      </w:r>
      <w:r w:rsidRPr="00C26722">
        <w:rPr>
          <w:sz w:val="24"/>
          <w:szCs w:val="24"/>
        </w:rPr>
        <w:t> trente (30) jours à compter de la mise en ordre de marche</w:t>
      </w:r>
      <w:r w:rsidR="006C5BAE" w:rsidRPr="00C26722">
        <w:rPr>
          <w:sz w:val="24"/>
          <w:szCs w:val="24"/>
        </w:rPr>
        <w:t xml:space="preserve"> ou à la fin de la formation initiale des utilisateurs de l’équipement si celle-ci est postérieure à la mise en service</w:t>
      </w:r>
    </w:p>
    <w:p w14:paraId="4E1D5E7B" w14:textId="77777777" w:rsidR="006C5BAE" w:rsidRPr="00C26722" w:rsidRDefault="006C5BAE" w:rsidP="00372D4F">
      <w:pPr>
        <w:rPr>
          <w:sz w:val="24"/>
          <w:szCs w:val="24"/>
        </w:rPr>
      </w:pPr>
      <w:r w:rsidRPr="00C26722">
        <w:rPr>
          <w:sz w:val="24"/>
          <w:szCs w:val="24"/>
        </w:rPr>
        <w:t>Si la vérification d’aptitude est positive, INRAE procède à la vérification de service régulier (VSR)</w:t>
      </w:r>
    </w:p>
    <w:p w14:paraId="0E6FF57A" w14:textId="44ABD49E" w:rsidR="00372D4F" w:rsidRPr="00C26722" w:rsidRDefault="006C5BAE" w:rsidP="00372D4F">
      <w:pPr>
        <w:rPr>
          <w:sz w:val="24"/>
          <w:szCs w:val="24"/>
        </w:rPr>
      </w:pPr>
      <w:r w:rsidRPr="00C26722">
        <w:rPr>
          <w:sz w:val="24"/>
          <w:szCs w:val="24"/>
        </w:rPr>
        <w:t>Si la vérification d’aptitude est négative, INRAE prend une décision d’ajournement ou de rejet</w:t>
      </w:r>
      <w:r w:rsidR="00372D4F" w:rsidRPr="00C26722">
        <w:rPr>
          <w:sz w:val="24"/>
          <w:szCs w:val="24"/>
        </w:rPr>
        <w:t>.</w:t>
      </w:r>
      <w:r w:rsidRPr="00C26722">
        <w:rPr>
          <w:sz w:val="24"/>
          <w:szCs w:val="24"/>
        </w:rPr>
        <w:t xml:space="preserve"> En cas d’ajournement et/ou de rejet, le titulaire, après intervention sur le matériel, notifie une nouvelle mise en ordre de marche.</w:t>
      </w:r>
    </w:p>
    <w:p w14:paraId="240E6C5E" w14:textId="6E5E1C47" w:rsidR="007006C1" w:rsidRPr="00C26722" w:rsidRDefault="007006C1" w:rsidP="00606EB7">
      <w:pPr>
        <w:spacing w:before="240" w:after="240"/>
        <w:rPr>
          <w:b/>
          <w:sz w:val="24"/>
          <w:szCs w:val="24"/>
        </w:rPr>
      </w:pPr>
      <w:r w:rsidRPr="00C26722">
        <w:rPr>
          <w:b/>
          <w:sz w:val="24"/>
          <w:szCs w:val="24"/>
        </w:rPr>
        <w:t>Deuxième étape : la vérification de service régulier / Admission</w:t>
      </w:r>
    </w:p>
    <w:p w14:paraId="2B6FCDAD" w14:textId="2BC46211" w:rsidR="00D15E81" w:rsidRPr="00C26722" w:rsidRDefault="00D15E81" w:rsidP="008D0D10">
      <w:pPr>
        <w:spacing w:after="0"/>
        <w:rPr>
          <w:b/>
          <w:sz w:val="24"/>
          <w:szCs w:val="24"/>
        </w:rPr>
      </w:pPr>
      <w:r w:rsidRPr="00C26722">
        <w:rPr>
          <w:sz w:val="24"/>
          <w:szCs w:val="24"/>
        </w:rPr>
        <w:t>La vérification de service régulier a pour but de constater que le matériel et les progiciels fournis sont capables d'assurer un service régulier dans les conditions normales d'exploitation pour remplir les fonctions visées à l’article 27 du CCAG-FCS.</w:t>
      </w:r>
    </w:p>
    <w:p w14:paraId="40492384" w14:textId="1FE5E354" w:rsidR="00D15E81" w:rsidRPr="00C26722" w:rsidRDefault="00D15E81" w:rsidP="008D0D10">
      <w:pPr>
        <w:spacing w:after="0"/>
        <w:rPr>
          <w:sz w:val="24"/>
          <w:szCs w:val="24"/>
        </w:rPr>
      </w:pPr>
      <w:r w:rsidRPr="00C26722">
        <w:rPr>
          <w:sz w:val="24"/>
          <w:szCs w:val="24"/>
        </w:rPr>
        <w:t>La régularité du service s'observe à partir du jour où les éléments ont été déclarés aptes.</w:t>
      </w:r>
    </w:p>
    <w:p w14:paraId="514ED419" w14:textId="56A70CCC" w:rsidR="00D15E81" w:rsidRPr="00C26722" w:rsidRDefault="00D15E81" w:rsidP="008D0D10">
      <w:pPr>
        <w:spacing w:after="0"/>
        <w:rPr>
          <w:sz w:val="24"/>
          <w:szCs w:val="24"/>
        </w:rPr>
      </w:pPr>
      <w:r w:rsidRPr="00C26722">
        <w:rPr>
          <w:sz w:val="24"/>
          <w:szCs w:val="24"/>
        </w:rPr>
        <w:t xml:space="preserve">Par dérogation à l'article 28.2 du CCAG-FCS, le délai dont dispose </w:t>
      </w:r>
      <w:r w:rsidR="008D0D10" w:rsidRPr="00C26722">
        <w:rPr>
          <w:sz w:val="24"/>
          <w:szCs w:val="24"/>
        </w:rPr>
        <w:t>INRAE</w:t>
      </w:r>
      <w:r w:rsidRPr="00C26722">
        <w:rPr>
          <w:sz w:val="24"/>
          <w:szCs w:val="24"/>
        </w:rPr>
        <w:t xml:space="preserve"> pour formaliser un </w:t>
      </w:r>
      <w:r w:rsidR="008D0D10" w:rsidRPr="00C26722">
        <w:rPr>
          <w:sz w:val="24"/>
          <w:szCs w:val="24"/>
        </w:rPr>
        <w:t>pr</w:t>
      </w:r>
      <w:r w:rsidRPr="00C26722">
        <w:rPr>
          <w:sz w:val="24"/>
          <w:szCs w:val="24"/>
        </w:rPr>
        <w:t>ocès-</w:t>
      </w:r>
      <w:r w:rsidR="008D0D10" w:rsidRPr="00C26722">
        <w:rPr>
          <w:sz w:val="24"/>
          <w:szCs w:val="24"/>
        </w:rPr>
        <w:t>v</w:t>
      </w:r>
      <w:r w:rsidRPr="00C26722">
        <w:rPr>
          <w:sz w:val="24"/>
          <w:szCs w:val="24"/>
        </w:rPr>
        <w:t>erbal (PV)</w:t>
      </w:r>
      <w:r w:rsidR="008D0D10" w:rsidRPr="00C26722">
        <w:rPr>
          <w:sz w:val="24"/>
          <w:szCs w:val="24"/>
        </w:rPr>
        <w:t>, sous réserve des vices cachés</w:t>
      </w:r>
      <w:r w:rsidR="003946F1" w:rsidRPr="00C26722">
        <w:rPr>
          <w:sz w:val="24"/>
          <w:szCs w:val="24"/>
        </w:rPr>
        <w:t>,</w:t>
      </w:r>
      <w:r w:rsidR="008D0D10" w:rsidRPr="00C26722">
        <w:rPr>
          <w:sz w:val="24"/>
          <w:szCs w:val="24"/>
        </w:rPr>
        <w:t xml:space="preserve"> </w:t>
      </w:r>
      <w:r w:rsidRPr="00C26722">
        <w:rPr>
          <w:sz w:val="24"/>
          <w:szCs w:val="24"/>
        </w:rPr>
        <w:t>et notifier sa décision est de soixante (60) jours à compter de la décision de vérification d’aptitude</w:t>
      </w:r>
      <w:r w:rsidR="008D0D10" w:rsidRPr="00C26722">
        <w:rPr>
          <w:sz w:val="24"/>
          <w:szCs w:val="24"/>
        </w:rPr>
        <w:t>.</w:t>
      </w:r>
    </w:p>
    <w:p w14:paraId="50202450" w14:textId="3D30FACB" w:rsidR="00D15E81" w:rsidRPr="00C26722" w:rsidRDefault="00D15E81" w:rsidP="008D0D10">
      <w:pPr>
        <w:spacing w:after="0"/>
        <w:rPr>
          <w:b/>
          <w:sz w:val="24"/>
          <w:szCs w:val="24"/>
        </w:rPr>
      </w:pPr>
      <w:r w:rsidRPr="00C26722">
        <w:rPr>
          <w:sz w:val="24"/>
          <w:szCs w:val="24"/>
        </w:rPr>
        <w:t>Le service est réputé régulier si la durée cumulée sur le délai de vérification du service régulier, des indisponibilités imputables à chaque élément de matériel ne dépasse pas 7,5% de la durée d'utilisation effective.</w:t>
      </w:r>
    </w:p>
    <w:p w14:paraId="63E7D97F" w14:textId="79D4F9A8" w:rsidR="003E43FE" w:rsidRPr="00C26722" w:rsidRDefault="003E43FE" w:rsidP="008D0D10">
      <w:pPr>
        <w:spacing w:after="0"/>
        <w:rPr>
          <w:sz w:val="24"/>
          <w:szCs w:val="24"/>
        </w:rPr>
      </w:pPr>
      <w:r w:rsidRPr="00C26722">
        <w:rPr>
          <w:sz w:val="24"/>
          <w:szCs w:val="24"/>
        </w:rPr>
        <w:t xml:space="preserve">Si les opérations de vérification de service régulier sont négatives, le pouvoir adjudicateur prononce l’ajournement, la réfaction ou le rejet de l’équipement dans les conditions décrites à l’article </w:t>
      </w:r>
      <w:r w:rsidR="00656A34" w:rsidRPr="00C26722">
        <w:rPr>
          <w:sz w:val="24"/>
          <w:szCs w:val="24"/>
        </w:rPr>
        <w:t>30</w:t>
      </w:r>
      <w:r w:rsidRPr="00C26722">
        <w:rPr>
          <w:sz w:val="24"/>
          <w:szCs w:val="24"/>
        </w:rPr>
        <w:t xml:space="preserve"> du CCAG- FCS.</w:t>
      </w:r>
    </w:p>
    <w:p w14:paraId="34D5CD2C" w14:textId="77777777" w:rsidR="001E21C7" w:rsidRPr="00C26722" w:rsidRDefault="001E21C7" w:rsidP="003B5365">
      <w:pPr>
        <w:pStyle w:val="Titre1"/>
        <w:spacing w:before="360" w:after="240"/>
        <w:ind w:left="357" w:hanging="357"/>
        <w:rPr>
          <w:rFonts w:ascii="AvenirNext LT Pro Cn" w:hAnsi="AvenirNext LT Pro Cn"/>
          <w:sz w:val="24"/>
          <w:szCs w:val="24"/>
        </w:rPr>
      </w:pPr>
      <w:bookmarkStart w:id="113" w:name="_Toc204704199"/>
      <w:r w:rsidRPr="00C26722">
        <w:rPr>
          <w:rFonts w:ascii="AvenirNext LT Pro Cn" w:hAnsi="AvenirNext LT Pro Cn"/>
          <w:sz w:val="24"/>
          <w:szCs w:val="24"/>
        </w:rPr>
        <w:t>ZONES A REGIME RESTRICTIF (ZRR)</w:t>
      </w:r>
      <w:r w:rsidR="00A260E4" w:rsidRPr="00C26722">
        <w:rPr>
          <w:rFonts w:ascii="AvenirNext LT Pro Cn" w:hAnsi="AvenirNext LT Pro Cn"/>
          <w:sz w:val="24"/>
          <w:szCs w:val="24"/>
        </w:rPr>
        <w:t xml:space="preserve"> ET SECURITE DE L’INFORMATION</w:t>
      </w:r>
      <w:bookmarkEnd w:id="113"/>
    </w:p>
    <w:p w14:paraId="092CE356" w14:textId="77777777" w:rsidR="001E21C7" w:rsidRPr="00C26722" w:rsidRDefault="001E21C7" w:rsidP="008630D8">
      <w:pPr>
        <w:rPr>
          <w:b/>
          <w:i/>
          <w:sz w:val="24"/>
          <w:szCs w:val="24"/>
        </w:rPr>
      </w:pPr>
      <w:bookmarkStart w:id="114" w:name="_Toc473299930"/>
      <w:r w:rsidRPr="00C26722">
        <w:rPr>
          <w:sz w:val="24"/>
          <w:szCs w:val="24"/>
        </w:rPr>
        <w:t xml:space="preserve">Lorsque les prestations </w:t>
      </w:r>
      <w:r w:rsidR="0026288D" w:rsidRPr="00C26722">
        <w:rPr>
          <w:sz w:val="24"/>
          <w:szCs w:val="24"/>
        </w:rPr>
        <w:t xml:space="preserve">de services </w:t>
      </w:r>
      <w:r w:rsidRPr="00C26722">
        <w:rPr>
          <w:sz w:val="24"/>
          <w:szCs w:val="24"/>
        </w:rPr>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14"/>
    </w:p>
    <w:p w14:paraId="1A19FF42" w14:textId="77777777" w:rsidR="001E21C7" w:rsidRPr="00C26722" w:rsidRDefault="001E21C7" w:rsidP="008630D8">
      <w:pPr>
        <w:rPr>
          <w:sz w:val="24"/>
          <w:szCs w:val="24"/>
        </w:rPr>
      </w:pPr>
      <w:bookmarkStart w:id="115" w:name="_Toc473299931"/>
      <w:r w:rsidRPr="00C26722">
        <w:rPr>
          <w:sz w:val="24"/>
          <w:szCs w:val="24"/>
        </w:rPr>
        <w:t xml:space="preserve">Cette réglementation prévoit des dispositions de contrôle de l'accès à des Zones à Régime Restrictif (ZRR). À ce titre le </w:t>
      </w:r>
      <w:r w:rsidR="00E0436E" w:rsidRPr="00C26722">
        <w:rPr>
          <w:sz w:val="24"/>
          <w:szCs w:val="24"/>
        </w:rPr>
        <w:t>t</w:t>
      </w:r>
      <w:r w:rsidRPr="00C26722">
        <w:rPr>
          <w:sz w:val="24"/>
          <w:szCs w:val="24"/>
        </w:rPr>
        <w:t>itulaire peut être soumis aux procédures correspondantes d'autorisations préalables d'accès lorsque les prestations sont susceptibles de concerner de telles zones.</w:t>
      </w:r>
      <w:bookmarkEnd w:id="115"/>
    </w:p>
    <w:p w14:paraId="2586C910" w14:textId="77777777" w:rsidR="00B3398C" w:rsidRPr="00C26722" w:rsidRDefault="00B3398C" w:rsidP="00890070">
      <w:pPr>
        <w:pStyle w:val="Titre1"/>
        <w:spacing w:before="360" w:after="240"/>
        <w:ind w:left="357" w:hanging="357"/>
        <w:rPr>
          <w:rFonts w:ascii="AvenirNext LT Pro Cn" w:hAnsi="AvenirNext LT Pro Cn"/>
          <w:sz w:val="24"/>
          <w:szCs w:val="24"/>
        </w:rPr>
      </w:pPr>
      <w:bookmarkStart w:id="116" w:name="_Toc204704200"/>
      <w:r w:rsidRPr="00C26722">
        <w:rPr>
          <w:rFonts w:ascii="AvenirNext LT Pro Cn" w:hAnsi="AvenirNext LT Pro Cn"/>
          <w:sz w:val="24"/>
          <w:szCs w:val="24"/>
        </w:rPr>
        <w:t>PRIX ET MODALITÉS DE PAIEMENTS</w:t>
      </w:r>
      <w:bookmarkEnd w:id="116"/>
    </w:p>
    <w:p w14:paraId="3EDC2BB3" w14:textId="7D63CCBE" w:rsidR="00B3398C" w:rsidRPr="00C26722" w:rsidRDefault="0032702C" w:rsidP="00F25A37">
      <w:pPr>
        <w:pStyle w:val="Titre2"/>
        <w:rPr>
          <w:rFonts w:ascii="AvenirNext LT Pro Cn" w:hAnsi="AvenirNext LT Pro Cn"/>
          <w:sz w:val="24"/>
          <w:szCs w:val="24"/>
        </w:rPr>
      </w:pPr>
      <w:bookmarkStart w:id="117" w:name="_Toc204704201"/>
      <w:r>
        <w:rPr>
          <w:rFonts w:ascii="AvenirNext LT Pro Cn" w:hAnsi="AvenirNext LT Pro Cn"/>
          <w:sz w:val="24"/>
          <w:szCs w:val="24"/>
        </w:rPr>
        <w:t>-</w:t>
      </w:r>
      <w:r w:rsidR="00B3398C" w:rsidRPr="00C26722">
        <w:rPr>
          <w:rFonts w:ascii="AvenirNext LT Pro Cn" w:hAnsi="AvenirNext LT Pro Cn"/>
          <w:sz w:val="24"/>
          <w:szCs w:val="24"/>
        </w:rPr>
        <w:t>Prix du marché</w:t>
      </w:r>
      <w:bookmarkEnd w:id="117"/>
    </w:p>
    <w:p w14:paraId="1F855768" w14:textId="77777777" w:rsidR="00E1324A" w:rsidRPr="00C26722" w:rsidRDefault="00E1324A" w:rsidP="00E1324A">
      <w:pPr>
        <w:rPr>
          <w:sz w:val="24"/>
          <w:szCs w:val="24"/>
        </w:rPr>
      </w:pPr>
      <w:r w:rsidRPr="00C26722">
        <w:rPr>
          <w:sz w:val="24"/>
          <w:szCs w:val="24"/>
        </w:rPr>
        <w:t xml:space="preserve">Le présent marché est </w:t>
      </w:r>
      <w:r w:rsidR="00E34666" w:rsidRPr="00C26722">
        <w:rPr>
          <w:sz w:val="24"/>
          <w:szCs w:val="24"/>
        </w:rPr>
        <w:t>traité au prix global et forfaitaire précisé et décomposé par le titulaire dans son offre.</w:t>
      </w:r>
      <w:r w:rsidRPr="00C26722">
        <w:rPr>
          <w:sz w:val="24"/>
          <w:szCs w:val="24"/>
        </w:rPr>
        <w:t xml:space="preserve"> </w:t>
      </w:r>
    </w:p>
    <w:p w14:paraId="59770167" w14:textId="62C36104" w:rsidR="00E1324A" w:rsidRPr="00C26722" w:rsidRDefault="00E34666" w:rsidP="00E1324A">
      <w:pPr>
        <w:rPr>
          <w:color w:val="FF0000"/>
          <w:sz w:val="24"/>
          <w:szCs w:val="24"/>
        </w:rPr>
      </w:pPr>
      <w:r w:rsidRPr="00C26722">
        <w:rPr>
          <w:sz w:val="24"/>
          <w:szCs w:val="24"/>
        </w:rPr>
        <w:t>Conformément à l’article 10 du CCAG-FCS, l</w:t>
      </w:r>
      <w:r w:rsidR="00E1324A" w:rsidRPr="00C26722">
        <w:rPr>
          <w:sz w:val="24"/>
          <w:szCs w:val="24"/>
        </w:rPr>
        <w:t>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w:t>
      </w:r>
      <w:r w:rsidR="00A006E3" w:rsidRPr="00C26722">
        <w:rPr>
          <w:sz w:val="24"/>
          <w:szCs w:val="24"/>
        </w:rPr>
        <w:t xml:space="preserve"> telles que la formation, la garantie, le support technique, le cas échéant, la maintenance et </w:t>
      </w:r>
      <w:r w:rsidR="00E1324A" w:rsidRPr="00C26722">
        <w:rPr>
          <w:sz w:val="24"/>
          <w:szCs w:val="24"/>
        </w:rPr>
        <w:t xml:space="preserve">les marges pour risque et les marges bénéficiaires. </w:t>
      </w:r>
    </w:p>
    <w:p w14:paraId="457DB757" w14:textId="2F8D7C2C" w:rsidR="00E1324A" w:rsidRDefault="00E1324A" w:rsidP="00E1324A">
      <w:pPr>
        <w:rPr>
          <w:sz w:val="24"/>
          <w:szCs w:val="24"/>
        </w:rPr>
      </w:pPr>
      <w:r w:rsidRPr="00C26722">
        <w:rPr>
          <w:sz w:val="24"/>
          <w:szCs w:val="24"/>
        </w:rPr>
        <w:t>Les frais de manutention et de transport, qui naîtraient de l’ajournement ou du rejet des prestations, sont à la charge du titulaire.</w:t>
      </w:r>
    </w:p>
    <w:p w14:paraId="61E161B9" w14:textId="74C62C82" w:rsidR="006E642B" w:rsidRDefault="006E642B" w:rsidP="00E1324A">
      <w:pPr>
        <w:rPr>
          <w:sz w:val="24"/>
          <w:szCs w:val="24"/>
        </w:rPr>
      </w:pPr>
    </w:p>
    <w:p w14:paraId="71A67A33" w14:textId="77777777" w:rsidR="006E642B" w:rsidRPr="00C26722" w:rsidRDefault="006E642B" w:rsidP="00E1324A">
      <w:pPr>
        <w:rPr>
          <w:sz w:val="24"/>
          <w:szCs w:val="24"/>
        </w:rPr>
      </w:pPr>
    </w:p>
    <w:p w14:paraId="352F1FC4" w14:textId="77777777" w:rsidR="00E34666" w:rsidRPr="00C26722" w:rsidRDefault="00E34666" w:rsidP="00334A01">
      <w:pPr>
        <w:keepLines/>
        <w:widowControl w:val="0"/>
        <w:autoSpaceDE w:val="0"/>
        <w:autoSpaceDN w:val="0"/>
        <w:adjustRightInd w:val="0"/>
        <w:spacing w:before="240"/>
        <w:ind w:left="119" w:right="113"/>
        <w:rPr>
          <w:rFonts w:eastAsiaTheme="minorEastAsia" w:cstheme="minorHAnsi"/>
          <w:b/>
          <w:i/>
          <w:iCs/>
          <w:color w:val="FF0000"/>
          <w:sz w:val="24"/>
          <w:szCs w:val="24"/>
          <w:lang w:eastAsia="fr-FR"/>
        </w:rPr>
      </w:pPr>
      <w:r w:rsidRPr="00C26722">
        <w:rPr>
          <w:rFonts w:eastAsiaTheme="minorEastAsia" w:cstheme="minorHAnsi"/>
          <w:b/>
          <w:i/>
          <w:iCs/>
          <w:color w:val="FF0000"/>
          <w:sz w:val="24"/>
          <w:szCs w:val="24"/>
          <w:lang w:eastAsia="fr-FR"/>
        </w:rPr>
        <w:t>Zones à compléter par le candidat :</w:t>
      </w:r>
    </w:p>
    <w:p w14:paraId="6BE2791F" w14:textId="68A027B2" w:rsidR="00E34666" w:rsidRPr="00C26722" w:rsidRDefault="00E34666" w:rsidP="009F4AD5">
      <w:pPr>
        <w:keepLines/>
        <w:widowControl w:val="0"/>
        <w:autoSpaceDE w:val="0"/>
        <w:autoSpaceDN w:val="0"/>
        <w:adjustRightInd w:val="0"/>
        <w:ind w:left="119" w:right="113"/>
        <w:rPr>
          <w:rFonts w:cs="Calibri"/>
          <w:sz w:val="24"/>
          <w:szCs w:val="24"/>
        </w:rPr>
      </w:pPr>
      <w:r w:rsidRPr="00C26722">
        <w:rPr>
          <w:rFonts w:eastAsiaTheme="minorEastAsia" w:cs="Calibri"/>
          <w:bCs/>
          <w:color w:val="000000"/>
          <w:sz w:val="24"/>
          <w:szCs w:val="24"/>
          <w:lang w:eastAsia="fr-FR"/>
        </w:rPr>
        <w:t>Montant du prix</w:t>
      </w:r>
      <w:r w:rsidR="00B7002F" w:rsidRPr="00C26722">
        <w:rPr>
          <w:rFonts w:eastAsiaTheme="minorEastAsia" w:cs="Calibri"/>
          <w:bCs/>
          <w:color w:val="000000"/>
          <w:sz w:val="24"/>
          <w:szCs w:val="24"/>
          <w:lang w:eastAsia="fr-FR"/>
        </w:rPr>
        <w:t xml:space="preserve"> global et </w:t>
      </w:r>
      <w:r w:rsidRPr="00C26722">
        <w:rPr>
          <w:rFonts w:eastAsiaTheme="minorEastAsia" w:cs="Calibri"/>
          <w:bCs/>
          <w:color w:val="000000"/>
          <w:sz w:val="24"/>
          <w:szCs w:val="24"/>
          <w:lang w:eastAsia="fr-FR"/>
        </w:rPr>
        <w:t>forfaitaire</w:t>
      </w:r>
      <w:r w:rsidR="00AC5FB7" w:rsidRPr="00C26722">
        <w:rPr>
          <w:rFonts w:eastAsiaTheme="minorEastAsia" w:cs="Calibri"/>
          <w:bCs/>
          <w:color w:val="000000"/>
          <w:sz w:val="24"/>
          <w:szCs w:val="24"/>
          <w:lang w:eastAsia="fr-FR"/>
        </w:rPr>
        <w:t xml:space="preserve"> </w:t>
      </w:r>
      <w:r w:rsidR="00B7002F" w:rsidRPr="00C26722">
        <w:rPr>
          <w:rFonts w:cs="Calibri"/>
          <w:sz w:val="24"/>
          <w:szCs w:val="24"/>
        </w:rPr>
        <w:t>:</w:t>
      </w: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E34666" w:rsidRPr="00C26722" w14:paraId="6169C415"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A4D7FB6" w14:textId="77777777" w:rsidR="00E34666" w:rsidRPr="00C26722" w:rsidRDefault="00E34666" w:rsidP="00AD1B16">
            <w:pPr>
              <w:keepLines/>
              <w:widowControl w:val="0"/>
              <w:autoSpaceDE w:val="0"/>
              <w:autoSpaceDN w:val="0"/>
              <w:adjustRightInd w:val="0"/>
              <w:spacing w:before="60" w:after="60"/>
              <w:ind w:left="108" w:right="90"/>
              <w:rPr>
                <w:rFonts w:eastAsiaTheme="minorEastAsia" w:cstheme="minorHAnsi"/>
                <w:color w:val="FF0000"/>
                <w:sz w:val="24"/>
                <w:szCs w:val="24"/>
                <w:lang w:eastAsia="fr-FR"/>
              </w:rPr>
            </w:pPr>
            <w:r w:rsidRPr="00C26722">
              <w:rPr>
                <w:rFonts w:eastAsiaTheme="minorEastAsia" w:cstheme="minorHAnsi"/>
                <w:color w:val="000000"/>
                <w:sz w:val="24"/>
                <w:szCs w:val="24"/>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A296739" w14:textId="7E7F7BDE" w:rsidR="00E34666" w:rsidRPr="00C26722" w:rsidRDefault="00E34666" w:rsidP="00AD1B16">
            <w:pPr>
              <w:keepLines/>
              <w:widowControl w:val="0"/>
              <w:autoSpaceDE w:val="0"/>
              <w:autoSpaceDN w:val="0"/>
              <w:adjustRightInd w:val="0"/>
              <w:spacing w:before="60" w:after="60"/>
              <w:ind w:left="126" w:right="80"/>
              <w:jc w:val="right"/>
              <w:rPr>
                <w:rFonts w:eastAsiaTheme="minorEastAsia" w:cstheme="minorHAnsi"/>
                <w:sz w:val="24"/>
                <w:szCs w:val="24"/>
                <w:lang w:eastAsia="fr-FR"/>
              </w:rPr>
            </w:pPr>
          </w:p>
        </w:tc>
      </w:tr>
      <w:tr w:rsidR="00E34666" w:rsidRPr="00C26722" w14:paraId="0F2BBA51"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1943352" w14:textId="77777777" w:rsidR="00E34666" w:rsidRPr="00C26722" w:rsidRDefault="00E34666" w:rsidP="00AD1B16">
            <w:pPr>
              <w:keepLines/>
              <w:widowControl w:val="0"/>
              <w:autoSpaceDE w:val="0"/>
              <w:autoSpaceDN w:val="0"/>
              <w:adjustRightInd w:val="0"/>
              <w:spacing w:before="60" w:after="60"/>
              <w:ind w:left="108" w:right="90"/>
              <w:rPr>
                <w:rFonts w:eastAsiaTheme="minorEastAsia" w:cstheme="minorHAnsi"/>
                <w:sz w:val="24"/>
                <w:szCs w:val="24"/>
                <w:lang w:eastAsia="fr-FR"/>
              </w:rPr>
            </w:pPr>
            <w:r w:rsidRPr="00C26722">
              <w:rPr>
                <w:rFonts w:eastAsiaTheme="minorEastAsia" w:cstheme="minorHAnsi"/>
                <w:color w:val="000000"/>
                <w:sz w:val="24"/>
                <w:szCs w:val="24"/>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D819487" w14:textId="1A2CA6E7" w:rsidR="00E34666" w:rsidRPr="00C26722" w:rsidRDefault="00E34666" w:rsidP="00AD1B16">
            <w:pPr>
              <w:keepLines/>
              <w:widowControl w:val="0"/>
              <w:tabs>
                <w:tab w:val="left" w:pos="3330"/>
              </w:tabs>
              <w:autoSpaceDE w:val="0"/>
              <w:autoSpaceDN w:val="0"/>
              <w:adjustRightInd w:val="0"/>
              <w:spacing w:before="60" w:after="60"/>
              <w:ind w:left="126" w:right="85"/>
              <w:jc w:val="right"/>
              <w:rPr>
                <w:rFonts w:eastAsiaTheme="minorEastAsia" w:cstheme="minorHAnsi"/>
                <w:sz w:val="24"/>
                <w:szCs w:val="24"/>
                <w:lang w:eastAsia="fr-FR"/>
              </w:rPr>
            </w:pPr>
          </w:p>
        </w:tc>
      </w:tr>
      <w:tr w:rsidR="00F0378C" w:rsidRPr="00C26722" w14:paraId="7C1F3548"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B975C8A" w14:textId="77777777" w:rsidR="00F0378C" w:rsidRPr="00C26722" w:rsidRDefault="00F0378C" w:rsidP="00AD1B16">
            <w:pPr>
              <w:keepLines/>
              <w:widowControl w:val="0"/>
              <w:autoSpaceDE w:val="0"/>
              <w:autoSpaceDN w:val="0"/>
              <w:adjustRightInd w:val="0"/>
              <w:spacing w:before="60" w:after="60"/>
              <w:ind w:left="108" w:right="90"/>
              <w:rPr>
                <w:rFonts w:eastAsiaTheme="minorEastAsia" w:cstheme="minorHAnsi"/>
                <w:color w:val="000000"/>
                <w:sz w:val="24"/>
                <w:szCs w:val="24"/>
                <w:lang w:eastAsia="fr-FR"/>
              </w:rPr>
            </w:pPr>
            <w:r w:rsidRPr="00C26722">
              <w:rPr>
                <w:rFonts w:eastAsiaTheme="minorEastAsia" w:cstheme="minorHAnsi"/>
                <w:color w:val="000000"/>
                <w:sz w:val="24"/>
                <w:szCs w:val="24"/>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8C5ECEE" w14:textId="3452785D" w:rsidR="00F0378C" w:rsidRPr="00C26722" w:rsidRDefault="00F0378C" w:rsidP="00AD1B16">
            <w:pPr>
              <w:widowControl w:val="0"/>
              <w:autoSpaceDE w:val="0"/>
              <w:autoSpaceDN w:val="0"/>
              <w:adjustRightInd w:val="0"/>
              <w:spacing w:before="60" w:after="60"/>
              <w:ind w:left="126" w:right="80"/>
              <w:jc w:val="right"/>
              <w:rPr>
                <w:rFonts w:eastAsiaTheme="minorEastAsia" w:cstheme="minorHAnsi"/>
                <w:color w:val="000000"/>
                <w:sz w:val="24"/>
                <w:szCs w:val="24"/>
                <w:lang w:eastAsia="fr-FR"/>
              </w:rPr>
            </w:pPr>
          </w:p>
        </w:tc>
      </w:tr>
      <w:tr w:rsidR="00E34666" w:rsidRPr="00C26722" w14:paraId="63AD772B"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544C0EA8" w14:textId="77777777" w:rsidR="00E34666" w:rsidRPr="00C26722" w:rsidRDefault="00E34666" w:rsidP="00AD1B16">
            <w:pPr>
              <w:keepLines/>
              <w:widowControl w:val="0"/>
              <w:autoSpaceDE w:val="0"/>
              <w:autoSpaceDN w:val="0"/>
              <w:adjustRightInd w:val="0"/>
              <w:spacing w:before="60" w:after="60"/>
              <w:ind w:left="108" w:right="90"/>
              <w:rPr>
                <w:rFonts w:eastAsiaTheme="minorEastAsia" w:cstheme="minorHAnsi"/>
                <w:sz w:val="24"/>
                <w:szCs w:val="24"/>
                <w:lang w:eastAsia="fr-FR"/>
              </w:rPr>
            </w:pPr>
            <w:r w:rsidRPr="00C26722">
              <w:rPr>
                <w:rFonts w:eastAsiaTheme="minorEastAsia" w:cstheme="minorHAnsi"/>
                <w:color w:val="000000"/>
                <w:sz w:val="24"/>
                <w:szCs w:val="24"/>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4DB147B" w14:textId="5AE0661E" w:rsidR="00E34666" w:rsidRPr="00C26722" w:rsidRDefault="00E34666" w:rsidP="00AD1B16">
            <w:pPr>
              <w:widowControl w:val="0"/>
              <w:autoSpaceDE w:val="0"/>
              <w:autoSpaceDN w:val="0"/>
              <w:adjustRightInd w:val="0"/>
              <w:spacing w:before="60" w:after="60"/>
              <w:ind w:left="126" w:right="80"/>
              <w:jc w:val="right"/>
              <w:rPr>
                <w:rFonts w:eastAsiaTheme="minorEastAsia" w:cstheme="minorHAnsi"/>
                <w:sz w:val="24"/>
                <w:szCs w:val="24"/>
                <w:lang w:eastAsia="fr-FR"/>
              </w:rPr>
            </w:pPr>
          </w:p>
        </w:tc>
      </w:tr>
    </w:tbl>
    <w:p w14:paraId="10C18736" w14:textId="7BDF6E1F" w:rsidR="00E34666" w:rsidRPr="00C26722" w:rsidRDefault="00E34666" w:rsidP="00E34666">
      <w:pPr>
        <w:keepLines/>
        <w:widowControl w:val="0"/>
        <w:autoSpaceDE w:val="0"/>
        <w:autoSpaceDN w:val="0"/>
        <w:adjustRightInd w:val="0"/>
        <w:spacing w:before="240" w:after="0"/>
        <w:ind w:left="119" w:right="113"/>
        <w:rPr>
          <w:rFonts w:eastAsiaTheme="minorEastAsia" w:cstheme="minorHAnsi"/>
          <w:i/>
          <w:iCs/>
          <w:color w:val="000000"/>
          <w:sz w:val="24"/>
          <w:szCs w:val="24"/>
          <w:lang w:eastAsia="fr-FR"/>
        </w:rPr>
      </w:pPr>
      <w:r w:rsidRPr="00C26722">
        <w:rPr>
          <w:rFonts w:eastAsiaTheme="minorEastAsia" w:cstheme="minorHAnsi"/>
          <w:i/>
          <w:iCs/>
          <w:color w:val="000000"/>
          <w:sz w:val="24"/>
          <w:szCs w:val="24"/>
          <w:lang w:eastAsia="fr-FR"/>
        </w:rPr>
        <w:t>Montant global TTC (en lettres) : …</w:t>
      </w:r>
    </w:p>
    <w:p w14:paraId="45908D3A" w14:textId="77777777" w:rsidR="00EE4B5B" w:rsidRPr="00C26722" w:rsidRDefault="00EE4B5B" w:rsidP="00E34666">
      <w:pPr>
        <w:keepLines/>
        <w:widowControl w:val="0"/>
        <w:autoSpaceDE w:val="0"/>
        <w:autoSpaceDN w:val="0"/>
        <w:adjustRightInd w:val="0"/>
        <w:spacing w:before="240" w:after="0"/>
        <w:ind w:left="119" w:right="113"/>
        <w:rPr>
          <w:rFonts w:eastAsiaTheme="minorEastAsia" w:cstheme="minorHAnsi"/>
          <w:i/>
          <w:iCs/>
          <w:color w:val="000000"/>
          <w:sz w:val="24"/>
          <w:szCs w:val="24"/>
          <w:lang w:eastAsia="fr-FR"/>
        </w:rPr>
      </w:pPr>
    </w:p>
    <w:p w14:paraId="6E65CE87" w14:textId="58A654C3" w:rsidR="00EE4B5B" w:rsidRPr="00C26722" w:rsidRDefault="00EE4B5B" w:rsidP="00EE4B5B">
      <w:pPr>
        <w:keepLines/>
        <w:widowControl w:val="0"/>
        <w:autoSpaceDE w:val="0"/>
        <w:autoSpaceDN w:val="0"/>
        <w:adjustRightInd w:val="0"/>
        <w:ind w:left="119" w:right="113"/>
        <w:rPr>
          <w:rFonts w:cs="Calibri"/>
          <w:sz w:val="24"/>
          <w:szCs w:val="24"/>
        </w:rPr>
      </w:pPr>
      <w:r w:rsidRPr="00C26722">
        <w:rPr>
          <w:rFonts w:eastAsiaTheme="minorEastAsia" w:cs="Calibri"/>
          <w:bCs/>
          <w:color w:val="000000"/>
          <w:sz w:val="24"/>
          <w:szCs w:val="24"/>
          <w:lang w:eastAsia="fr-FR"/>
        </w:rPr>
        <w:t xml:space="preserve">PSE 1 facultative : </w:t>
      </w:r>
      <w:r w:rsidRPr="00C26722">
        <w:rPr>
          <w:sz w:val="24"/>
          <w:szCs w:val="24"/>
        </w:rPr>
        <w:t>Souscription à une extension de garantie d’un an</w:t>
      </w: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EE4B5B" w:rsidRPr="00C26722" w14:paraId="694C451E" w14:textId="77777777" w:rsidTr="00A0174F">
        <w:tc>
          <w:tcPr>
            <w:tcW w:w="9348" w:type="dxa"/>
            <w:gridSpan w:val="2"/>
            <w:tcBorders>
              <w:top w:val="single" w:sz="6" w:space="0" w:color="C0C0C0"/>
              <w:left w:val="single" w:sz="6" w:space="0" w:color="C0C0C0"/>
              <w:bottom w:val="single" w:sz="6" w:space="0" w:color="C0C0C0"/>
              <w:right w:val="single" w:sz="12" w:space="0" w:color="C0C0C0"/>
            </w:tcBorders>
            <w:shd w:val="clear" w:color="auto" w:fill="FFFFFF"/>
          </w:tcPr>
          <w:p w14:paraId="52B0F24D" w14:textId="77777777" w:rsidR="00EE4B5B" w:rsidRPr="00C26722" w:rsidRDefault="00EE4B5B" w:rsidP="00A0174F">
            <w:pPr>
              <w:keepLines/>
              <w:widowControl w:val="0"/>
              <w:autoSpaceDE w:val="0"/>
              <w:autoSpaceDN w:val="0"/>
              <w:adjustRightInd w:val="0"/>
              <w:spacing w:before="60" w:after="60"/>
              <w:ind w:left="126" w:right="80"/>
              <w:jc w:val="left"/>
              <w:rPr>
                <w:rFonts w:eastAsiaTheme="minorEastAsia" w:cstheme="minorHAnsi"/>
                <w:color w:val="000000"/>
                <w:sz w:val="24"/>
                <w:szCs w:val="24"/>
                <w:lang w:eastAsia="fr-FR"/>
              </w:rPr>
            </w:pPr>
            <w:r w:rsidRPr="00C26722">
              <w:rPr>
                <w:rFonts w:eastAsiaTheme="minorEastAsia" w:cstheme="minorHAnsi"/>
                <w:color w:val="000000"/>
                <w:sz w:val="24"/>
                <w:szCs w:val="24"/>
                <w:lang w:eastAsia="fr-FR"/>
              </w:rPr>
              <w:t>Intitulé :</w:t>
            </w:r>
          </w:p>
        </w:tc>
      </w:tr>
      <w:tr w:rsidR="00EE4B5B" w:rsidRPr="00C26722" w14:paraId="6550E924"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2E04853D"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color w:val="FF0000"/>
                <w:sz w:val="24"/>
                <w:szCs w:val="24"/>
                <w:lang w:eastAsia="fr-FR"/>
              </w:rPr>
            </w:pPr>
            <w:r w:rsidRPr="00C26722">
              <w:rPr>
                <w:rFonts w:eastAsiaTheme="minorEastAsia" w:cstheme="minorHAnsi"/>
                <w:color w:val="000000"/>
                <w:sz w:val="24"/>
                <w:szCs w:val="24"/>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E7839DE" w14:textId="77777777" w:rsidR="00EE4B5B" w:rsidRPr="00C26722" w:rsidRDefault="00EE4B5B" w:rsidP="00A0174F">
            <w:pPr>
              <w:keepLines/>
              <w:widowControl w:val="0"/>
              <w:autoSpaceDE w:val="0"/>
              <w:autoSpaceDN w:val="0"/>
              <w:adjustRightInd w:val="0"/>
              <w:spacing w:before="60" w:after="60"/>
              <w:ind w:left="126" w:right="80"/>
              <w:jc w:val="right"/>
              <w:rPr>
                <w:rFonts w:eastAsiaTheme="minorEastAsia" w:cstheme="minorHAnsi"/>
                <w:sz w:val="24"/>
                <w:szCs w:val="24"/>
                <w:lang w:eastAsia="fr-FR"/>
              </w:rPr>
            </w:pPr>
            <w:r w:rsidRPr="00C26722">
              <w:rPr>
                <w:rFonts w:eastAsiaTheme="minorEastAsia" w:cstheme="minorHAnsi"/>
                <w:color w:val="000000"/>
                <w:sz w:val="24"/>
                <w:szCs w:val="24"/>
                <w:lang w:eastAsia="fr-FR"/>
              </w:rPr>
              <w:t>€</w:t>
            </w:r>
          </w:p>
        </w:tc>
      </w:tr>
      <w:tr w:rsidR="00EE4B5B" w:rsidRPr="00C26722" w14:paraId="5B288FCA"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C0CEEB4"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sz w:val="24"/>
                <w:szCs w:val="24"/>
                <w:lang w:eastAsia="fr-FR"/>
              </w:rPr>
            </w:pPr>
            <w:r w:rsidRPr="00C26722">
              <w:rPr>
                <w:rFonts w:eastAsiaTheme="minorEastAsia" w:cstheme="minorHAnsi"/>
                <w:color w:val="000000"/>
                <w:sz w:val="24"/>
                <w:szCs w:val="24"/>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472E6D6B" w14:textId="77777777" w:rsidR="00EE4B5B" w:rsidRPr="00C26722" w:rsidRDefault="00EE4B5B" w:rsidP="00A0174F">
            <w:pPr>
              <w:keepLines/>
              <w:widowControl w:val="0"/>
              <w:tabs>
                <w:tab w:val="left" w:pos="3330"/>
              </w:tabs>
              <w:autoSpaceDE w:val="0"/>
              <w:autoSpaceDN w:val="0"/>
              <w:adjustRightInd w:val="0"/>
              <w:spacing w:before="60" w:after="60"/>
              <w:ind w:left="126" w:right="85"/>
              <w:jc w:val="right"/>
              <w:rPr>
                <w:rFonts w:eastAsiaTheme="minorEastAsia" w:cstheme="minorHAnsi"/>
                <w:sz w:val="24"/>
                <w:szCs w:val="24"/>
                <w:lang w:eastAsia="fr-FR"/>
              </w:rPr>
            </w:pPr>
            <w:r w:rsidRPr="00C26722">
              <w:rPr>
                <w:rFonts w:eastAsiaTheme="minorEastAsia" w:cstheme="minorHAnsi"/>
                <w:color w:val="000000"/>
                <w:sz w:val="24"/>
                <w:szCs w:val="24"/>
                <w:lang w:eastAsia="fr-FR"/>
              </w:rPr>
              <w:t>%</w:t>
            </w:r>
          </w:p>
        </w:tc>
      </w:tr>
      <w:tr w:rsidR="00EE4B5B" w:rsidRPr="00C26722" w14:paraId="3183CC7F"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E212421"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color w:val="000000"/>
                <w:sz w:val="24"/>
                <w:szCs w:val="24"/>
                <w:lang w:eastAsia="fr-FR"/>
              </w:rPr>
            </w:pPr>
            <w:r w:rsidRPr="00C26722">
              <w:rPr>
                <w:rFonts w:eastAsiaTheme="minorEastAsia" w:cstheme="minorHAnsi"/>
                <w:color w:val="000000"/>
                <w:sz w:val="24"/>
                <w:szCs w:val="24"/>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873E779" w14:textId="77777777" w:rsidR="00EE4B5B" w:rsidRPr="00C26722" w:rsidRDefault="00EE4B5B" w:rsidP="00A0174F">
            <w:pPr>
              <w:widowControl w:val="0"/>
              <w:autoSpaceDE w:val="0"/>
              <w:autoSpaceDN w:val="0"/>
              <w:adjustRightInd w:val="0"/>
              <w:spacing w:before="60" w:after="60"/>
              <w:ind w:left="126" w:right="80"/>
              <w:jc w:val="right"/>
              <w:rPr>
                <w:rFonts w:eastAsiaTheme="minorEastAsia" w:cstheme="minorHAnsi"/>
                <w:color w:val="000000"/>
                <w:sz w:val="24"/>
                <w:szCs w:val="24"/>
                <w:lang w:eastAsia="fr-FR"/>
              </w:rPr>
            </w:pPr>
            <w:r w:rsidRPr="00C26722">
              <w:rPr>
                <w:rFonts w:eastAsiaTheme="minorEastAsia" w:cstheme="minorHAnsi"/>
                <w:color w:val="000000"/>
                <w:sz w:val="24"/>
                <w:szCs w:val="24"/>
                <w:lang w:eastAsia="fr-FR"/>
              </w:rPr>
              <w:t xml:space="preserve"> €</w:t>
            </w:r>
          </w:p>
        </w:tc>
      </w:tr>
      <w:tr w:rsidR="00EE4B5B" w:rsidRPr="00C26722" w14:paraId="1E92266A"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2848FF2D"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sz w:val="24"/>
                <w:szCs w:val="24"/>
                <w:lang w:eastAsia="fr-FR"/>
              </w:rPr>
            </w:pPr>
            <w:r w:rsidRPr="00C26722">
              <w:rPr>
                <w:rFonts w:eastAsiaTheme="minorEastAsia" w:cstheme="minorHAnsi"/>
                <w:color w:val="000000"/>
                <w:sz w:val="24"/>
                <w:szCs w:val="24"/>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3722F6D" w14:textId="77777777" w:rsidR="00EE4B5B" w:rsidRPr="00C26722" w:rsidRDefault="00EE4B5B" w:rsidP="00A0174F">
            <w:pPr>
              <w:widowControl w:val="0"/>
              <w:autoSpaceDE w:val="0"/>
              <w:autoSpaceDN w:val="0"/>
              <w:adjustRightInd w:val="0"/>
              <w:spacing w:before="60" w:after="60"/>
              <w:ind w:left="126" w:right="80"/>
              <w:jc w:val="right"/>
              <w:rPr>
                <w:rFonts w:eastAsiaTheme="minorEastAsia" w:cstheme="minorHAnsi"/>
                <w:sz w:val="24"/>
                <w:szCs w:val="24"/>
                <w:lang w:eastAsia="fr-FR"/>
              </w:rPr>
            </w:pPr>
            <w:r w:rsidRPr="00C26722">
              <w:rPr>
                <w:rFonts w:eastAsiaTheme="minorEastAsia" w:cstheme="minorHAnsi"/>
                <w:color w:val="000000"/>
                <w:sz w:val="24"/>
                <w:szCs w:val="24"/>
                <w:lang w:eastAsia="fr-FR"/>
              </w:rPr>
              <w:t xml:space="preserve"> €</w:t>
            </w:r>
          </w:p>
        </w:tc>
      </w:tr>
    </w:tbl>
    <w:p w14:paraId="67D884BA" w14:textId="77777777" w:rsidR="00EE4B5B" w:rsidRPr="00C26722" w:rsidRDefault="00EE4B5B" w:rsidP="00EE4B5B">
      <w:pPr>
        <w:keepLines/>
        <w:widowControl w:val="0"/>
        <w:autoSpaceDE w:val="0"/>
        <w:autoSpaceDN w:val="0"/>
        <w:adjustRightInd w:val="0"/>
        <w:spacing w:before="240" w:after="0"/>
        <w:ind w:left="119" w:right="113"/>
        <w:rPr>
          <w:rFonts w:eastAsiaTheme="minorEastAsia" w:cstheme="minorHAnsi"/>
          <w:i/>
          <w:iCs/>
          <w:color w:val="000000"/>
          <w:sz w:val="24"/>
          <w:szCs w:val="24"/>
          <w:lang w:eastAsia="fr-FR"/>
        </w:rPr>
      </w:pPr>
      <w:r w:rsidRPr="00C26722">
        <w:rPr>
          <w:rFonts w:eastAsiaTheme="minorEastAsia" w:cstheme="minorHAnsi"/>
          <w:i/>
          <w:iCs/>
          <w:color w:val="000000"/>
          <w:sz w:val="24"/>
          <w:szCs w:val="24"/>
          <w:lang w:eastAsia="fr-FR"/>
        </w:rPr>
        <w:t xml:space="preserve">Montant global TTC (en lettres) : </w:t>
      </w:r>
    </w:p>
    <w:p w14:paraId="63C2DBF3" w14:textId="2426C9F5" w:rsidR="00EE4B5B" w:rsidRPr="00C26722" w:rsidRDefault="00EE4B5B" w:rsidP="00EE4B5B">
      <w:pPr>
        <w:keepLines/>
        <w:widowControl w:val="0"/>
        <w:autoSpaceDE w:val="0"/>
        <w:autoSpaceDN w:val="0"/>
        <w:adjustRightInd w:val="0"/>
        <w:ind w:left="119" w:right="113"/>
        <w:rPr>
          <w:rFonts w:cs="Calibri"/>
          <w:sz w:val="24"/>
          <w:szCs w:val="24"/>
        </w:rPr>
      </w:pPr>
      <w:r w:rsidRPr="00C26722">
        <w:rPr>
          <w:rFonts w:eastAsiaTheme="minorEastAsia" w:cstheme="minorHAnsi"/>
          <w:sz w:val="24"/>
          <w:szCs w:val="24"/>
          <w:lang w:eastAsia="fr-FR"/>
        </w:rPr>
        <w:t xml:space="preserve">PSE 2 facultative : </w:t>
      </w:r>
      <w:r w:rsidRPr="00C26722">
        <w:rPr>
          <w:sz w:val="24"/>
          <w:szCs w:val="24"/>
        </w:rPr>
        <w:t>Souscription à une extension de garantie de deux ans</w:t>
      </w: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EE4B5B" w:rsidRPr="00C26722" w14:paraId="664DB76C" w14:textId="77777777" w:rsidTr="00A0174F">
        <w:tc>
          <w:tcPr>
            <w:tcW w:w="9348" w:type="dxa"/>
            <w:gridSpan w:val="2"/>
            <w:tcBorders>
              <w:top w:val="single" w:sz="6" w:space="0" w:color="C0C0C0"/>
              <w:left w:val="single" w:sz="6" w:space="0" w:color="C0C0C0"/>
              <w:bottom w:val="single" w:sz="6" w:space="0" w:color="C0C0C0"/>
              <w:right w:val="single" w:sz="12" w:space="0" w:color="C0C0C0"/>
            </w:tcBorders>
            <w:shd w:val="clear" w:color="auto" w:fill="FFFFFF"/>
          </w:tcPr>
          <w:p w14:paraId="457CF848" w14:textId="77777777" w:rsidR="00EE4B5B" w:rsidRPr="00C26722" w:rsidRDefault="00EE4B5B" w:rsidP="00A0174F">
            <w:pPr>
              <w:keepLines/>
              <w:widowControl w:val="0"/>
              <w:autoSpaceDE w:val="0"/>
              <w:autoSpaceDN w:val="0"/>
              <w:adjustRightInd w:val="0"/>
              <w:spacing w:before="60" w:after="60"/>
              <w:ind w:left="126" w:right="80"/>
              <w:jc w:val="left"/>
              <w:rPr>
                <w:rFonts w:eastAsiaTheme="minorEastAsia" w:cstheme="minorHAnsi"/>
                <w:color w:val="000000"/>
                <w:sz w:val="24"/>
                <w:szCs w:val="24"/>
                <w:lang w:eastAsia="fr-FR"/>
              </w:rPr>
            </w:pPr>
            <w:r w:rsidRPr="00C26722">
              <w:rPr>
                <w:rFonts w:eastAsiaTheme="minorEastAsia" w:cstheme="minorHAnsi"/>
                <w:color w:val="000000"/>
                <w:sz w:val="24"/>
                <w:szCs w:val="24"/>
                <w:lang w:eastAsia="fr-FR"/>
              </w:rPr>
              <w:t>Intitulé :</w:t>
            </w:r>
          </w:p>
        </w:tc>
      </w:tr>
      <w:tr w:rsidR="00EE4B5B" w:rsidRPr="00C26722" w14:paraId="2E8F0337"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E829F32"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color w:val="FF0000"/>
                <w:sz w:val="24"/>
                <w:szCs w:val="24"/>
                <w:lang w:eastAsia="fr-FR"/>
              </w:rPr>
            </w:pPr>
            <w:r w:rsidRPr="00C26722">
              <w:rPr>
                <w:rFonts w:eastAsiaTheme="minorEastAsia" w:cstheme="minorHAnsi"/>
                <w:color w:val="000000"/>
                <w:sz w:val="24"/>
                <w:szCs w:val="24"/>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4222FC3" w14:textId="77777777" w:rsidR="00EE4B5B" w:rsidRPr="00C26722" w:rsidRDefault="00EE4B5B" w:rsidP="00A0174F">
            <w:pPr>
              <w:keepLines/>
              <w:widowControl w:val="0"/>
              <w:autoSpaceDE w:val="0"/>
              <w:autoSpaceDN w:val="0"/>
              <w:adjustRightInd w:val="0"/>
              <w:spacing w:before="60" w:after="60"/>
              <w:ind w:left="126" w:right="80"/>
              <w:jc w:val="right"/>
              <w:rPr>
                <w:rFonts w:eastAsiaTheme="minorEastAsia" w:cstheme="minorHAnsi"/>
                <w:sz w:val="24"/>
                <w:szCs w:val="24"/>
                <w:lang w:eastAsia="fr-FR"/>
              </w:rPr>
            </w:pPr>
            <w:r w:rsidRPr="00C26722">
              <w:rPr>
                <w:rFonts w:eastAsiaTheme="minorEastAsia" w:cstheme="minorHAnsi"/>
                <w:color w:val="000000"/>
                <w:sz w:val="24"/>
                <w:szCs w:val="24"/>
                <w:lang w:eastAsia="fr-FR"/>
              </w:rPr>
              <w:t>€</w:t>
            </w:r>
          </w:p>
        </w:tc>
      </w:tr>
      <w:tr w:rsidR="00EE4B5B" w:rsidRPr="00C26722" w14:paraId="5DB2CAB9"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F7B115F"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sz w:val="24"/>
                <w:szCs w:val="24"/>
                <w:lang w:eastAsia="fr-FR"/>
              </w:rPr>
            </w:pPr>
            <w:r w:rsidRPr="00C26722">
              <w:rPr>
                <w:rFonts w:eastAsiaTheme="minorEastAsia" w:cstheme="minorHAnsi"/>
                <w:color w:val="000000"/>
                <w:sz w:val="24"/>
                <w:szCs w:val="24"/>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F5652C9" w14:textId="77777777" w:rsidR="00EE4B5B" w:rsidRPr="00C26722" w:rsidRDefault="00EE4B5B" w:rsidP="00A0174F">
            <w:pPr>
              <w:keepLines/>
              <w:widowControl w:val="0"/>
              <w:tabs>
                <w:tab w:val="left" w:pos="3330"/>
              </w:tabs>
              <w:autoSpaceDE w:val="0"/>
              <w:autoSpaceDN w:val="0"/>
              <w:adjustRightInd w:val="0"/>
              <w:spacing w:before="60" w:after="60"/>
              <w:ind w:left="126" w:right="85"/>
              <w:jc w:val="right"/>
              <w:rPr>
                <w:rFonts w:eastAsiaTheme="minorEastAsia" w:cstheme="minorHAnsi"/>
                <w:sz w:val="24"/>
                <w:szCs w:val="24"/>
                <w:lang w:eastAsia="fr-FR"/>
              </w:rPr>
            </w:pPr>
            <w:r w:rsidRPr="00C26722">
              <w:rPr>
                <w:rFonts w:eastAsiaTheme="minorEastAsia" w:cstheme="minorHAnsi"/>
                <w:color w:val="000000"/>
                <w:sz w:val="24"/>
                <w:szCs w:val="24"/>
                <w:lang w:eastAsia="fr-FR"/>
              </w:rPr>
              <w:t>%</w:t>
            </w:r>
          </w:p>
        </w:tc>
      </w:tr>
      <w:tr w:rsidR="00EE4B5B" w:rsidRPr="00C26722" w14:paraId="1887CF31"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2F181604"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color w:val="000000"/>
                <w:sz w:val="24"/>
                <w:szCs w:val="24"/>
                <w:lang w:eastAsia="fr-FR"/>
              </w:rPr>
            </w:pPr>
            <w:r w:rsidRPr="00C26722">
              <w:rPr>
                <w:rFonts w:eastAsiaTheme="minorEastAsia" w:cstheme="minorHAnsi"/>
                <w:color w:val="000000"/>
                <w:sz w:val="24"/>
                <w:szCs w:val="24"/>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4A116621" w14:textId="77777777" w:rsidR="00EE4B5B" w:rsidRPr="00C26722" w:rsidRDefault="00EE4B5B" w:rsidP="00A0174F">
            <w:pPr>
              <w:widowControl w:val="0"/>
              <w:autoSpaceDE w:val="0"/>
              <w:autoSpaceDN w:val="0"/>
              <w:adjustRightInd w:val="0"/>
              <w:spacing w:before="60" w:after="60"/>
              <w:ind w:left="126" w:right="80"/>
              <w:jc w:val="right"/>
              <w:rPr>
                <w:rFonts w:eastAsiaTheme="minorEastAsia" w:cstheme="minorHAnsi"/>
                <w:color w:val="000000"/>
                <w:sz w:val="24"/>
                <w:szCs w:val="24"/>
                <w:lang w:eastAsia="fr-FR"/>
              </w:rPr>
            </w:pPr>
            <w:r w:rsidRPr="00C26722">
              <w:rPr>
                <w:rFonts w:eastAsiaTheme="minorEastAsia" w:cstheme="minorHAnsi"/>
                <w:color w:val="000000"/>
                <w:sz w:val="24"/>
                <w:szCs w:val="24"/>
                <w:lang w:eastAsia="fr-FR"/>
              </w:rPr>
              <w:t xml:space="preserve"> €</w:t>
            </w:r>
          </w:p>
        </w:tc>
      </w:tr>
      <w:tr w:rsidR="00EE4B5B" w:rsidRPr="00C26722" w14:paraId="18699FF3" w14:textId="77777777" w:rsidTr="00A0174F">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2D243E0E" w14:textId="77777777" w:rsidR="00EE4B5B" w:rsidRPr="00C26722" w:rsidRDefault="00EE4B5B" w:rsidP="00A0174F">
            <w:pPr>
              <w:keepLines/>
              <w:widowControl w:val="0"/>
              <w:autoSpaceDE w:val="0"/>
              <w:autoSpaceDN w:val="0"/>
              <w:adjustRightInd w:val="0"/>
              <w:spacing w:before="60" w:after="60"/>
              <w:ind w:left="108" w:right="90"/>
              <w:rPr>
                <w:rFonts w:eastAsiaTheme="minorEastAsia" w:cstheme="minorHAnsi"/>
                <w:sz w:val="24"/>
                <w:szCs w:val="24"/>
                <w:lang w:eastAsia="fr-FR"/>
              </w:rPr>
            </w:pPr>
            <w:r w:rsidRPr="00C26722">
              <w:rPr>
                <w:rFonts w:eastAsiaTheme="minorEastAsia" w:cstheme="minorHAnsi"/>
                <w:color w:val="000000"/>
                <w:sz w:val="24"/>
                <w:szCs w:val="24"/>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26D5BDA" w14:textId="77777777" w:rsidR="00EE4B5B" w:rsidRPr="00C26722" w:rsidRDefault="00EE4B5B" w:rsidP="00A0174F">
            <w:pPr>
              <w:widowControl w:val="0"/>
              <w:autoSpaceDE w:val="0"/>
              <w:autoSpaceDN w:val="0"/>
              <w:adjustRightInd w:val="0"/>
              <w:spacing w:before="60" w:after="60"/>
              <w:ind w:left="126" w:right="80"/>
              <w:jc w:val="right"/>
              <w:rPr>
                <w:rFonts w:eastAsiaTheme="minorEastAsia" w:cstheme="minorHAnsi"/>
                <w:sz w:val="24"/>
                <w:szCs w:val="24"/>
                <w:lang w:eastAsia="fr-FR"/>
              </w:rPr>
            </w:pPr>
            <w:r w:rsidRPr="00C26722">
              <w:rPr>
                <w:rFonts w:eastAsiaTheme="minorEastAsia" w:cstheme="minorHAnsi"/>
                <w:color w:val="000000"/>
                <w:sz w:val="24"/>
                <w:szCs w:val="24"/>
                <w:lang w:eastAsia="fr-FR"/>
              </w:rPr>
              <w:t xml:space="preserve"> €</w:t>
            </w:r>
          </w:p>
        </w:tc>
      </w:tr>
    </w:tbl>
    <w:p w14:paraId="2729FA61" w14:textId="77777777" w:rsidR="00EE4B5B" w:rsidRPr="00C26722" w:rsidRDefault="00EE4B5B" w:rsidP="00EE4B5B">
      <w:pPr>
        <w:keepLines/>
        <w:widowControl w:val="0"/>
        <w:autoSpaceDE w:val="0"/>
        <w:autoSpaceDN w:val="0"/>
        <w:adjustRightInd w:val="0"/>
        <w:spacing w:before="240" w:after="0"/>
        <w:ind w:left="119" w:right="113"/>
        <w:rPr>
          <w:rFonts w:eastAsiaTheme="minorEastAsia" w:cstheme="minorHAnsi"/>
          <w:i/>
          <w:iCs/>
          <w:color w:val="000000"/>
          <w:sz w:val="24"/>
          <w:szCs w:val="24"/>
          <w:lang w:eastAsia="fr-FR"/>
        </w:rPr>
      </w:pPr>
      <w:r w:rsidRPr="00C26722">
        <w:rPr>
          <w:rFonts w:eastAsiaTheme="minorEastAsia" w:cstheme="minorHAnsi"/>
          <w:i/>
          <w:iCs/>
          <w:color w:val="000000"/>
          <w:sz w:val="24"/>
          <w:szCs w:val="24"/>
          <w:lang w:eastAsia="fr-FR"/>
        </w:rPr>
        <w:t xml:space="preserve">Montant global TTC (en lettres) : </w:t>
      </w:r>
    </w:p>
    <w:p w14:paraId="6B6CED3E" w14:textId="0B140226" w:rsidR="00E1324A" w:rsidRPr="00C26722" w:rsidRDefault="00392D42" w:rsidP="00392D42">
      <w:pPr>
        <w:spacing w:before="240"/>
        <w:rPr>
          <w:sz w:val="24"/>
          <w:szCs w:val="24"/>
        </w:rPr>
      </w:pPr>
      <w:r w:rsidRPr="00C26722">
        <w:rPr>
          <w:sz w:val="24"/>
          <w:szCs w:val="24"/>
        </w:rPr>
        <w:t>L</w:t>
      </w:r>
      <w:r w:rsidR="00E1324A" w:rsidRPr="00C26722">
        <w:rPr>
          <w:sz w:val="24"/>
          <w:szCs w:val="24"/>
        </w:rPr>
        <w:t>e marché est conclu à prix ferme et définitif.</w:t>
      </w:r>
    </w:p>
    <w:p w14:paraId="4CD6606E" w14:textId="77777777" w:rsidR="00607BA3" w:rsidRPr="00C26722" w:rsidRDefault="00607BA3" w:rsidP="00E1324A">
      <w:pPr>
        <w:rPr>
          <w:sz w:val="24"/>
          <w:szCs w:val="24"/>
          <w:u w:val="single"/>
        </w:rPr>
      </w:pPr>
      <w:r w:rsidRPr="00C26722">
        <w:rPr>
          <w:b/>
          <w:sz w:val="24"/>
          <w:szCs w:val="24"/>
          <w:u w:val="single"/>
        </w:rPr>
        <w:t>En cas de maintenance</w:t>
      </w:r>
      <w:r w:rsidR="00A63192" w:rsidRPr="00C26722">
        <w:rPr>
          <w:b/>
          <w:sz w:val="24"/>
          <w:szCs w:val="24"/>
          <w:u w:val="single"/>
        </w:rPr>
        <w:t xml:space="preserve"> si vous souhaitez appliquer une révision des prix</w:t>
      </w:r>
      <w:r w:rsidRPr="00C26722">
        <w:rPr>
          <w:sz w:val="24"/>
          <w:szCs w:val="24"/>
          <w:u w:val="single"/>
        </w:rPr>
        <w:t xml:space="preserve"> : </w:t>
      </w:r>
    </w:p>
    <w:p w14:paraId="573E2E02" w14:textId="77777777" w:rsidR="00FA7924" w:rsidRPr="00C26722" w:rsidRDefault="00FA7924" w:rsidP="00FA7924">
      <w:pPr>
        <w:rPr>
          <w:rFonts w:cs="Arial"/>
          <w:sz w:val="24"/>
          <w:szCs w:val="24"/>
        </w:rPr>
      </w:pPr>
      <w:r w:rsidRPr="00C26722">
        <w:rPr>
          <w:rFonts w:cs="Arial"/>
          <w:sz w:val="24"/>
          <w:szCs w:val="24"/>
        </w:rPr>
        <w:t xml:space="preserve">Les prix sont réputés fermes la première année. </w:t>
      </w:r>
    </w:p>
    <w:p w14:paraId="0777D899" w14:textId="4C1CB89F" w:rsidR="00FA7924" w:rsidRPr="00C26722" w:rsidRDefault="00FA7924" w:rsidP="00FA7924">
      <w:pPr>
        <w:pStyle w:val="Default"/>
        <w:spacing w:before="120"/>
        <w:jc w:val="both"/>
        <w:rPr>
          <w:rFonts w:ascii="AvenirNext LT Pro Cn" w:hAnsi="AvenirNext LT Pro Cn" w:cs="Calibri"/>
          <w:noProof/>
          <w:color w:val="auto"/>
        </w:rPr>
      </w:pPr>
      <w:r w:rsidRPr="00C26722">
        <w:rPr>
          <w:rFonts w:ascii="AvenirNext LT Pro Cn" w:hAnsi="AvenirNext LT Pro Cn"/>
          <w:color w:val="auto"/>
        </w:rPr>
        <w:t>Le prix de la prestation de maintenance pourra être révisé annuellement, à compter de la 2</w:t>
      </w:r>
      <w:r w:rsidRPr="00C26722">
        <w:rPr>
          <w:rFonts w:ascii="AvenirNext LT Pro Cn" w:hAnsi="AvenirNext LT Pro Cn"/>
          <w:color w:val="auto"/>
          <w:vertAlign w:val="superscript"/>
        </w:rPr>
        <w:t>ème</w:t>
      </w:r>
      <w:r w:rsidRPr="00C26722">
        <w:rPr>
          <w:rFonts w:ascii="AvenirNext LT Pro Cn" w:hAnsi="AvenirNext LT Pro Cn"/>
          <w:color w:val="auto"/>
        </w:rPr>
        <w:t xml:space="preserve"> année, à la date anniversaire de début du marché, sur demande du titulaire et </w:t>
      </w:r>
      <w:r w:rsidRPr="00C26722">
        <w:rPr>
          <w:rFonts w:ascii="AvenirNext LT Pro Cn" w:hAnsi="AvenirNext LT Pro Cn" w:cs="Calibri"/>
          <w:noProof/>
          <w:color w:val="auto"/>
        </w:rPr>
        <w:t xml:space="preserve">sous réserve de soumission des propositions au plus tard un mois avant la date anniversaire du marché, par mail à l’adresse courriel suivante : </w:t>
      </w:r>
      <w:hyperlink r:id="rId13" w:history="1">
        <w:r w:rsidRPr="00C26722">
          <w:rPr>
            <w:rStyle w:val="Lienhypertexte"/>
            <w:rFonts w:ascii="AvenirNext LT Pro Cn" w:hAnsi="AvenirNext LT Pro Cn" w:cs="Calibri"/>
            <w:noProof/>
            <w:color w:val="auto"/>
          </w:rPr>
          <w:t>.</w:t>
        </w:r>
        <w:r w:rsidR="00E8613A" w:rsidRPr="00C26722">
          <w:rPr>
            <w:rStyle w:val="Lienhypertexte"/>
            <w:rFonts w:ascii="AvenirNext LT Pro Cn" w:hAnsi="AvenirNext LT Pro Cn" w:cs="Calibri"/>
            <w:noProof/>
            <w:color w:val="auto"/>
          </w:rPr>
          <w:t>pops.ips2@universite-paris-saclay.fr</w:t>
        </w:r>
      </w:hyperlink>
      <w:r w:rsidRPr="00C26722">
        <w:rPr>
          <w:rFonts w:ascii="AvenirNext LT Pro Cn" w:hAnsi="AvenirNext LT Pro Cn" w:cs="Calibri"/>
          <w:noProof/>
          <w:color w:val="auto"/>
        </w:rPr>
        <w:t xml:space="preserve"> ou courrier avec accusé de réception à l’unité concernée. </w:t>
      </w:r>
    </w:p>
    <w:p w14:paraId="1BBD1F34" w14:textId="77777777" w:rsidR="00A260E4" w:rsidRPr="00C26722" w:rsidRDefault="00A260E4" w:rsidP="00FA7924">
      <w:pPr>
        <w:pStyle w:val="Default"/>
        <w:spacing w:before="120"/>
        <w:jc w:val="both"/>
        <w:rPr>
          <w:rFonts w:ascii="AvenirNext LT Pro Cn" w:hAnsi="AvenirNext LT Pro Cn"/>
          <w:color w:val="auto"/>
        </w:rPr>
      </w:pPr>
      <w:r w:rsidRPr="00C26722">
        <w:rPr>
          <w:rFonts w:ascii="AvenirNext LT Pro Cn" w:hAnsi="AvenirNext LT Pro Cn"/>
          <w:color w:val="auto"/>
        </w:rPr>
        <w:t>En cas de non transmission par le titulaire dans les délais de la proposition de révision, le prix de la maintenance de l’année n en cours continuera de s’appliquer.</w:t>
      </w:r>
    </w:p>
    <w:p w14:paraId="4162DB84" w14:textId="7926135D" w:rsidR="00FA7924" w:rsidRPr="00C26722" w:rsidRDefault="00FA7924" w:rsidP="00FA7924">
      <w:pPr>
        <w:rPr>
          <w:rFonts w:cs="Arial"/>
          <w:sz w:val="24"/>
          <w:szCs w:val="24"/>
        </w:rPr>
      </w:pPr>
      <w:r w:rsidRPr="00C26722">
        <w:rPr>
          <w:rFonts w:cs="Arial"/>
          <w:sz w:val="24"/>
          <w:szCs w:val="24"/>
        </w:rPr>
        <w:t>L’instruction des factures révisées ne pourra être réalisée que dans la mesure où le détail de la révision avec indication de la valeur des indices pris en compte figurera de manière explicite.</w:t>
      </w:r>
    </w:p>
    <w:p w14:paraId="088C37B0" w14:textId="77777777" w:rsidR="00FA7924" w:rsidRPr="00C26722" w:rsidRDefault="00FA7924" w:rsidP="00FA7924">
      <w:pPr>
        <w:pStyle w:val="Default"/>
        <w:spacing w:before="120"/>
        <w:jc w:val="both"/>
        <w:rPr>
          <w:rFonts w:ascii="AvenirNext LT Pro Cn" w:hAnsi="AvenirNext LT Pro Cn"/>
          <w:color w:val="auto"/>
        </w:rPr>
      </w:pPr>
      <w:r w:rsidRPr="00C26722">
        <w:rPr>
          <w:rFonts w:ascii="AvenirNext LT Pro Cn" w:hAnsi="AvenirNext LT Pro Cn"/>
          <w:color w:val="auto"/>
          <w:u w:val="single"/>
        </w:rPr>
        <w:t>Les conditions de révision sont les suivantes</w:t>
      </w:r>
      <w:r w:rsidRPr="00C26722">
        <w:rPr>
          <w:rFonts w:ascii="AvenirNext LT Pro Cn" w:hAnsi="AvenirNext LT Pro Cn"/>
          <w:color w:val="auto"/>
        </w:rPr>
        <w:t> :</w:t>
      </w:r>
    </w:p>
    <w:p w14:paraId="06412186" w14:textId="77777777" w:rsidR="00A63192" w:rsidRPr="00C26722" w:rsidRDefault="009F4AD5" w:rsidP="00E1324A">
      <w:pPr>
        <w:rPr>
          <w:sz w:val="24"/>
          <w:szCs w:val="24"/>
        </w:rPr>
      </w:pPr>
      <w:r w:rsidRPr="00C26722">
        <w:rPr>
          <w:sz w:val="24"/>
          <w:szCs w:val="24"/>
        </w:rPr>
        <w:t xml:space="preserve">Le prix </w:t>
      </w:r>
      <w:r w:rsidR="00FA7924" w:rsidRPr="00C26722">
        <w:rPr>
          <w:sz w:val="24"/>
          <w:szCs w:val="24"/>
        </w:rPr>
        <w:t>de la prestation</w:t>
      </w:r>
      <w:r w:rsidR="00A63192" w:rsidRPr="00C26722">
        <w:rPr>
          <w:sz w:val="24"/>
          <w:szCs w:val="24"/>
        </w:rPr>
        <w:t xml:space="preserve"> de maintenance </w:t>
      </w:r>
      <w:r w:rsidR="00FA7924" w:rsidRPr="00C26722">
        <w:rPr>
          <w:sz w:val="24"/>
          <w:szCs w:val="24"/>
        </w:rPr>
        <w:t>est réputé établi</w:t>
      </w:r>
      <w:r w:rsidR="00A63192" w:rsidRPr="00C26722">
        <w:rPr>
          <w:sz w:val="24"/>
          <w:szCs w:val="24"/>
        </w:rPr>
        <w:t xml:space="preserve"> sur la base des conditions économiques du mois de remise de l’offre appelé « mois zéro » (M</w:t>
      </w:r>
      <w:r w:rsidR="00A63192" w:rsidRPr="00C26722">
        <w:rPr>
          <w:sz w:val="24"/>
          <w:szCs w:val="24"/>
          <w:vertAlign w:val="subscript"/>
        </w:rPr>
        <w:t>0</w:t>
      </w:r>
      <w:r w:rsidR="00A63192" w:rsidRPr="00C26722">
        <w:rPr>
          <w:sz w:val="24"/>
          <w:szCs w:val="24"/>
        </w:rPr>
        <w:t>), l’indice de référence I choisi étant l’indice « SYNTEC » :</w:t>
      </w:r>
    </w:p>
    <w:p w14:paraId="0BAFC934" w14:textId="77777777" w:rsidR="00A63192" w:rsidRPr="00C26722" w:rsidRDefault="00A63192" w:rsidP="00A63192">
      <w:pPr>
        <w:rPr>
          <w:sz w:val="24"/>
          <w:szCs w:val="24"/>
        </w:rPr>
      </w:pPr>
      <w:r w:rsidRPr="00C26722">
        <w:rPr>
          <w:sz w:val="24"/>
          <w:szCs w:val="24"/>
        </w:rPr>
        <w:t>Les prix sont révisables</w:t>
      </w:r>
      <w:r w:rsidR="00FA7924" w:rsidRPr="00C26722">
        <w:rPr>
          <w:sz w:val="24"/>
          <w:szCs w:val="24"/>
        </w:rPr>
        <w:t>, en hausse comme en baisse,</w:t>
      </w:r>
      <w:r w:rsidRPr="00C26722">
        <w:rPr>
          <w:sz w:val="24"/>
          <w:szCs w:val="24"/>
        </w:rPr>
        <w:t xml:space="preserve"> par application du coefficient multiplicateur C calculé à l’aide de la formule suivante :</w:t>
      </w:r>
    </w:p>
    <w:p w14:paraId="71C69A37" w14:textId="77777777" w:rsidR="00A63192" w:rsidRPr="00C26722" w:rsidRDefault="00A63192" w:rsidP="00A63192">
      <w:pPr>
        <w:rPr>
          <w:sz w:val="24"/>
          <w:szCs w:val="24"/>
        </w:rPr>
      </w:pPr>
      <w:r w:rsidRPr="00C26722">
        <w:rPr>
          <w:b/>
          <w:sz w:val="24"/>
          <w:szCs w:val="24"/>
        </w:rPr>
        <w:t>C = 0,15 + 0,85 (I / I</w:t>
      </w:r>
      <w:r w:rsidRPr="00C26722">
        <w:rPr>
          <w:b/>
          <w:sz w:val="24"/>
          <w:szCs w:val="24"/>
          <w:vertAlign w:val="subscript"/>
        </w:rPr>
        <w:t>0</w:t>
      </w:r>
      <w:r w:rsidRPr="00C26722">
        <w:rPr>
          <w:b/>
          <w:sz w:val="24"/>
          <w:szCs w:val="24"/>
        </w:rPr>
        <w:t>)</w:t>
      </w:r>
      <w:r w:rsidRPr="00C26722">
        <w:rPr>
          <w:sz w:val="24"/>
          <w:szCs w:val="24"/>
        </w:rPr>
        <w:t xml:space="preserve"> où</w:t>
      </w:r>
    </w:p>
    <w:p w14:paraId="6B173760" w14:textId="77777777" w:rsidR="00A63192" w:rsidRPr="00C26722" w:rsidRDefault="00A63192" w:rsidP="00A63192">
      <w:pPr>
        <w:spacing w:before="0" w:after="0"/>
        <w:rPr>
          <w:sz w:val="24"/>
          <w:szCs w:val="24"/>
        </w:rPr>
      </w:pPr>
      <w:r w:rsidRPr="00C26722">
        <w:rPr>
          <w:sz w:val="24"/>
          <w:szCs w:val="24"/>
        </w:rPr>
        <w:t>C = Coefficient multiplicateur</w:t>
      </w:r>
    </w:p>
    <w:p w14:paraId="74B44067" w14:textId="7B3374F9" w:rsidR="00A63192" w:rsidRPr="00C26722" w:rsidRDefault="00A63192" w:rsidP="00A63192">
      <w:pPr>
        <w:spacing w:before="0" w:after="0"/>
        <w:rPr>
          <w:sz w:val="24"/>
          <w:szCs w:val="24"/>
        </w:rPr>
      </w:pPr>
      <w:r w:rsidRPr="00C26722">
        <w:rPr>
          <w:sz w:val="24"/>
          <w:szCs w:val="24"/>
        </w:rPr>
        <w:t xml:space="preserve">In = Indice SYNTEC </w:t>
      </w:r>
      <w:r w:rsidR="005F23CA" w:rsidRPr="00C26722">
        <w:rPr>
          <w:sz w:val="24"/>
          <w:szCs w:val="24"/>
        </w:rPr>
        <w:t xml:space="preserve">révisé </w:t>
      </w:r>
      <w:r w:rsidRPr="00C26722">
        <w:rPr>
          <w:sz w:val="24"/>
          <w:szCs w:val="24"/>
        </w:rPr>
        <w:t>en vigueur au moment de la révision.</w:t>
      </w:r>
    </w:p>
    <w:p w14:paraId="4217AA3A" w14:textId="2DCF7F60" w:rsidR="00A63192" w:rsidRPr="00C26722" w:rsidRDefault="00A63192" w:rsidP="00A63192">
      <w:pPr>
        <w:spacing w:before="0" w:after="0"/>
        <w:rPr>
          <w:sz w:val="24"/>
          <w:szCs w:val="24"/>
        </w:rPr>
      </w:pPr>
      <w:r w:rsidRPr="00C26722">
        <w:rPr>
          <w:sz w:val="24"/>
          <w:szCs w:val="24"/>
        </w:rPr>
        <w:t>Io = Indice SYNTEC</w:t>
      </w:r>
      <w:r w:rsidR="005F23CA" w:rsidRPr="00C26722">
        <w:rPr>
          <w:sz w:val="24"/>
          <w:szCs w:val="24"/>
        </w:rPr>
        <w:t xml:space="preserve"> révisé </w:t>
      </w:r>
      <w:r w:rsidRPr="00C26722">
        <w:rPr>
          <w:sz w:val="24"/>
          <w:szCs w:val="24"/>
        </w:rPr>
        <w:t>au mois Mo</w:t>
      </w:r>
    </w:p>
    <w:p w14:paraId="20EA41D2" w14:textId="77777777" w:rsidR="00EC3248" w:rsidRPr="00C26722" w:rsidRDefault="009F4AD5" w:rsidP="00E1324A">
      <w:pPr>
        <w:rPr>
          <w:sz w:val="24"/>
          <w:szCs w:val="24"/>
        </w:rPr>
      </w:pPr>
      <w:r w:rsidRPr="00C26722">
        <w:rPr>
          <w:sz w:val="24"/>
          <w:szCs w:val="24"/>
        </w:rPr>
        <w:t xml:space="preserve"> L’augmentation des prix ne saurait être supérieur à </w:t>
      </w:r>
      <w:r w:rsidR="00FA7924" w:rsidRPr="00C26722">
        <w:rPr>
          <w:sz w:val="24"/>
          <w:szCs w:val="24"/>
        </w:rPr>
        <w:t>3</w:t>
      </w:r>
      <w:r w:rsidRPr="00C26722">
        <w:rPr>
          <w:sz w:val="24"/>
          <w:szCs w:val="24"/>
        </w:rPr>
        <w:t xml:space="preserve"> %. INRAE se réserve la possibilité de résilier le marché si une augmentation du prix supérieure à 3% est constatée.</w:t>
      </w:r>
    </w:p>
    <w:p w14:paraId="55EBEB75" w14:textId="0F10B60D" w:rsidR="00B3398C" w:rsidRPr="00C26722" w:rsidRDefault="0032702C" w:rsidP="00F25A37">
      <w:pPr>
        <w:pStyle w:val="Titre2"/>
        <w:rPr>
          <w:rFonts w:ascii="AvenirNext LT Pro Cn" w:hAnsi="AvenirNext LT Pro Cn"/>
          <w:sz w:val="24"/>
          <w:szCs w:val="24"/>
        </w:rPr>
      </w:pPr>
      <w:bookmarkStart w:id="118" w:name="_Toc204704202"/>
      <w:r>
        <w:rPr>
          <w:rFonts w:ascii="AvenirNext LT Pro Cn" w:hAnsi="AvenirNext LT Pro Cn"/>
          <w:sz w:val="24"/>
          <w:szCs w:val="24"/>
        </w:rPr>
        <w:t>-</w:t>
      </w:r>
      <w:r w:rsidR="00911DB8" w:rsidRPr="00C26722">
        <w:rPr>
          <w:rFonts w:ascii="AvenirNext LT Pro Cn" w:hAnsi="AvenirNext LT Pro Cn"/>
          <w:sz w:val="24"/>
          <w:szCs w:val="24"/>
        </w:rPr>
        <w:t>Echéancier</w:t>
      </w:r>
      <w:r w:rsidR="00B3398C" w:rsidRPr="00C26722">
        <w:rPr>
          <w:rFonts w:ascii="AvenirNext LT Pro Cn" w:hAnsi="AvenirNext LT Pro Cn"/>
          <w:sz w:val="24"/>
          <w:szCs w:val="24"/>
        </w:rPr>
        <w:t xml:space="preserve"> de paiement</w:t>
      </w:r>
      <w:bookmarkEnd w:id="118"/>
    </w:p>
    <w:p w14:paraId="56B4BCFF" w14:textId="77777777" w:rsidR="00B3398C" w:rsidRPr="00C26722" w:rsidRDefault="00B3398C" w:rsidP="008630D8">
      <w:pPr>
        <w:rPr>
          <w:sz w:val="24"/>
          <w:szCs w:val="24"/>
        </w:rPr>
      </w:pPr>
      <w:r w:rsidRPr="00C26722">
        <w:rPr>
          <w:sz w:val="24"/>
          <w:szCs w:val="24"/>
        </w:rPr>
        <w:t>Le paiement des prestations se fait par virement administratif.</w:t>
      </w:r>
    </w:p>
    <w:p w14:paraId="640EAF3C" w14:textId="77777777" w:rsidR="00E1324A" w:rsidRPr="00C26722" w:rsidRDefault="00EF7869" w:rsidP="00E1324A">
      <w:pPr>
        <w:rPr>
          <w:sz w:val="24"/>
          <w:szCs w:val="24"/>
        </w:rPr>
      </w:pPr>
      <w:r w:rsidRPr="00C26722">
        <w:rPr>
          <w:sz w:val="24"/>
          <w:szCs w:val="24"/>
        </w:rPr>
        <w:t>Les prestations qui ont donné lieu à un commencement d’exécution du marché ouvrent droit à des acomptes.</w:t>
      </w:r>
    </w:p>
    <w:p w14:paraId="22656FCF" w14:textId="77777777" w:rsidR="00EF7869" w:rsidRPr="00C26722" w:rsidRDefault="00EF7869" w:rsidP="00E1324A">
      <w:pPr>
        <w:rPr>
          <w:sz w:val="24"/>
          <w:szCs w:val="24"/>
        </w:rPr>
      </w:pPr>
      <w:r w:rsidRPr="00C26722">
        <w:rPr>
          <w:sz w:val="24"/>
          <w:szCs w:val="24"/>
        </w:rPr>
        <w:t>Le versement des acomptes pour l’acquisition de l’équipement se décompose comme suit :</w:t>
      </w:r>
    </w:p>
    <w:p w14:paraId="5E46A460" w14:textId="77777777" w:rsidR="006F6952" w:rsidRPr="00C26722" w:rsidRDefault="006F6952" w:rsidP="003946F1">
      <w:pPr>
        <w:pStyle w:val="Texte"/>
        <w:numPr>
          <w:ilvl w:val="0"/>
          <w:numId w:val="14"/>
        </w:numPr>
        <w:spacing w:before="60" w:after="0" w:line="240" w:lineRule="auto"/>
        <w:ind w:left="714" w:hanging="357"/>
        <w:rPr>
          <w:rFonts w:ascii="AvenirNext LT Pro Cn" w:hAnsi="AvenirNext LT Pro Cn" w:cstheme="minorHAnsi"/>
          <w:sz w:val="24"/>
          <w:szCs w:val="24"/>
        </w:rPr>
      </w:pPr>
      <w:r w:rsidRPr="00C26722">
        <w:rPr>
          <w:rFonts w:ascii="AvenirNext LT Pro Cn" w:hAnsi="AvenirNext LT Pro Cn" w:cstheme="minorHAnsi"/>
          <w:sz w:val="24"/>
          <w:szCs w:val="24"/>
        </w:rPr>
        <w:t xml:space="preserve">50% à la mise en ordre de marche (MOM) </w:t>
      </w:r>
    </w:p>
    <w:p w14:paraId="571CD1D6" w14:textId="77777777" w:rsidR="006F6952" w:rsidRPr="00C26722" w:rsidRDefault="006F6952" w:rsidP="003946F1">
      <w:pPr>
        <w:pStyle w:val="Texte"/>
        <w:numPr>
          <w:ilvl w:val="0"/>
          <w:numId w:val="14"/>
        </w:numPr>
        <w:spacing w:before="60" w:after="0" w:line="240" w:lineRule="auto"/>
        <w:ind w:left="714" w:hanging="357"/>
        <w:rPr>
          <w:rFonts w:ascii="AvenirNext LT Pro Cn" w:hAnsi="AvenirNext LT Pro Cn" w:cstheme="minorHAnsi"/>
          <w:sz w:val="24"/>
          <w:szCs w:val="24"/>
        </w:rPr>
      </w:pPr>
      <w:r w:rsidRPr="00C26722">
        <w:rPr>
          <w:rFonts w:ascii="AvenirNext LT Pro Cn" w:hAnsi="AvenirNext LT Pro Cn" w:cstheme="minorHAnsi"/>
          <w:sz w:val="24"/>
          <w:szCs w:val="24"/>
        </w:rPr>
        <w:t xml:space="preserve">30% à la prononciation de la vérification d’aptitude (VA) </w:t>
      </w:r>
    </w:p>
    <w:p w14:paraId="07AAEC37" w14:textId="77777777" w:rsidR="006F6952" w:rsidRPr="00C26722" w:rsidRDefault="006F6952" w:rsidP="003946F1">
      <w:pPr>
        <w:pStyle w:val="Texte"/>
        <w:numPr>
          <w:ilvl w:val="0"/>
          <w:numId w:val="14"/>
        </w:numPr>
        <w:spacing w:before="60" w:after="0" w:line="240" w:lineRule="auto"/>
        <w:ind w:left="714" w:hanging="357"/>
        <w:rPr>
          <w:rFonts w:ascii="AvenirNext LT Pro Cn" w:hAnsi="AvenirNext LT Pro Cn" w:cstheme="minorHAnsi"/>
          <w:sz w:val="24"/>
          <w:szCs w:val="24"/>
        </w:rPr>
      </w:pPr>
      <w:r w:rsidRPr="00C26722">
        <w:rPr>
          <w:rFonts w:ascii="AvenirNext LT Pro Cn" w:hAnsi="AvenirNext LT Pro Cn" w:cstheme="minorHAnsi"/>
          <w:sz w:val="24"/>
          <w:szCs w:val="24"/>
        </w:rPr>
        <w:t xml:space="preserve">20% à la prononciation de la vérification de service régulier (VSR). </w:t>
      </w:r>
    </w:p>
    <w:p w14:paraId="3A41FF3C" w14:textId="77777777" w:rsidR="00E1324A" w:rsidRPr="00C26722" w:rsidRDefault="00E1324A" w:rsidP="00E1324A">
      <w:pPr>
        <w:rPr>
          <w:sz w:val="24"/>
          <w:szCs w:val="24"/>
        </w:rPr>
      </w:pPr>
      <w:r w:rsidRPr="00C26722">
        <w:rPr>
          <w:sz w:val="24"/>
          <w:szCs w:val="24"/>
        </w:rPr>
        <w:t>Conformément à l’article 11.2 du CCAG-FCS, chaque acompte doit faire l’objet d’une demande de paiement de la part du titulaire.</w:t>
      </w:r>
    </w:p>
    <w:p w14:paraId="65A5ACD2" w14:textId="77777777" w:rsidR="007A4C41" w:rsidRPr="00C26722" w:rsidRDefault="00A07D9A" w:rsidP="00E1324A">
      <w:pPr>
        <w:rPr>
          <w:b/>
          <w:sz w:val="24"/>
          <w:szCs w:val="24"/>
        </w:rPr>
      </w:pPr>
      <w:r w:rsidRPr="00C26722">
        <w:rPr>
          <w:b/>
          <w:sz w:val="24"/>
          <w:szCs w:val="24"/>
          <w:u w:val="single"/>
        </w:rPr>
        <w:t>En cas de maintenance</w:t>
      </w:r>
      <w:r w:rsidRPr="00C26722">
        <w:rPr>
          <w:b/>
          <w:sz w:val="24"/>
          <w:szCs w:val="24"/>
        </w:rPr>
        <w:t xml:space="preserve"> : </w:t>
      </w:r>
    </w:p>
    <w:p w14:paraId="1FE3D579" w14:textId="77777777" w:rsidR="00A455B4" w:rsidRPr="00C26722" w:rsidRDefault="00A07D9A" w:rsidP="00E1324A">
      <w:pPr>
        <w:rPr>
          <w:sz w:val="24"/>
          <w:szCs w:val="24"/>
        </w:rPr>
      </w:pPr>
      <w:r w:rsidRPr="00C26722">
        <w:rPr>
          <w:sz w:val="24"/>
          <w:szCs w:val="24"/>
        </w:rPr>
        <w:t>La prestation de maintenance est payable à l’issue de la visite de contrôle annuelle, à réception de la facture</w:t>
      </w:r>
      <w:r w:rsidR="007A4C41" w:rsidRPr="00C26722">
        <w:rPr>
          <w:sz w:val="24"/>
          <w:szCs w:val="24"/>
        </w:rPr>
        <w:t>.</w:t>
      </w:r>
      <w:r w:rsidR="00392D42" w:rsidRPr="00C26722">
        <w:rPr>
          <w:sz w:val="24"/>
          <w:szCs w:val="24"/>
        </w:rPr>
        <w:t xml:space="preserve"> </w:t>
      </w:r>
    </w:p>
    <w:p w14:paraId="2313BE1F" w14:textId="7A947372" w:rsidR="00B3398C" w:rsidRPr="00C26722" w:rsidRDefault="0032702C" w:rsidP="00F25A37">
      <w:pPr>
        <w:pStyle w:val="Titre2"/>
        <w:rPr>
          <w:rFonts w:ascii="AvenirNext LT Pro Cn" w:hAnsi="AvenirNext LT Pro Cn"/>
          <w:sz w:val="24"/>
          <w:szCs w:val="24"/>
        </w:rPr>
      </w:pPr>
      <w:bookmarkStart w:id="119" w:name="_Toc204704203"/>
      <w:r>
        <w:rPr>
          <w:rFonts w:ascii="AvenirNext LT Pro Cn" w:hAnsi="AvenirNext LT Pro Cn"/>
          <w:sz w:val="24"/>
          <w:szCs w:val="24"/>
        </w:rPr>
        <w:t>-</w:t>
      </w:r>
      <w:r w:rsidR="00526614" w:rsidRPr="00C26722">
        <w:rPr>
          <w:rFonts w:ascii="AvenirNext LT Pro Cn" w:hAnsi="AvenirNext LT Pro Cn"/>
          <w:sz w:val="24"/>
          <w:szCs w:val="24"/>
        </w:rPr>
        <w:t>M</w:t>
      </w:r>
      <w:r w:rsidR="00B3398C" w:rsidRPr="00C26722">
        <w:rPr>
          <w:rFonts w:ascii="AvenirNext LT Pro Cn" w:hAnsi="AvenirNext LT Pro Cn"/>
          <w:sz w:val="24"/>
          <w:szCs w:val="24"/>
        </w:rPr>
        <w:t>odalités de paiement</w:t>
      </w:r>
      <w:bookmarkEnd w:id="119"/>
    </w:p>
    <w:p w14:paraId="477167CE" w14:textId="77777777" w:rsidR="00B3398C" w:rsidRPr="00C26722" w:rsidRDefault="00B3398C" w:rsidP="00890070">
      <w:pPr>
        <w:rPr>
          <w:sz w:val="24"/>
          <w:szCs w:val="24"/>
        </w:rPr>
      </w:pPr>
      <w:r w:rsidRPr="00C26722">
        <w:rPr>
          <w:sz w:val="24"/>
          <w:szCs w:val="24"/>
        </w:rPr>
        <w:t xml:space="preserve">Le règlement du titulaire interviendra selon </w:t>
      </w:r>
      <w:r w:rsidR="00911DB8" w:rsidRPr="00C26722">
        <w:rPr>
          <w:sz w:val="24"/>
          <w:szCs w:val="24"/>
        </w:rPr>
        <w:t>l’échéancier prévu</w:t>
      </w:r>
      <w:r w:rsidR="00AA1ADB" w:rsidRPr="00C26722">
        <w:rPr>
          <w:sz w:val="24"/>
          <w:szCs w:val="24"/>
        </w:rPr>
        <w:t xml:space="preserve"> à l’article 7</w:t>
      </w:r>
      <w:r w:rsidR="00526614" w:rsidRPr="00C26722">
        <w:rPr>
          <w:sz w:val="24"/>
          <w:szCs w:val="24"/>
        </w:rPr>
        <w:t>.</w:t>
      </w:r>
      <w:r w:rsidRPr="00C26722">
        <w:rPr>
          <w:sz w:val="24"/>
          <w:szCs w:val="24"/>
        </w:rPr>
        <w:t xml:space="preserve">2 du présent document. </w:t>
      </w:r>
    </w:p>
    <w:p w14:paraId="64A81AAF" w14:textId="77777777" w:rsidR="00CC6995" w:rsidRPr="00C26722" w:rsidRDefault="00CC6995" w:rsidP="00890070">
      <w:pPr>
        <w:rPr>
          <w:sz w:val="24"/>
          <w:szCs w:val="24"/>
        </w:rPr>
      </w:pPr>
      <w:r w:rsidRPr="00C26722">
        <w:rPr>
          <w:sz w:val="24"/>
          <w:szCs w:val="24"/>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C26722">
        <w:rPr>
          <w:sz w:val="24"/>
          <w:szCs w:val="24"/>
        </w:rPr>
        <w:t>.</w:t>
      </w:r>
    </w:p>
    <w:p w14:paraId="2014850A" w14:textId="77777777" w:rsidR="00CC6995" w:rsidRPr="00C26722" w:rsidRDefault="00CC6995" w:rsidP="00890070">
      <w:pPr>
        <w:rPr>
          <w:sz w:val="24"/>
          <w:szCs w:val="24"/>
        </w:rPr>
      </w:pPr>
      <w:r w:rsidRPr="00C26722">
        <w:rPr>
          <w:sz w:val="24"/>
          <w:szCs w:val="24"/>
        </w:rPr>
        <w:t xml:space="preserve">A l’heure actuelle, la transmission par le créancier de sa demande de paiement ne peut être prise en compte par </w:t>
      </w:r>
      <w:r w:rsidR="00E4467E" w:rsidRPr="00C26722">
        <w:rPr>
          <w:sz w:val="24"/>
          <w:szCs w:val="24"/>
        </w:rPr>
        <w:t>INRAE</w:t>
      </w:r>
      <w:r w:rsidRPr="00C26722">
        <w:rPr>
          <w:sz w:val="24"/>
          <w:szCs w:val="24"/>
        </w:rPr>
        <w:t xml:space="preserve"> que par dépôt au format </w:t>
      </w:r>
      <w:r w:rsidR="00E4467E" w:rsidRPr="00C26722">
        <w:rPr>
          <w:sz w:val="24"/>
          <w:szCs w:val="24"/>
        </w:rPr>
        <w:t>PDF</w:t>
      </w:r>
      <w:r w:rsidR="00AB580E" w:rsidRPr="00C26722">
        <w:rPr>
          <w:sz w:val="24"/>
          <w:szCs w:val="24"/>
        </w:rPr>
        <w:t xml:space="preserve"> </w:t>
      </w:r>
      <w:r w:rsidR="00BC6C36" w:rsidRPr="00C26722">
        <w:rPr>
          <w:sz w:val="24"/>
          <w:szCs w:val="24"/>
        </w:rPr>
        <w:t xml:space="preserve">sur le site </w:t>
      </w:r>
      <w:hyperlink r:id="rId14" w:history="1">
        <w:r w:rsidR="00BC6C36" w:rsidRPr="00C26722">
          <w:rPr>
            <w:rStyle w:val="Lienhypertexte"/>
            <w:rFonts w:cs="Arial"/>
            <w:spacing w:val="4"/>
            <w:sz w:val="24"/>
            <w:szCs w:val="24"/>
          </w:rPr>
          <w:t>https://chorus-pro.gouv.fr</w:t>
        </w:r>
      </w:hyperlink>
      <w:r w:rsidRPr="00C26722">
        <w:rPr>
          <w:sz w:val="24"/>
          <w:szCs w:val="24"/>
        </w:rPr>
        <w:t>.</w:t>
      </w:r>
    </w:p>
    <w:p w14:paraId="4E40A5D3" w14:textId="77777777" w:rsidR="00B3398C" w:rsidRPr="00C26722" w:rsidRDefault="00B3398C" w:rsidP="008630D8">
      <w:pPr>
        <w:rPr>
          <w:sz w:val="24"/>
          <w:szCs w:val="24"/>
        </w:rPr>
      </w:pPr>
      <w:r w:rsidRPr="00C26722">
        <w:rPr>
          <w:sz w:val="24"/>
          <w:szCs w:val="24"/>
        </w:rPr>
        <w:t xml:space="preserve">Les factures seront établies en un original selon les règles prévues par la comptabilité publique. Elles comprendront outre les mentions légales, les renseignements suivants : </w:t>
      </w:r>
    </w:p>
    <w:p w14:paraId="21267DA6" w14:textId="35B6B0E2" w:rsidR="00A455B4" w:rsidRPr="00C26722" w:rsidRDefault="00CC6995" w:rsidP="00A455B4">
      <w:pPr>
        <w:pStyle w:val="Paragraphedeliste"/>
        <w:numPr>
          <w:ilvl w:val="0"/>
          <w:numId w:val="1"/>
        </w:numPr>
        <w:spacing w:before="40" w:after="0"/>
        <w:ind w:left="714" w:hanging="357"/>
        <w:rPr>
          <w:sz w:val="24"/>
          <w:szCs w:val="24"/>
        </w:rPr>
      </w:pPr>
      <w:r w:rsidRPr="00C26722">
        <w:rPr>
          <w:sz w:val="24"/>
          <w:szCs w:val="24"/>
        </w:rPr>
        <w:t xml:space="preserve">Le numéro SIRET du centre </w:t>
      </w:r>
      <w:r w:rsidR="00E4467E" w:rsidRPr="00C26722">
        <w:rPr>
          <w:sz w:val="24"/>
          <w:szCs w:val="24"/>
        </w:rPr>
        <w:t>INRAE</w:t>
      </w:r>
      <w:r w:rsidRPr="00C26722">
        <w:rPr>
          <w:sz w:val="24"/>
          <w:szCs w:val="24"/>
        </w:rPr>
        <w:t xml:space="preserve"> </w:t>
      </w:r>
      <w:r w:rsidR="00BC6C36" w:rsidRPr="00C26722">
        <w:rPr>
          <w:sz w:val="24"/>
          <w:szCs w:val="24"/>
        </w:rPr>
        <w:t>bénéficiaire</w:t>
      </w:r>
      <w:r w:rsidR="00A455B4" w:rsidRPr="00C26722">
        <w:rPr>
          <w:sz w:val="24"/>
          <w:szCs w:val="24"/>
        </w:rPr>
        <w:t> :</w:t>
      </w:r>
      <w:r w:rsidR="00CB36E0" w:rsidRPr="00C26722">
        <w:rPr>
          <w:sz w:val="24"/>
          <w:szCs w:val="24"/>
        </w:rPr>
        <w:t xml:space="preserve"> </w:t>
      </w:r>
      <w:sdt>
        <w:sdtPr>
          <w:rPr>
            <w:sz w:val="24"/>
            <w:szCs w:val="24"/>
          </w:r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EndPr/>
        <w:sdtContent>
          <w:r w:rsidR="00E9404D" w:rsidRPr="00C26722">
            <w:rPr>
              <w:sz w:val="24"/>
              <w:szCs w:val="24"/>
            </w:rPr>
            <w:t>VG/HDF : 180 070 039 00110</w:t>
          </w:r>
        </w:sdtContent>
      </w:sdt>
    </w:p>
    <w:p w14:paraId="5CAF15A8" w14:textId="77777777" w:rsidR="00CC6995" w:rsidRPr="00C26722" w:rsidRDefault="005D4468" w:rsidP="00A80F9F">
      <w:pPr>
        <w:pStyle w:val="Paragraphedeliste"/>
        <w:numPr>
          <w:ilvl w:val="0"/>
          <w:numId w:val="1"/>
        </w:numPr>
        <w:spacing w:before="40" w:after="0"/>
        <w:ind w:left="714" w:hanging="357"/>
        <w:rPr>
          <w:sz w:val="24"/>
          <w:szCs w:val="24"/>
        </w:rPr>
      </w:pPr>
      <w:r w:rsidRPr="00C26722">
        <w:rPr>
          <w:sz w:val="24"/>
          <w:szCs w:val="24"/>
        </w:rPr>
        <w:t>Le numéro du marché</w:t>
      </w:r>
    </w:p>
    <w:p w14:paraId="43DEAB64" w14:textId="77777777" w:rsidR="00A455B4" w:rsidRPr="00C26722" w:rsidRDefault="00A455B4" w:rsidP="00A455B4">
      <w:pPr>
        <w:pStyle w:val="Paragraphedeliste"/>
        <w:numPr>
          <w:ilvl w:val="0"/>
          <w:numId w:val="1"/>
        </w:numPr>
        <w:spacing w:before="40" w:after="0"/>
        <w:ind w:left="714" w:hanging="357"/>
        <w:rPr>
          <w:sz w:val="24"/>
          <w:szCs w:val="24"/>
        </w:rPr>
      </w:pPr>
      <w:r w:rsidRPr="00C26722">
        <w:rPr>
          <w:sz w:val="24"/>
          <w:szCs w:val="24"/>
        </w:rPr>
        <w:t>Le numéro du bon de commande (n° d’engagement juridique)</w:t>
      </w:r>
    </w:p>
    <w:p w14:paraId="5062019B" w14:textId="77777777" w:rsidR="00CC6995" w:rsidRPr="00C26722" w:rsidRDefault="00B3398C" w:rsidP="00A80F9F">
      <w:pPr>
        <w:pStyle w:val="Paragraphedeliste"/>
        <w:numPr>
          <w:ilvl w:val="0"/>
          <w:numId w:val="1"/>
        </w:numPr>
        <w:spacing w:before="40" w:after="0"/>
        <w:ind w:left="714" w:hanging="357"/>
        <w:rPr>
          <w:sz w:val="24"/>
          <w:szCs w:val="24"/>
        </w:rPr>
      </w:pPr>
      <w:r w:rsidRPr="00C26722">
        <w:rPr>
          <w:sz w:val="24"/>
          <w:szCs w:val="24"/>
        </w:rPr>
        <w:t>Les prestations réalisées ou fournitures livrées</w:t>
      </w:r>
    </w:p>
    <w:p w14:paraId="5AE46ED3" w14:textId="77777777" w:rsidR="00CC6995" w:rsidRPr="00C26722" w:rsidRDefault="00B3398C" w:rsidP="00A80F9F">
      <w:pPr>
        <w:pStyle w:val="Paragraphedeliste"/>
        <w:numPr>
          <w:ilvl w:val="0"/>
          <w:numId w:val="1"/>
        </w:numPr>
        <w:spacing w:before="40" w:after="0"/>
        <w:ind w:left="714" w:hanging="357"/>
        <w:rPr>
          <w:sz w:val="24"/>
          <w:szCs w:val="24"/>
        </w:rPr>
      </w:pPr>
      <w:r w:rsidRPr="00C26722">
        <w:rPr>
          <w:sz w:val="24"/>
          <w:szCs w:val="24"/>
        </w:rPr>
        <w:t>Le montant HT des prestations ou fournitures</w:t>
      </w:r>
    </w:p>
    <w:p w14:paraId="087C747D" w14:textId="77777777" w:rsidR="00CC6995" w:rsidRPr="00C26722" w:rsidRDefault="00B3398C" w:rsidP="00A80F9F">
      <w:pPr>
        <w:pStyle w:val="Paragraphedeliste"/>
        <w:numPr>
          <w:ilvl w:val="0"/>
          <w:numId w:val="1"/>
        </w:numPr>
        <w:spacing w:before="40" w:after="0"/>
        <w:ind w:left="714" w:hanging="357"/>
        <w:rPr>
          <w:sz w:val="24"/>
          <w:szCs w:val="24"/>
        </w:rPr>
      </w:pPr>
      <w:r w:rsidRPr="00C26722">
        <w:rPr>
          <w:sz w:val="24"/>
          <w:szCs w:val="24"/>
        </w:rPr>
        <w:t>Le taux et le montant de la TVA</w:t>
      </w:r>
    </w:p>
    <w:p w14:paraId="298D9F1A" w14:textId="77777777" w:rsidR="00B3398C" w:rsidRPr="00C26722" w:rsidRDefault="00B3398C" w:rsidP="00A80F9F">
      <w:pPr>
        <w:pStyle w:val="Paragraphedeliste"/>
        <w:numPr>
          <w:ilvl w:val="0"/>
          <w:numId w:val="1"/>
        </w:numPr>
        <w:spacing w:before="40" w:after="0"/>
        <w:ind w:left="714" w:hanging="357"/>
        <w:rPr>
          <w:sz w:val="24"/>
          <w:szCs w:val="24"/>
        </w:rPr>
      </w:pPr>
      <w:r w:rsidRPr="00C26722">
        <w:rPr>
          <w:sz w:val="24"/>
          <w:szCs w:val="24"/>
        </w:rPr>
        <w:t>Le montant total TTC</w:t>
      </w:r>
    </w:p>
    <w:p w14:paraId="391D6B0F" w14:textId="77777777" w:rsidR="00CC6995" w:rsidRPr="00C26722" w:rsidRDefault="00CC6995" w:rsidP="008630D8">
      <w:pPr>
        <w:rPr>
          <w:sz w:val="24"/>
          <w:szCs w:val="24"/>
        </w:rPr>
      </w:pPr>
      <w:r w:rsidRPr="00C26722">
        <w:rPr>
          <w:sz w:val="24"/>
          <w:szCs w:val="24"/>
        </w:rPr>
        <w:t>Conformément aux dispositions de l’article 4.1 du décret n°2016-1478 du 2 novembre 2016 relatif au développement de la facturation électronique, l’utilisation du portail de facturation est exclusive de tout autre mode de transmission.</w:t>
      </w:r>
    </w:p>
    <w:p w14:paraId="38A0E448" w14:textId="77777777" w:rsidR="00A455B4" w:rsidRPr="00C26722" w:rsidRDefault="00A455B4" w:rsidP="008630D8">
      <w:pPr>
        <w:rPr>
          <w:sz w:val="24"/>
          <w:szCs w:val="24"/>
        </w:rPr>
      </w:pPr>
      <w:r w:rsidRPr="00C26722">
        <w:rPr>
          <w:sz w:val="24"/>
          <w:szCs w:val="24"/>
        </w:rPr>
        <w:t>L’annexe du présent AECCP détaille les modalités de transmission des factures sur Chorus Pro.</w:t>
      </w:r>
    </w:p>
    <w:p w14:paraId="0F628317" w14:textId="4FD76245" w:rsidR="00DD04CD" w:rsidRPr="00C26722" w:rsidRDefault="00B3398C" w:rsidP="008630D8">
      <w:pPr>
        <w:rPr>
          <w:rStyle w:val="Textedelespacerserv"/>
          <w:sz w:val="24"/>
          <w:szCs w:val="24"/>
          <w:shd w:val="clear" w:color="auto" w:fill="F79646" w:themeFill="accent6"/>
        </w:rPr>
      </w:pPr>
      <w:r w:rsidRPr="00C26722">
        <w:rPr>
          <w:sz w:val="24"/>
          <w:szCs w:val="24"/>
        </w:rPr>
        <w:t>L’ordonnateur chargé d’émettre le titre de paiement est</w:t>
      </w:r>
      <w:r w:rsidR="00DD04CD" w:rsidRPr="00C26722">
        <w:rPr>
          <w:sz w:val="24"/>
          <w:szCs w:val="24"/>
        </w:rPr>
        <w:t xml:space="preserve">  </w:t>
      </w:r>
      <w:sdt>
        <w:sdtPr>
          <w:rPr>
            <w:sz w:val="24"/>
            <w:szCs w:val="24"/>
          </w:r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EndPr/>
        <w:sdtContent>
          <w:r w:rsidR="00E8613A" w:rsidRPr="00C26722">
            <w:rPr>
              <w:sz w:val="24"/>
              <w:szCs w:val="24"/>
            </w:rPr>
            <w:t>la Présidente</w:t>
          </w:r>
        </w:sdtContent>
      </w:sdt>
      <w:r w:rsidR="001051F5" w:rsidRPr="00C26722">
        <w:rPr>
          <w:sz w:val="24"/>
          <w:szCs w:val="24"/>
        </w:rPr>
        <w:t xml:space="preserve"> </w:t>
      </w:r>
      <w:r w:rsidR="00F84DE2" w:rsidRPr="00C26722">
        <w:rPr>
          <w:sz w:val="24"/>
          <w:szCs w:val="24"/>
        </w:rPr>
        <w:t xml:space="preserve">du </w:t>
      </w:r>
      <w:r w:rsidR="00A455B4" w:rsidRPr="00C26722">
        <w:rPr>
          <w:sz w:val="24"/>
          <w:szCs w:val="24"/>
        </w:rPr>
        <w:t>c</w:t>
      </w:r>
      <w:r w:rsidRPr="00C26722">
        <w:rPr>
          <w:sz w:val="24"/>
          <w:szCs w:val="24"/>
        </w:rPr>
        <w:t>entre</w:t>
      </w:r>
      <w:r w:rsidR="001051F5" w:rsidRPr="00C26722">
        <w:rPr>
          <w:sz w:val="24"/>
          <w:szCs w:val="24"/>
        </w:rPr>
        <w:t xml:space="preserve"> </w:t>
      </w:r>
      <w:r w:rsidR="00C26722">
        <w:rPr>
          <w:sz w:val="24"/>
          <w:szCs w:val="24"/>
        </w:rPr>
        <w:t>INRAE d’Ile-de-France – Versailles-Saclay.</w:t>
      </w:r>
    </w:p>
    <w:p w14:paraId="514BB02B" w14:textId="49B652F9" w:rsidR="000A175F" w:rsidRPr="00C26722" w:rsidRDefault="00B3398C" w:rsidP="008630D8">
      <w:pPr>
        <w:rPr>
          <w:sz w:val="24"/>
          <w:szCs w:val="24"/>
        </w:rPr>
      </w:pPr>
      <w:r w:rsidRPr="00C26722">
        <w:rPr>
          <w:sz w:val="24"/>
          <w:szCs w:val="24"/>
        </w:rPr>
        <w:t xml:space="preserve">Le paiement sera effectué par virement administratif au compte indiqué par le titulaire ci-dessous </w:t>
      </w:r>
      <w:r w:rsidRPr="00C26722">
        <w:rPr>
          <w:b/>
          <w:bCs/>
          <w:sz w:val="24"/>
          <w:szCs w:val="24"/>
        </w:rPr>
        <w:t>(</w:t>
      </w:r>
      <w:r w:rsidRPr="00C26722">
        <w:rPr>
          <w:b/>
          <w:bCs/>
          <w:color w:val="FF0000"/>
          <w:sz w:val="24"/>
          <w:szCs w:val="24"/>
        </w:rPr>
        <w:t>joindre un RIB</w:t>
      </w:r>
      <w:r w:rsidRPr="00C26722">
        <w:rPr>
          <w:b/>
          <w:bCs/>
          <w:sz w:val="24"/>
          <w:szCs w:val="24"/>
        </w:rPr>
        <w:t>)</w:t>
      </w:r>
      <w:r w:rsidRPr="00C26722">
        <w:rPr>
          <w:sz w:val="24"/>
          <w:szCs w:val="24"/>
        </w:rPr>
        <w:t> :</w:t>
      </w:r>
    </w:p>
    <w:p w14:paraId="729A0441" w14:textId="77777777" w:rsidR="00CC04FA" w:rsidRPr="00C26722" w:rsidRDefault="00CC04FA" w:rsidP="008630D8">
      <w:pPr>
        <w:rPr>
          <w:sz w:val="24"/>
          <w:szCs w:val="24"/>
        </w:rPr>
      </w:pPr>
    </w:p>
    <w:p w14:paraId="5FB23EE8" w14:textId="77777777" w:rsidR="00B3398C" w:rsidRPr="00D8716B"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D8716B">
        <w:t>Banque</w:t>
      </w:r>
      <w:r w:rsidRPr="00D8716B">
        <w:tab/>
        <w:t>: ………………………………</w:t>
      </w:r>
      <w:r w:rsidR="00D71F32" w:rsidRPr="00D8716B">
        <w:t>…………………………………………………..</w:t>
      </w:r>
    </w:p>
    <w:p w14:paraId="54242997" w14:textId="77777777" w:rsidR="00B3398C" w:rsidRPr="00D8716B"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D8716B">
        <w:t>Code Banque</w:t>
      </w:r>
      <w:r w:rsidRPr="00D8716B">
        <w:tab/>
        <w:t>:…………………………</w:t>
      </w:r>
      <w:r w:rsidR="00D71F32" w:rsidRPr="00D8716B">
        <w:t>………………………………………………..</w:t>
      </w:r>
    </w:p>
    <w:p w14:paraId="0A5C617F" w14:textId="77777777" w:rsidR="00B3398C" w:rsidRPr="00D8716B"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D8716B">
        <w:t>Code Guichet</w:t>
      </w:r>
      <w:r w:rsidRPr="00D8716B">
        <w:tab/>
        <w:t>: ………………………</w:t>
      </w:r>
      <w:r w:rsidR="00D71F32" w:rsidRPr="00D8716B">
        <w:t>…………………………………………………..</w:t>
      </w:r>
    </w:p>
    <w:p w14:paraId="1514FE3C" w14:textId="77777777" w:rsidR="00B3398C" w:rsidRPr="00D8716B"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D8716B">
        <w:t>Compte n°</w:t>
      </w:r>
      <w:r w:rsidRPr="00D8716B">
        <w:tab/>
        <w:t>:………………………</w:t>
      </w:r>
      <w:r w:rsidR="00D71F32" w:rsidRPr="00D8716B">
        <w:t>……………………………………………………</w:t>
      </w:r>
    </w:p>
    <w:p w14:paraId="616A0701" w14:textId="77777777" w:rsidR="00B3398C" w:rsidRPr="00D8716B"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D8716B">
        <w:t>Clé</w:t>
      </w:r>
      <w:r w:rsidRPr="00D8716B">
        <w:tab/>
        <w:t>:………………………</w:t>
      </w:r>
      <w:r w:rsidR="00D71F32" w:rsidRPr="00D8716B">
        <w:t>…………………………………………………………………</w:t>
      </w:r>
    </w:p>
    <w:p w14:paraId="071B3E29" w14:textId="77777777" w:rsidR="00413275" w:rsidRPr="00D8716B" w:rsidRDefault="00413275" w:rsidP="008630D8"/>
    <w:p w14:paraId="3B9BAEF2" w14:textId="4B409183" w:rsidR="00B3398C" w:rsidRPr="00C26722" w:rsidRDefault="005D4468" w:rsidP="008630D8">
      <w:pPr>
        <w:rPr>
          <w:sz w:val="24"/>
          <w:szCs w:val="24"/>
        </w:rPr>
      </w:pPr>
      <w:r w:rsidRPr="00C26722">
        <w:rPr>
          <w:sz w:val="24"/>
          <w:szCs w:val="24"/>
        </w:rPr>
        <w:t xml:space="preserve">Le délai global de paiement est de </w:t>
      </w:r>
      <w:r w:rsidR="00AA3FDE" w:rsidRPr="00C26722">
        <w:rPr>
          <w:sz w:val="24"/>
          <w:szCs w:val="24"/>
        </w:rPr>
        <w:t>30</w:t>
      </w:r>
      <w:r w:rsidRPr="00C26722">
        <w:rPr>
          <w:sz w:val="24"/>
          <w:szCs w:val="24"/>
        </w:rPr>
        <w:t xml:space="preserve"> jours maximum à compter de la réception de la facture dans les formes prescrites.</w:t>
      </w:r>
    </w:p>
    <w:p w14:paraId="5E933DDF" w14:textId="77777777" w:rsidR="00B3398C" w:rsidRPr="00C26722" w:rsidRDefault="00B3398C" w:rsidP="008630D8">
      <w:pPr>
        <w:rPr>
          <w:sz w:val="24"/>
          <w:szCs w:val="24"/>
        </w:rPr>
      </w:pPr>
      <w:r w:rsidRPr="00C26722">
        <w:rPr>
          <w:sz w:val="24"/>
          <w:szCs w:val="24"/>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C26722">
        <w:rPr>
          <w:sz w:val="24"/>
          <w:szCs w:val="24"/>
        </w:rPr>
        <w:t xml:space="preserve">courir, majoré de </w:t>
      </w:r>
      <w:r w:rsidR="00AA3FDE" w:rsidRPr="00C26722">
        <w:rPr>
          <w:sz w:val="24"/>
          <w:szCs w:val="24"/>
        </w:rPr>
        <w:t>hui</w:t>
      </w:r>
      <w:r w:rsidR="004968F7" w:rsidRPr="00C26722">
        <w:rPr>
          <w:sz w:val="24"/>
          <w:szCs w:val="24"/>
        </w:rPr>
        <w:t>t points</w:t>
      </w:r>
      <w:r w:rsidRPr="00C26722">
        <w:rPr>
          <w:sz w:val="24"/>
          <w:szCs w:val="24"/>
        </w:rPr>
        <w:t>.</w:t>
      </w:r>
      <w:r w:rsidR="0026288D" w:rsidRPr="00C26722">
        <w:rPr>
          <w:sz w:val="24"/>
          <w:szCs w:val="24"/>
        </w:rPr>
        <w:t xml:space="preserve"> Une indemnité forfaitaire de 40 € correspondant aux frais de recouvrement sera versée.</w:t>
      </w:r>
    </w:p>
    <w:p w14:paraId="51B98A8C" w14:textId="071A775B" w:rsidR="00B3398C" w:rsidRPr="00C26722" w:rsidRDefault="00B3398C" w:rsidP="008630D8">
      <w:pPr>
        <w:rPr>
          <w:sz w:val="24"/>
          <w:szCs w:val="24"/>
        </w:rPr>
      </w:pPr>
      <w:r w:rsidRPr="00C26722">
        <w:rPr>
          <w:sz w:val="24"/>
          <w:szCs w:val="24"/>
        </w:rPr>
        <w:t>Le règlement sera effectué au compte ban</w:t>
      </w:r>
      <w:r w:rsidR="005144E6" w:rsidRPr="00C26722">
        <w:rPr>
          <w:sz w:val="24"/>
          <w:szCs w:val="24"/>
        </w:rPr>
        <w:t>caire indiqué par le t</w:t>
      </w:r>
      <w:r w:rsidRPr="00C26722">
        <w:rPr>
          <w:sz w:val="24"/>
          <w:szCs w:val="24"/>
        </w:rPr>
        <w:t xml:space="preserve">itulaire </w:t>
      </w:r>
      <w:r w:rsidR="00911DB8" w:rsidRPr="00C26722">
        <w:rPr>
          <w:sz w:val="24"/>
          <w:szCs w:val="24"/>
        </w:rPr>
        <w:t>ci-dessus.</w:t>
      </w:r>
    </w:p>
    <w:p w14:paraId="1D618C38" w14:textId="4A43548F" w:rsidR="003807F9" w:rsidRPr="00C26722" w:rsidRDefault="003807F9" w:rsidP="008630D8">
      <w:pPr>
        <w:rPr>
          <w:sz w:val="24"/>
          <w:szCs w:val="24"/>
        </w:rPr>
      </w:pPr>
    </w:p>
    <w:p w14:paraId="56050456" w14:textId="77777777" w:rsidR="00B3398C" w:rsidRPr="00C26722" w:rsidRDefault="00B3398C" w:rsidP="00A33A99">
      <w:pPr>
        <w:pStyle w:val="Titre1"/>
        <w:spacing w:after="240"/>
        <w:ind w:left="357" w:hanging="357"/>
        <w:rPr>
          <w:rFonts w:ascii="AvenirNext LT Pro Cn" w:hAnsi="AvenirNext LT Pro Cn"/>
          <w:sz w:val="24"/>
          <w:szCs w:val="24"/>
        </w:rPr>
      </w:pPr>
      <w:bookmarkStart w:id="120" w:name="_Toc204704204"/>
      <w:r w:rsidRPr="00C26722">
        <w:rPr>
          <w:rFonts w:ascii="AvenirNext LT Pro Cn" w:hAnsi="AvenirNext LT Pro Cn"/>
          <w:sz w:val="24"/>
          <w:szCs w:val="24"/>
        </w:rPr>
        <w:t>AVANCE</w:t>
      </w:r>
      <w:bookmarkEnd w:id="120"/>
      <w:r w:rsidRPr="00C26722">
        <w:rPr>
          <w:rFonts w:ascii="AvenirNext LT Pro Cn" w:hAnsi="AvenirNext LT Pro Cn"/>
          <w:sz w:val="24"/>
          <w:szCs w:val="24"/>
        </w:rPr>
        <w:t xml:space="preserve"> </w:t>
      </w:r>
    </w:p>
    <w:p w14:paraId="19842B2A" w14:textId="77777777" w:rsidR="00BE518A" w:rsidRPr="00C26722" w:rsidRDefault="00BE518A" w:rsidP="00BE518A">
      <w:pPr>
        <w:rPr>
          <w:sz w:val="24"/>
          <w:szCs w:val="24"/>
        </w:rPr>
      </w:pPr>
      <w:r w:rsidRPr="00C26722">
        <w:rPr>
          <w:sz w:val="24"/>
          <w:szCs w:val="24"/>
        </w:rPr>
        <w:t>L’option B du CCAG s’applique</w:t>
      </w:r>
      <w:r w:rsidR="001051F5" w:rsidRPr="00C26722">
        <w:rPr>
          <w:sz w:val="24"/>
          <w:szCs w:val="24"/>
        </w:rPr>
        <w:t>. Le taux de l’avance est fixé à</w:t>
      </w:r>
      <w:r w:rsidRPr="00C26722">
        <w:rPr>
          <w:sz w:val="24"/>
          <w:szCs w:val="24"/>
        </w:rPr>
        <w:t xml:space="preserve"> 10%</w:t>
      </w:r>
      <w:r w:rsidR="00B76FF0" w:rsidRPr="00C26722">
        <w:rPr>
          <w:sz w:val="24"/>
          <w:szCs w:val="24"/>
        </w:rPr>
        <w:t>.</w:t>
      </w:r>
      <w:r w:rsidRPr="00C26722">
        <w:rPr>
          <w:sz w:val="24"/>
          <w:szCs w:val="24"/>
        </w:rPr>
        <w:t xml:space="preserve"> </w:t>
      </w:r>
    </w:p>
    <w:p w14:paraId="7E78AE84" w14:textId="77777777" w:rsidR="003D5F07" w:rsidRPr="00C26722" w:rsidRDefault="00F85B11" w:rsidP="00220244">
      <w:pPr>
        <w:rPr>
          <w:sz w:val="24"/>
          <w:szCs w:val="24"/>
        </w:rPr>
      </w:pPr>
      <w:r w:rsidRPr="00C26722">
        <w:rPr>
          <w:sz w:val="24"/>
          <w:szCs w:val="24"/>
        </w:rPr>
        <w:t>Le titulaire bénéficie d’une avance, dans les conditions de</w:t>
      </w:r>
      <w:r w:rsidR="002B5C0D" w:rsidRPr="00C26722">
        <w:rPr>
          <w:sz w:val="24"/>
          <w:szCs w:val="24"/>
        </w:rPr>
        <w:t xml:space="preserve">s </w:t>
      </w:r>
      <w:r w:rsidRPr="00C26722">
        <w:rPr>
          <w:sz w:val="24"/>
          <w:szCs w:val="24"/>
        </w:rPr>
        <w:t>articl</w:t>
      </w:r>
      <w:r w:rsidR="002B5C0D" w:rsidRPr="00C26722">
        <w:rPr>
          <w:sz w:val="24"/>
          <w:szCs w:val="24"/>
        </w:rPr>
        <w:t>es R2191-3</w:t>
      </w:r>
      <w:r w:rsidR="006A466F" w:rsidRPr="00C26722">
        <w:rPr>
          <w:sz w:val="24"/>
          <w:szCs w:val="24"/>
        </w:rPr>
        <w:t xml:space="preserve"> </w:t>
      </w:r>
      <w:r w:rsidR="002B5C0D" w:rsidRPr="00C26722">
        <w:rPr>
          <w:sz w:val="24"/>
          <w:szCs w:val="24"/>
        </w:rPr>
        <w:t xml:space="preserve">et </w:t>
      </w:r>
      <w:r w:rsidR="00A0496B" w:rsidRPr="00C26722">
        <w:rPr>
          <w:sz w:val="24"/>
          <w:szCs w:val="24"/>
        </w:rPr>
        <w:t>suivants</w:t>
      </w:r>
      <w:r w:rsidR="002B5C0D" w:rsidRPr="00C26722">
        <w:rPr>
          <w:sz w:val="24"/>
          <w:szCs w:val="24"/>
        </w:rPr>
        <w:t xml:space="preserve"> </w:t>
      </w:r>
      <w:r w:rsidR="000B7E1A" w:rsidRPr="00C26722">
        <w:rPr>
          <w:sz w:val="24"/>
          <w:szCs w:val="24"/>
        </w:rPr>
        <w:t xml:space="preserve">du </w:t>
      </w:r>
      <w:r w:rsidR="00B76FF0" w:rsidRPr="00C26722">
        <w:rPr>
          <w:sz w:val="24"/>
          <w:szCs w:val="24"/>
        </w:rPr>
        <w:t>c</w:t>
      </w:r>
      <w:r w:rsidR="000B7E1A" w:rsidRPr="00C26722">
        <w:rPr>
          <w:sz w:val="24"/>
          <w:szCs w:val="24"/>
        </w:rPr>
        <w:t xml:space="preserve">ode de la </w:t>
      </w:r>
      <w:r w:rsidR="00B76FF0" w:rsidRPr="00C26722">
        <w:rPr>
          <w:sz w:val="24"/>
          <w:szCs w:val="24"/>
        </w:rPr>
        <w:t>c</w:t>
      </w:r>
      <w:r w:rsidR="000B7E1A" w:rsidRPr="00C26722">
        <w:rPr>
          <w:sz w:val="24"/>
          <w:szCs w:val="24"/>
        </w:rPr>
        <w:t xml:space="preserve">ommande </w:t>
      </w:r>
      <w:r w:rsidR="00B76FF0" w:rsidRPr="00C26722">
        <w:rPr>
          <w:sz w:val="24"/>
          <w:szCs w:val="24"/>
        </w:rPr>
        <w:t>p</w:t>
      </w:r>
      <w:r w:rsidR="000B7E1A" w:rsidRPr="00C26722">
        <w:rPr>
          <w:sz w:val="24"/>
          <w:szCs w:val="24"/>
        </w:rPr>
        <w:t>ublique</w:t>
      </w:r>
      <w:r w:rsidRPr="00C26722">
        <w:rPr>
          <w:sz w:val="24"/>
          <w:szCs w:val="24"/>
        </w:rPr>
        <w:t>, si le montant initial du marché est supérieur à 50 000 € HT</w:t>
      </w:r>
      <w:r w:rsidR="00FB2BDC" w:rsidRPr="00C26722">
        <w:rPr>
          <w:sz w:val="24"/>
          <w:szCs w:val="24"/>
        </w:rPr>
        <w:t xml:space="preserve"> et si le délai d’exécution est supérieur à 2 mois</w:t>
      </w:r>
      <w:r w:rsidRPr="00C26722">
        <w:rPr>
          <w:sz w:val="24"/>
          <w:szCs w:val="24"/>
        </w:rPr>
        <w:t xml:space="preserve">, sauf renonciation expresse </w:t>
      </w:r>
      <w:r w:rsidR="005144E6" w:rsidRPr="00C26722">
        <w:rPr>
          <w:sz w:val="24"/>
          <w:szCs w:val="24"/>
        </w:rPr>
        <w:t xml:space="preserve">du titulaire </w:t>
      </w:r>
      <w:r w:rsidRPr="00C26722">
        <w:rPr>
          <w:sz w:val="24"/>
          <w:szCs w:val="24"/>
        </w:rPr>
        <w:t xml:space="preserve">en page 2 du présent document. </w:t>
      </w:r>
    </w:p>
    <w:p w14:paraId="76CBE9FF" w14:textId="77777777" w:rsidR="003603A7" w:rsidRPr="00C26722" w:rsidRDefault="003603A7" w:rsidP="003603A7">
      <w:pPr>
        <w:rPr>
          <w:i/>
          <w:sz w:val="24"/>
          <w:szCs w:val="24"/>
        </w:rPr>
      </w:pPr>
      <w:r w:rsidRPr="00C26722">
        <w:rPr>
          <w:sz w:val="24"/>
          <w:szCs w:val="24"/>
        </w:rP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sidRPr="00C26722">
        <w:rPr>
          <w:i/>
          <w:sz w:val="24"/>
          <w:szCs w:val="24"/>
        </w:rPr>
        <w:t>.</w:t>
      </w:r>
    </w:p>
    <w:p w14:paraId="1431D347" w14:textId="1936889C" w:rsidR="006D028A" w:rsidRPr="00C26722" w:rsidRDefault="006D028A" w:rsidP="006D028A">
      <w:pPr>
        <w:pStyle w:val="Titre1"/>
        <w:rPr>
          <w:rFonts w:ascii="AvenirNext LT Pro Cn" w:hAnsi="AvenirNext LT Pro Cn"/>
          <w:sz w:val="24"/>
          <w:szCs w:val="24"/>
        </w:rPr>
      </w:pPr>
      <w:r w:rsidRPr="00C26722">
        <w:rPr>
          <w:rFonts w:ascii="AvenirNext LT Pro Cn" w:hAnsi="AvenirNext LT Pro Cn"/>
          <w:sz w:val="24"/>
          <w:szCs w:val="24"/>
        </w:rPr>
        <w:t xml:space="preserve">     </w:t>
      </w:r>
      <w:bookmarkStart w:id="121" w:name="_Toc204704205"/>
      <w:r w:rsidRPr="00C26722">
        <w:rPr>
          <w:rFonts w:ascii="AvenirNext LT Pro Cn" w:hAnsi="AvenirNext LT Pro Cn"/>
          <w:sz w:val="24"/>
          <w:szCs w:val="24"/>
        </w:rPr>
        <w:t xml:space="preserve">PENALITES </w:t>
      </w:r>
      <w:r w:rsidR="003A62C4" w:rsidRPr="00C26722">
        <w:rPr>
          <w:rFonts w:ascii="AvenirNext LT Pro Cn" w:hAnsi="AvenirNext LT Pro Cn"/>
          <w:sz w:val="24"/>
          <w:szCs w:val="24"/>
        </w:rPr>
        <w:t>APPLICABLES</w:t>
      </w:r>
      <w:bookmarkEnd w:id="121"/>
    </w:p>
    <w:p w14:paraId="2245452B" w14:textId="7FA0113B" w:rsidR="003A62C4" w:rsidRPr="00C26722" w:rsidRDefault="003A62C4" w:rsidP="003A62C4">
      <w:pPr>
        <w:rPr>
          <w:sz w:val="24"/>
          <w:szCs w:val="24"/>
        </w:rPr>
      </w:pPr>
    </w:p>
    <w:p w14:paraId="0AC9A557" w14:textId="77777777" w:rsidR="003A62C4" w:rsidRPr="00C26722" w:rsidRDefault="003A62C4" w:rsidP="003A62C4">
      <w:pPr>
        <w:rPr>
          <w:sz w:val="24"/>
          <w:szCs w:val="24"/>
        </w:rPr>
      </w:pPr>
      <w:r w:rsidRPr="00C26722">
        <w:rPr>
          <w:sz w:val="24"/>
          <w:szCs w:val="24"/>
        </w:rPr>
        <w:t>En cas de non-respect des conditions d’exécution du marché et par dérogation à l’article 14.1.1 du CCAG-FCS, INRAE se réserve le droit d’appliquer au titulaire les pénalités suivantes sans mise en demeure préalable.</w:t>
      </w:r>
    </w:p>
    <w:p w14:paraId="74D8AD1B" w14:textId="77777777" w:rsidR="003A62C4" w:rsidRPr="00C26722" w:rsidRDefault="003A62C4" w:rsidP="003A62C4">
      <w:pPr>
        <w:rPr>
          <w:sz w:val="24"/>
          <w:szCs w:val="24"/>
        </w:rPr>
      </w:pPr>
      <w:r w:rsidRPr="00C26722">
        <w:rPr>
          <w:sz w:val="24"/>
          <w:szCs w:val="24"/>
        </w:rPr>
        <w:t>Les pénalités applicables sont cumulables entre elles et complètent l’article 14 du CCAG-FCS.</w:t>
      </w:r>
    </w:p>
    <w:p w14:paraId="3775CEFC" w14:textId="77777777" w:rsidR="003A62C4" w:rsidRPr="00C26722" w:rsidRDefault="003A62C4" w:rsidP="003A62C4">
      <w:pPr>
        <w:rPr>
          <w:sz w:val="24"/>
          <w:szCs w:val="24"/>
        </w:rPr>
      </w:pPr>
      <w:r w:rsidRPr="00C26722">
        <w:rPr>
          <w:sz w:val="24"/>
          <w:szCs w:val="24"/>
        </w:rPr>
        <w:t>Ces pénalités sont déduites du montant restant dû par INRAE ou font l’objet d’un ordre de reversement à l’encontre du titulaire. Elles restent dues en cas de résiliation du marché.</w:t>
      </w:r>
    </w:p>
    <w:p w14:paraId="3D925BDC" w14:textId="49501E59" w:rsidR="003A62C4" w:rsidRPr="00C26722" w:rsidRDefault="003A62C4" w:rsidP="003A62C4">
      <w:pPr>
        <w:rPr>
          <w:sz w:val="24"/>
          <w:szCs w:val="24"/>
        </w:rPr>
      </w:pPr>
      <w:r w:rsidRPr="00C26722">
        <w:rPr>
          <w:sz w:val="24"/>
          <w:szCs w:val="24"/>
        </w:rPr>
        <w:t>Par dérogation à l’article 14.1.3 du CCAG-FCS, le titulaire n’est pas exonéré des pénalités dont le montant ne dépasse pas 1 000 € pour l’ensemble du marché.</w:t>
      </w:r>
    </w:p>
    <w:p w14:paraId="21A92336" w14:textId="2AF0D0C3" w:rsidR="00186FA0" w:rsidRPr="00C26722" w:rsidRDefault="00186FA0" w:rsidP="003A62C4">
      <w:pPr>
        <w:rPr>
          <w:color w:val="E36C0A" w:themeColor="accent6" w:themeShade="BF"/>
          <w:sz w:val="24"/>
          <w:szCs w:val="24"/>
        </w:rPr>
      </w:pPr>
      <w:r w:rsidRPr="00C26722">
        <w:rPr>
          <w:sz w:val="24"/>
          <w:szCs w:val="24"/>
        </w:rPr>
        <w:t>Par dérogation à l’article 14 du CCAG-FCS, le montant total de l’ensemble des pénalités appliquées dans le cadre de l’exécution du présent marché ne peut dépasser 20% du prix global et forfaitaire du marché</w:t>
      </w:r>
      <w:r w:rsidR="00D3747F" w:rsidRPr="00C26722">
        <w:rPr>
          <w:color w:val="E36C0A" w:themeColor="accent6" w:themeShade="BF"/>
          <w:sz w:val="24"/>
          <w:szCs w:val="24"/>
        </w:rPr>
        <w:t>.</w:t>
      </w:r>
    </w:p>
    <w:p w14:paraId="32DAD73F" w14:textId="77777777" w:rsidR="003A62C4" w:rsidRPr="00C26722" w:rsidRDefault="003A62C4" w:rsidP="003A62C4">
      <w:pPr>
        <w:rPr>
          <w:sz w:val="24"/>
          <w:szCs w:val="24"/>
        </w:rPr>
      </w:pPr>
      <w:r w:rsidRPr="00C26722">
        <w:rPr>
          <w:sz w:val="24"/>
          <w:szCs w:val="24"/>
        </w:rPr>
        <w:t>Les pénalités sont dues dès le premier euro et dès le premier jour de retard. Celles-ci sont exprimées en jours calendaires et incluent donc les samedi, dimanche et les jours fériés.</w:t>
      </w:r>
    </w:p>
    <w:p w14:paraId="56830802" w14:textId="77777777" w:rsidR="00B07A17" w:rsidRPr="00C26722" w:rsidRDefault="00B07A17" w:rsidP="00F25A37">
      <w:pPr>
        <w:pStyle w:val="Titre2"/>
        <w:rPr>
          <w:rFonts w:ascii="AvenirNext LT Pro Cn" w:hAnsi="AvenirNext LT Pro Cn"/>
          <w:sz w:val="24"/>
          <w:szCs w:val="24"/>
        </w:rPr>
      </w:pPr>
      <w:bookmarkStart w:id="122" w:name="_Toc204704206"/>
      <w:r w:rsidRPr="00C26722">
        <w:rPr>
          <w:rFonts w:ascii="AvenirNext LT Pro Cn" w:hAnsi="AvenirNext LT Pro Cn"/>
          <w:sz w:val="24"/>
          <w:szCs w:val="24"/>
        </w:rPr>
        <w:t>- Pénalités pour retard</w:t>
      </w:r>
      <w:bookmarkEnd w:id="122"/>
    </w:p>
    <w:p w14:paraId="7BD71DEC" w14:textId="77777777" w:rsidR="00B07A17" w:rsidRPr="00C26722" w:rsidRDefault="00B07A17" w:rsidP="00B07A17">
      <w:pPr>
        <w:spacing w:before="240"/>
        <w:rPr>
          <w:sz w:val="24"/>
          <w:szCs w:val="24"/>
        </w:rPr>
      </w:pPr>
      <w:r w:rsidRPr="00C26722">
        <w:rPr>
          <w:sz w:val="24"/>
          <w:szCs w:val="24"/>
        </w:rPr>
        <w:t xml:space="preserve">Conformément à l’article 14 du CCAG-FCS, lorsque le délai contractuel d’exécution du marché est dépassé, par le fait du titulaire, celui-ci encourt, </w:t>
      </w:r>
      <w:r w:rsidR="00B367C3" w:rsidRPr="00C26722">
        <w:rPr>
          <w:sz w:val="24"/>
          <w:szCs w:val="24"/>
        </w:rPr>
        <w:t>après</w:t>
      </w:r>
      <w:r w:rsidRPr="00C26722">
        <w:rPr>
          <w:sz w:val="24"/>
          <w:szCs w:val="24"/>
        </w:rPr>
        <w:t xml:space="preserve"> mise en demeure préalable, une pénalité de retard.</w:t>
      </w:r>
    </w:p>
    <w:p w14:paraId="06A3E7D7" w14:textId="77777777" w:rsidR="00B07A17" w:rsidRPr="00C26722" w:rsidRDefault="00B07A17" w:rsidP="00B07A17">
      <w:pPr>
        <w:rPr>
          <w:sz w:val="24"/>
          <w:szCs w:val="24"/>
        </w:rPr>
      </w:pPr>
      <w:r w:rsidRPr="00C26722">
        <w:rPr>
          <w:sz w:val="24"/>
          <w:szCs w:val="24"/>
        </w:rPr>
        <w:t>Cette pénalité est calculée par application de la formule suivante :</w:t>
      </w:r>
    </w:p>
    <w:p w14:paraId="5901D562" w14:textId="77777777" w:rsidR="00B07A17" w:rsidRPr="00C26722" w:rsidRDefault="00B07A17" w:rsidP="00B07A17">
      <w:pPr>
        <w:rPr>
          <w:b/>
          <w:sz w:val="24"/>
          <w:szCs w:val="24"/>
        </w:rPr>
      </w:pPr>
      <w:r w:rsidRPr="00C26722">
        <w:rPr>
          <w:b/>
          <w:sz w:val="24"/>
          <w:szCs w:val="24"/>
        </w:rPr>
        <w:t>P = V x R / 1000</w:t>
      </w:r>
    </w:p>
    <w:p w14:paraId="3663E5DF" w14:textId="77777777" w:rsidR="00B07A17" w:rsidRPr="00C26722" w:rsidRDefault="00B07A17" w:rsidP="00B07A17">
      <w:pPr>
        <w:rPr>
          <w:sz w:val="24"/>
          <w:szCs w:val="24"/>
        </w:rPr>
      </w:pPr>
      <w:r w:rsidRPr="00C26722">
        <w:rPr>
          <w:sz w:val="24"/>
          <w:szCs w:val="24"/>
        </w:rPr>
        <w:t>Dans laquelle :</w:t>
      </w:r>
    </w:p>
    <w:p w14:paraId="31766A9D" w14:textId="77777777" w:rsidR="00B07A17" w:rsidRPr="00C26722" w:rsidRDefault="00B07A17" w:rsidP="003946F1">
      <w:pPr>
        <w:pStyle w:val="Paragraphedeliste"/>
        <w:numPr>
          <w:ilvl w:val="0"/>
          <w:numId w:val="6"/>
        </w:numPr>
        <w:spacing w:before="0" w:after="0"/>
        <w:ind w:left="714" w:hanging="357"/>
        <w:rPr>
          <w:sz w:val="24"/>
          <w:szCs w:val="24"/>
        </w:rPr>
      </w:pPr>
      <w:r w:rsidRPr="00C26722">
        <w:rPr>
          <w:sz w:val="24"/>
          <w:szCs w:val="24"/>
        </w:rPr>
        <w:t>P correspond au montant de la pénalité</w:t>
      </w:r>
    </w:p>
    <w:p w14:paraId="26E4D145" w14:textId="77777777" w:rsidR="00B07A17" w:rsidRPr="00C26722" w:rsidRDefault="00B07A17" w:rsidP="003946F1">
      <w:pPr>
        <w:pStyle w:val="Paragraphedeliste"/>
        <w:numPr>
          <w:ilvl w:val="0"/>
          <w:numId w:val="6"/>
        </w:numPr>
        <w:spacing w:before="0" w:after="0"/>
        <w:ind w:left="714" w:hanging="357"/>
        <w:rPr>
          <w:sz w:val="24"/>
          <w:szCs w:val="24"/>
        </w:rPr>
      </w:pPr>
      <w:r w:rsidRPr="00C26722">
        <w:rPr>
          <w:sz w:val="24"/>
          <w:szCs w:val="24"/>
        </w:rP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333CFB71" w14:textId="77777777" w:rsidR="00B07A17" w:rsidRPr="00C26722" w:rsidRDefault="00B07A17" w:rsidP="003946F1">
      <w:pPr>
        <w:pStyle w:val="Paragraphedeliste"/>
        <w:numPr>
          <w:ilvl w:val="0"/>
          <w:numId w:val="6"/>
        </w:numPr>
        <w:spacing w:before="0" w:after="0"/>
        <w:ind w:left="714" w:hanging="357"/>
        <w:rPr>
          <w:sz w:val="24"/>
          <w:szCs w:val="24"/>
        </w:rPr>
      </w:pPr>
      <w:r w:rsidRPr="00C26722">
        <w:rPr>
          <w:sz w:val="24"/>
          <w:szCs w:val="24"/>
        </w:rPr>
        <w:t>R correspond au nombre de jours de retard.</w:t>
      </w:r>
    </w:p>
    <w:p w14:paraId="17E681BA" w14:textId="4F427E13" w:rsidR="00892F5B" w:rsidRPr="00C26722" w:rsidRDefault="00760980" w:rsidP="00F25A37">
      <w:pPr>
        <w:pStyle w:val="Titre2"/>
        <w:rPr>
          <w:rFonts w:ascii="AvenirNext LT Pro Cn" w:hAnsi="AvenirNext LT Pro Cn"/>
          <w:sz w:val="24"/>
          <w:szCs w:val="24"/>
        </w:rPr>
      </w:pPr>
      <w:bookmarkStart w:id="123" w:name="_Toc204704207"/>
      <w:r w:rsidRPr="00C26722">
        <w:rPr>
          <w:rFonts w:ascii="AvenirNext LT Pro Cn" w:hAnsi="AvenirNext LT Pro Cn"/>
          <w:sz w:val="24"/>
          <w:szCs w:val="24"/>
        </w:rPr>
        <w:t xml:space="preserve">- </w:t>
      </w:r>
      <w:r w:rsidR="00892F5B" w:rsidRPr="00C26722">
        <w:rPr>
          <w:rFonts w:ascii="AvenirNext LT Pro Cn" w:hAnsi="AvenirNext LT Pro Cn"/>
          <w:sz w:val="24"/>
          <w:szCs w:val="24"/>
        </w:rPr>
        <w:t>- Pénalités pour non-respect du délai d’intervention en cas de panne</w:t>
      </w:r>
      <w:bookmarkEnd w:id="123"/>
    </w:p>
    <w:p w14:paraId="010B888D" w14:textId="77777777" w:rsidR="00892F5B" w:rsidRPr="00C26722" w:rsidRDefault="00892F5B" w:rsidP="00892F5B">
      <w:pPr>
        <w:spacing w:before="0" w:after="0"/>
        <w:rPr>
          <w:sz w:val="24"/>
          <w:szCs w:val="24"/>
        </w:rPr>
      </w:pPr>
    </w:p>
    <w:p w14:paraId="328243BE" w14:textId="77777777" w:rsidR="00892F5B" w:rsidRPr="00C26722" w:rsidRDefault="00892F5B" w:rsidP="00892F5B">
      <w:pPr>
        <w:spacing w:before="0" w:after="0"/>
        <w:rPr>
          <w:sz w:val="24"/>
          <w:szCs w:val="24"/>
        </w:rPr>
      </w:pPr>
      <w:r w:rsidRPr="00C26722">
        <w:rPr>
          <w:sz w:val="24"/>
          <w:szCs w:val="24"/>
        </w:rPr>
        <w:t>En garantie comme en maintenance, en cas de dépassement des délais d’intervention sur lesquels s’est engagé le titulaire, celui-ci peut, sur décision d’INRAE, se voir appliquer, sans mise en demeure préalable, une pénalité calculée par l’application de la formule suivante, tout jour entamé étant dû :</w:t>
      </w:r>
    </w:p>
    <w:p w14:paraId="4A6DA48B" w14:textId="77777777" w:rsidR="00892F5B" w:rsidRPr="00C26722" w:rsidRDefault="00892F5B" w:rsidP="00892F5B">
      <w:pPr>
        <w:spacing w:before="0" w:after="0"/>
        <w:rPr>
          <w:sz w:val="24"/>
          <w:szCs w:val="24"/>
        </w:rPr>
      </w:pPr>
    </w:p>
    <w:p w14:paraId="6B4E49A3" w14:textId="77777777" w:rsidR="00892F5B" w:rsidRPr="00C26722" w:rsidRDefault="00892F5B" w:rsidP="00892F5B">
      <w:pPr>
        <w:spacing w:before="0" w:after="0"/>
        <w:rPr>
          <w:sz w:val="24"/>
          <w:szCs w:val="24"/>
        </w:rPr>
      </w:pPr>
    </w:p>
    <w:p w14:paraId="356BF258" w14:textId="77777777" w:rsidR="00892F5B" w:rsidRPr="00C26722" w:rsidRDefault="00892F5B" w:rsidP="00892F5B">
      <w:pPr>
        <w:spacing w:before="0" w:after="0"/>
        <w:rPr>
          <w:sz w:val="24"/>
          <w:szCs w:val="24"/>
        </w:rPr>
      </w:pPr>
      <w:r w:rsidRPr="00C26722">
        <w:rPr>
          <w:sz w:val="24"/>
          <w:szCs w:val="24"/>
        </w:rPr>
        <w:t xml:space="preserve">P = </w:t>
      </w:r>
      <w:r w:rsidRPr="00C26722">
        <w:rPr>
          <w:sz w:val="24"/>
          <w:szCs w:val="24"/>
        </w:rPr>
        <w:tab/>
      </w:r>
      <w:r w:rsidRPr="00C26722">
        <w:rPr>
          <w:sz w:val="24"/>
          <w:szCs w:val="24"/>
          <w:u w:val="single"/>
        </w:rPr>
        <w:t>V x R</w:t>
      </w:r>
    </w:p>
    <w:p w14:paraId="093CE4D3" w14:textId="77777777" w:rsidR="00892F5B" w:rsidRPr="00C26722" w:rsidRDefault="00892F5B" w:rsidP="00892F5B">
      <w:pPr>
        <w:spacing w:before="0" w:after="0"/>
        <w:ind w:firstLine="720"/>
        <w:rPr>
          <w:sz w:val="24"/>
          <w:szCs w:val="24"/>
        </w:rPr>
      </w:pPr>
      <w:r w:rsidRPr="00C26722">
        <w:rPr>
          <w:sz w:val="24"/>
          <w:szCs w:val="24"/>
        </w:rPr>
        <w:t>200</w:t>
      </w:r>
    </w:p>
    <w:p w14:paraId="002337BE" w14:textId="77777777" w:rsidR="00892F5B" w:rsidRPr="00C26722" w:rsidRDefault="00892F5B" w:rsidP="00892F5B">
      <w:pPr>
        <w:spacing w:before="0" w:after="0"/>
        <w:rPr>
          <w:sz w:val="24"/>
          <w:szCs w:val="24"/>
        </w:rPr>
      </w:pPr>
    </w:p>
    <w:p w14:paraId="621E1344" w14:textId="77777777" w:rsidR="00892F5B" w:rsidRPr="00C26722" w:rsidRDefault="00892F5B" w:rsidP="00892F5B">
      <w:pPr>
        <w:spacing w:before="0" w:after="0"/>
        <w:rPr>
          <w:sz w:val="24"/>
          <w:szCs w:val="24"/>
        </w:rPr>
      </w:pPr>
      <w:r w:rsidRPr="00C26722">
        <w:rPr>
          <w:sz w:val="24"/>
          <w:szCs w:val="24"/>
        </w:rPr>
        <w:t>Dans laquelle :</w:t>
      </w:r>
    </w:p>
    <w:p w14:paraId="36D60E18" w14:textId="77777777" w:rsidR="00892F5B" w:rsidRPr="00C26722" w:rsidRDefault="00892F5B" w:rsidP="00892F5B">
      <w:pPr>
        <w:spacing w:before="0" w:after="0"/>
        <w:rPr>
          <w:sz w:val="24"/>
          <w:szCs w:val="24"/>
        </w:rPr>
      </w:pPr>
    </w:p>
    <w:p w14:paraId="4CE77048" w14:textId="77777777" w:rsidR="00892F5B" w:rsidRPr="00C26722" w:rsidRDefault="00892F5B" w:rsidP="00892F5B">
      <w:pPr>
        <w:numPr>
          <w:ilvl w:val="0"/>
          <w:numId w:val="6"/>
        </w:numPr>
        <w:spacing w:before="0" w:after="0"/>
        <w:rPr>
          <w:sz w:val="24"/>
          <w:szCs w:val="24"/>
        </w:rPr>
      </w:pPr>
      <w:r w:rsidRPr="00C26722">
        <w:rPr>
          <w:sz w:val="24"/>
          <w:szCs w:val="24"/>
        </w:rPr>
        <w:t>P est le montant des pénalités</w:t>
      </w:r>
    </w:p>
    <w:p w14:paraId="65CB5185" w14:textId="77777777" w:rsidR="00892F5B" w:rsidRPr="00C26722" w:rsidRDefault="00892F5B" w:rsidP="00892F5B">
      <w:pPr>
        <w:numPr>
          <w:ilvl w:val="0"/>
          <w:numId w:val="6"/>
        </w:numPr>
        <w:spacing w:before="0" w:after="0"/>
        <w:rPr>
          <w:sz w:val="24"/>
          <w:szCs w:val="24"/>
        </w:rPr>
      </w:pPr>
      <w:r w:rsidRPr="00C26722">
        <w:rPr>
          <w:sz w:val="24"/>
          <w:szCs w:val="24"/>
        </w:rPr>
        <w:t>V est la valeur qui correspond au prix initial d’achat de l’équipement. Cette valeur baisse de 25% la première année à l’issue de la période de garantie, puis de 5% par année supplémentaire.</w:t>
      </w:r>
    </w:p>
    <w:p w14:paraId="44035394" w14:textId="77777777" w:rsidR="00892F5B" w:rsidRPr="00C26722" w:rsidRDefault="00892F5B" w:rsidP="00892F5B">
      <w:pPr>
        <w:numPr>
          <w:ilvl w:val="0"/>
          <w:numId w:val="6"/>
        </w:numPr>
        <w:spacing w:before="0" w:after="0"/>
        <w:rPr>
          <w:sz w:val="24"/>
          <w:szCs w:val="24"/>
        </w:rPr>
      </w:pPr>
      <w:r w:rsidRPr="00C26722">
        <w:rPr>
          <w:sz w:val="24"/>
          <w:szCs w:val="24"/>
        </w:rPr>
        <w:t>R est le nombre de jours calendaires de retard sur le délai d’intervention contractuel.</w:t>
      </w:r>
    </w:p>
    <w:p w14:paraId="4EAA1CB2" w14:textId="77777777" w:rsidR="00892F5B" w:rsidRPr="00C26722" w:rsidRDefault="00892F5B" w:rsidP="00892F5B">
      <w:pPr>
        <w:spacing w:before="0" w:after="0"/>
        <w:rPr>
          <w:sz w:val="24"/>
          <w:szCs w:val="24"/>
        </w:rPr>
      </w:pPr>
    </w:p>
    <w:p w14:paraId="6F1BC0E3" w14:textId="77777777" w:rsidR="00892F5B" w:rsidRPr="00C26722" w:rsidRDefault="00892F5B" w:rsidP="00892F5B">
      <w:pPr>
        <w:spacing w:after="0"/>
        <w:rPr>
          <w:sz w:val="24"/>
          <w:szCs w:val="24"/>
        </w:rPr>
      </w:pPr>
      <w:r w:rsidRPr="00C26722">
        <w:rPr>
          <w:sz w:val="24"/>
          <w:szCs w:val="24"/>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16C3B7B5" w14:textId="77777777" w:rsidR="00892F5B" w:rsidRPr="00C26722" w:rsidRDefault="00892F5B" w:rsidP="00892F5B">
      <w:pPr>
        <w:spacing w:after="0"/>
        <w:rPr>
          <w:sz w:val="24"/>
          <w:szCs w:val="24"/>
        </w:rPr>
      </w:pPr>
      <w:r w:rsidRPr="00C26722">
        <w:rPr>
          <w:sz w:val="24"/>
          <w:szCs w:val="24"/>
        </w:rPr>
        <w:t>INRAE peut exonérer le titulaire de ces pénalités si ce dernier invoque une cause de retard qui ne lui est pas imputable. Il notifie alors sa demande d’exonération à INRAE, en exposant les motifs de son retard.</w:t>
      </w:r>
    </w:p>
    <w:p w14:paraId="2288B747" w14:textId="75CE773E" w:rsidR="003A62C4" w:rsidRPr="00C26722" w:rsidRDefault="003A62C4" w:rsidP="00F25A37">
      <w:pPr>
        <w:pStyle w:val="Titre2"/>
        <w:rPr>
          <w:rFonts w:ascii="AvenirNext LT Pro Cn" w:hAnsi="AvenirNext LT Pro Cn"/>
          <w:sz w:val="24"/>
          <w:szCs w:val="24"/>
        </w:rPr>
      </w:pPr>
      <w:bookmarkStart w:id="124" w:name="_Toc204704208"/>
      <w:r w:rsidRPr="00C26722">
        <w:rPr>
          <w:rFonts w:ascii="AvenirNext LT Pro Cn" w:hAnsi="AvenirNext LT Pro Cn"/>
          <w:sz w:val="24"/>
          <w:szCs w:val="24"/>
        </w:rPr>
        <w:t>- Péna</w:t>
      </w:r>
      <w:r w:rsidR="00D3747F" w:rsidRPr="00C26722">
        <w:rPr>
          <w:rFonts w:ascii="AvenirNext LT Pro Cn" w:hAnsi="AvenirNext LT Pro Cn"/>
          <w:sz w:val="24"/>
          <w:szCs w:val="24"/>
        </w:rPr>
        <w:t xml:space="preserve">lités pour non-respect du délai de mise au point ou de réparation </w:t>
      </w:r>
      <w:r w:rsidRPr="00C26722">
        <w:rPr>
          <w:rFonts w:ascii="AvenirNext LT Pro Cn" w:hAnsi="AvenirNext LT Pro Cn"/>
          <w:sz w:val="24"/>
          <w:szCs w:val="24"/>
        </w:rPr>
        <w:t>en cas de panne</w:t>
      </w:r>
      <w:bookmarkEnd w:id="124"/>
    </w:p>
    <w:p w14:paraId="71EBDD95" w14:textId="7A0896A5" w:rsidR="003A62C4" w:rsidRPr="00C26722" w:rsidRDefault="003A62C4" w:rsidP="003A62C4">
      <w:pPr>
        <w:spacing w:after="0"/>
        <w:rPr>
          <w:sz w:val="24"/>
          <w:szCs w:val="24"/>
        </w:rPr>
      </w:pPr>
      <w:r w:rsidRPr="00C26722">
        <w:rPr>
          <w:sz w:val="24"/>
          <w:szCs w:val="24"/>
        </w:rPr>
        <w:t xml:space="preserve">En garantie comme en maintenance, en cas de dépassement du délai dont dispose le titulaire pour effectuer une mise au point ou une réparation comme défini </w:t>
      </w:r>
      <w:r w:rsidR="00D3747F" w:rsidRPr="00C26722">
        <w:rPr>
          <w:sz w:val="24"/>
          <w:szCs w:val="24"/>
        </w:rPr>
        <w:t>dans le présent marché</w:t>
      </w:r>
      <w:r w:rsidRPr="00C26722">
        <w:rPr>
          <w:sz w:val="24"/>
          <w:szCs w:val="24"/>
        </w:rPr>
        <w:t>, le titulaire peut, sur décision d’INRAE, se voir appliquer, sans mise en demeure préalable, une pénalité calculée par l’application de la formule suivante :</w:t>
      </w:r>
    </w:p>
    <w:p w14:paraId="00A07F37" w14:textId="77777777" w:rsidR="003A62C4" w:rsidRPr="00C26722" w:rsidRDefault="003A62C4" w:rsidP="003A62C4">
      <w:pPr>
        <w:spacing w:after="0"/>
        <w:rPr>
          <w:sz w:val="24"/>
          <w:szCs w:val="24"/>
        </w:rPr>
      </w:pPr>
    </w:p>
    <w:p w14:paraId="283D0B9E" w14:textId="77777777" w:rsidR="003A62C4" w:rsidRPr="00C26722" w:rsidRDefault="003A62C4" w:rsidP="003A62C4">
      <w:pPr>
        <w:spacing w:before="0" w:after="0"/>
        <w:rPr>
          <w:sz w:val="24"/>
          <w:szCs w:val="24"/>
        </w:rPr>
      </w:pPr>
      <w:r w:rsidRPr="00C26722">
        <w:rPr>
          <w:sz w:val="24"/>
          <w:szCs w:val="24"/>
        </w:rPr>
        <w:t xml:space="preserve">P = </w:t>
      </w:r>
      <w:r w:rsidRPr="00C26722">
        <w:rPr>
          <w:sz w:val="24"/>
          <w:szCs w:val="24"/>
        </w:rPr>
        <w:tab/>
      </w:r>
      <w:r w:rsidRPr="00C26722">
        <w:rPr>
          <w:sz w:val="24"/>
          <w:szCs w:val="24"/>
          <w:u w:val="single"/>
        </w:rPr>
        <w:t>V x R</w:t>
      </w:r>
    </w:p>
    <w:p w14:paraId="48F36D70" w14:textId="77777777" w:rsidR="003A62C4" w:rsidRPr="00C26722" w:rsidRDefault="003A62C4" w:rsidP="003A62C4">
      <w:pPr>
        <w:spacing w:before="0" w:after="0"/>
        <w:ind w:firstLine="720"/>
        <w:rPr>
          <w:sz w:val="24"/>
          <w:szCs w:val="24"/>
        </w:rPr>
      </w:pPr>
      <w:r w:rsidRPr="00C26722">
        <w:rPr>
          <w:sz w:val="24"/>
          <w:szCs w:val="24"/>
        </w:rPr>
        <w:t>200</w:t>
      </w:r>
    </w:p>
    <w:p w14:paraId="3DBA3A24" w14:textId="77777777" w:rsidR="003A62C4" w:rsidRPr="00C26722" w:rsidRDefault="003A62C4" w:rsidP="003A62C4">
      <w:pPr>
        <w:spacing w:before="0" w:after="0"/>
        <w:rPr>
          <w:sz w:val="24"/>
          <w:szCs w:val="24"/>
        </w:rPr>
      </w:pPr>
    </w:p>
    <w:p w14:paraId="2C554E25" w14:textId="77777777" w:rsidR="003A62C4" w:rsidRPr="00C26722" w:rsidRDefault="003A62C4" w:rsidP="003A62C4">
      <w:pPr>
        <w:spacing w:before="0" w:after="0"/>
        <w:rPr>
          <w:sz w:val="24"/>
          <w:szCs w:val="24"/>
        </w:rPr>
      </w:pPr>
      <w:r w:rsidRPr="00C26722">
        <w:rPr>
          <w:sz w:val="24"/>
          <w:szCs w:val="24"/>
        </w:rPr>
        <w:t>Dans laquelle :</w:t>
      </w:r>
    </w:p>
    <w:p w14:paraId="5FA3BDD4" w14:textId="77777777" w:rsidR="003A62C4" w:rsidRPr="00C26722" w:rsidRDefault="003A62C4" w:rsidP="003A62C4">
      <w:pPr>
        <w:spacing w:before="0" w:after="0"/>
        <w:rPr>
          <w:sz w:val="24"/>
          <w:szCs w:val="24"/>
        </w:rPr>
      </w:pPr>
    </w:p>
    <w:p w14:paraId="27B6466F" w14:textId="77777777" w:rsidR="003A62C4" w:rsidRPr="00C26722" w:rsidRDefault="003A62C4" w:rsidP="003946F1">
      <w:pPr>
        <w:numPr>
          <w:ilvl w:val="0"/>
          <w:numId w:val="6"/>
        </w:numPr>
        <w:spacing w:before="0" w:after="0"/>
        <w:rPr>
          <w:sz w:val="24"/>
          <w:szCs w:val="24"/>
        </w:rPr>
      </w:pPr>
      <w:r w:rsidRPr="00C26722">
        <w:rPr>
          <w:sz w:val="24"/>
          <w:szCs w:val="24"/>
        </w:rPr>
        <w:t>P est le montant des pénalités</w:t>
      </w:r>
    </w:p>
    <w:p w14:paraId="16B8D0B1" w14:textId="77777777" w:rsidR="003A62C4" w:rsidRPr="00C26722" w:rsidRDefault="003A62C4" w:rsidP="003946F1">
      <w:pPr>
        <w:numPr>
          <w:ilvl w:val="0"/>
          <w:numId w:val="6"/>
        </w:numPr>
        <w:spacing w:before="0" w:after="0"/>
        <w:rPr>
          <w:sz w:val="24"/>
          <w:szCs w:val="24"/>
        </w:rPr>
      </w:pPr>
      <w:r w:rsidRPr="00C26722">
        <w:rPr>
          <w:sz w:val="24"/>
          <w:szCs w:val="24"/>
        </w:rPr>
        <w:t>V est la valeur qui correspond au prix initial d’achat de l’équipement. Cette valeur baisse de 25% la première année à l’issue de la période de garantie, puis de 5% par année supplémentaire.</w:t>
      </w:r>
    </w:p>
    <w:p w14:paraId="4B2ACAE6" w14:textId="77777777" w:rsidR="003A62C4" w:rsidRPr="00C26722" w:rsidRDefault="003A62C4" w:rsidP="003946F1">
      <w:pPr>
        <w:numPr>
          <w:ilvl w:val="0"/>
          <w:numId w:val="6"/>
        </w:numPr>
        <w:spacing w:before="0" w:after="0"/>
        <w:rPr>
          <w:sz w:val="24"/>
          <w:szCs w:val="24"/>
        </w:rPr>
      </w:pPr>
      <w:r w:rsidRPr="00C26722">
        <w:rPr>
          <w:sz w:val="24"/>
          <w:szCs w:val="24"/>
        </w:rPr>
        <w:t>R est le nombre de jours calendaires de retard sur le délai de réparation contractuel.</w:t>
      </w:r>
    </w:p>
    <w:p w14:paraId="43B6C706" w14:textId="6C626E0D" w:rsidR="003A62C4" w:rsidRPr="00C26722" w:rsidRDefault="003A62C4" w:rsidP="003A62C4">
      <w:pPr>
        <w:rPr>
          <w:sz w:val="24"/>
          <w:szCs w:val="24"/>
        </w:rPr>
      </w:pPr>
      <w:r w:rsidRPr="00C26722">
        <w:rPr>
          <w:sz w:val="24"/>
          <w:szCs w:val="24"/>
        </w:rPr>
        <w:t xml:space="preserve">Le point de départ du délai de mise au point ou de réparation en cas de panne commence à la date de première intervention sur site du Titulaire ou en cas d’absence d’intervention du Titulaire, à la date de la demande d’intervention </w:t>
      </w:r>
      <w:r w:rsidR="00CE4B60" w:rsidRPr="00C26722">
        <w:rPr>
          <w:sz w:val="24"/>
          <w:szCs w:val="24"/>
        </w:rPr>
        <w:t>d’INRAE.</w:t>
      </w:r>
    </w:p>
    <w:p w14:paraId="55FE197B" w14:textId="7E39FE28" w:rsidR="003A62C4" w:rsidRPr="00C26722" w:rsidRDefault="00CE4B60" w:rsidP="003A62C4">
      <w:pPr>
        <w:rPr>
          <w:sz w:val="24"/>
          <w:szCs w:val="24"/>
        </w:rPr>
      </w:pPr>
      <w:r w:rsidRPr="00C26722">
        <w:rPr>
          <w:sz w:val="24"/>
          <w:szCs w:val="24"/>
        </w:rPr>
        <w:t>INRAE</w:t>
      </w:r>
      <w:r w:rsidR="003A62C4" w:rsidRPr="00C26722">
        <w:rPr>
          <w:sz w:val="24"/>
          <w:szCs w:val="24"/>
        </w:rPr>
        <w:t xml:space="preserve"> peut exonérer le Titulaire de ces pénalités si ce dernier invoque une cause de retard qui ne lui est pas imputable. Il notifie alors sa demande d’exonération </w:t>
      </w:r>
      <w:r w:rsidRPr="00C26722">
        <w:rPr>
          <w:sz w:val="24"/>
          <w:szCs w:val="24"/>
        </w:rPr>
        <w:t>à INRAE</w:t>
      </w:r>
      <w:r w:rsidR="003A62C4" w:rsidRPr="00C26722">
        <w:rPr>
          <w:sz w:val="24"/>
          <w:szCs w:val="24"/>
        </w:rPr>
        <w:t xml:space="preserve"> et en exposant les motifs de son retard. </w:t>
      </w:r>
    </w:p>
    <w:p w14:paraId="10245788" w14:textId="77777777" w:rsidR="003A62C4" w:rsidRPr="00C26722" w:rsidRDefault="003A62C4" w:rsidP="003A62C4">
      <w:pPr>
        <w:rPr>
          <w:sz w:val="24"/>
          <w:szCs w:val="24"/>
        </w:rPr>
      </w:pPr>
      <w:r w:rsidRPr="00C26722">
        <w:rPr>
          <w:sz w:val="24"/>
          <w:szCs w:val="24"/>
        </w:rPr>
        <w:t xml:space="preserve">Ce délai peut être suspendu en cas de mise à disposition gratuite pendant la durée de réparation d’un matériel de remplacement répondant au même besoin que l’instrument initial. </w:t>
      </w:r>
    </w:p>
    <w:p w14:paraId="5D3EB9B2" w14:textId="77777777" w:rsidR="003A62C4" w:rsidRPr="00C26722" w:rsidRDefault="003A62C4" w:rsidP="003A62C4">
      <w:pPr>
        <w:rPr>
          <w:sz w:val="24"/>
          <w:szCs w:val="24"/>
        </w:rPr>
      </w:pPr>
      <w:r w:rsidRPr="00C26722">
        <w:rPr>
          <w:sz w:val="24"/>
          <w:szCs w:val="24"/>
        </w:rP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A66D1D5" w14:textId="77777777" w:rsidR="003A62C4" w:rsidRPr="00C26722" w:rsidRDefault="003A62C4" w:rsidP="003A62C4">
      <w:pPr>
        <w:rPr>
          <w:sz w:val="24"/>
          <w:szCs w:val="24"/>
        </w:rPr>
      </w:pPr>
      <w:r w:rsidRPr="00C26722">
        <w:rPr>
          <w:sz w:val="24"/>
          <w:szCs w:val="24"/>
        </w:rPr>
        <w:t>L’application de pénalités ne soustrait pas le Titulaire à ses obligations de remise en état de fonctionnement l’instrument tombé en panne.</w:t>
      </w:r>
    </w:p>
    <w:p w14:paraId="658CAEFE" w14:textId="77777777" w:rsidR="003A62C4" w:rsidRPr="00C26722" w:rsidRDefault="003A62C4" w:rsidP="003946F1">
      <w:pPr>
        <w:keepNext/>
        <w:keepLines/>
        <w:numPr>
          <w:ilvl w:val="1"/>
          <w:numId w:val="11"/>
        </w:numPr>
        <w:spacing w:before="360" w:after="240"/>
        <w:ind w:left="1134" w:hanging="567"/>
        <w:outlineLvl w:val="1"/>
        <w:rPr>
          <w:rFonts w:eastAsiaTheme="majorEastAsia" w:cstheme="majorBidi"/>
          <w:color w:val="00A3A6"/>
          <w:sz w:val="24"/>
          <w:szCs w:val="24"/>
        </w:rPr>
      </w:pPr>
      <w:bookmarkStart w:id="125" w:name="_Toc204704209"/>
      <w:r w:rsidRPr="00C26722">
        <w:rPr>
          <w:rFonts w:eastAsiaTheme="majorEastAsia" w:cstheme="majorBidi"/>
          <w:color w:val="00A3A6"/>
          <w:sz w:val="24"/>
          <w:szCs w:val="24"/>
        </w:rPr>
        <w:t>- Pénalités pour indisponibilité</w:t>
      </w:r>
      <w:bookmarkEnd w:id="125"/>
    </w:p>
    <w:p w14:paraId="61224593" w14:textId="77777777" w:rsidR="003A62C4" w:rsidRPr="00C26722" w:rsidRDefault="003A62C4" w:rsidP="003A62C4">
      <w:pPr>
        <w:rPr>
          <w:sz w:val="24"/>
          <w:szCs w:val="24"/>
        </w:rPr>
      </w:pPr>
      <w:r w:rsidRPr="00C26722">
        <w:rPr>
          <w:sz w:val="24"/>
          <w:szCs w:val="24"/>
        </w:rPr>
        <w:t xml:space="preserve">En maintenance, conformément à l’article Indicateurs de suivi et taux de disponibilité, à l'issue de la période annuelle, pourront être appliquées au titulaire des pénalités calculées selon des dispositions suivantes : si le taux de disponibilité obtenu est inférieur à 92,5%. </w:t>
      </w:r>
    </w:p>
    <w:p w14:paraId="7AD4098A" w14:textId="77777777" w:rsidR="003A62C4" w:rsidRPr="00C26722" w:rsidRDefault="003A62C4" w:rsidP="003A62C4">
      <w:pPr>
        <w:rPr>
          <w:sz w:val="24"/>
          <w:szCs w:val="24"/>
        </w:rPr>
      </w:pPr>
      <w:r w:rsidRPr="00C26722">
        <w:rPr>
          <w:sz w:val="24"/>
          <w:szCs w:val="24"/>
        </w:rPr>
        <w:t xml:space="preserve">Une pénalité de 1% du montant annuel de la prestation de maintenance prévue au marché pourra être appliquée, pour 1% de taux de disponibilité en deçà du taux limite inférieur demandé. </w:t>
      </w:r>
    </w:p>
    <w:p w14:paraId="337EFDFA" w14:textId="58EA2E1F" w:rsidR="003A62C4" w:rsidRPr="00C26722" w:rsidRDefault="003A62C4" w:rsidP="003A62C4">
      <w:pPr>
        <w:rPr>
          <w:sz w:val="24"/>
          <w:szCs w:val="24"/>
        </w:rPr>
      </w:pPr>
      <w:r w:rsidRPr="00C26722">
        <w:rPr>
          <w:sz w:val="24"/>
          <w:szCs w:val="24"/>
        </w:rPr>
        <w:t xml:space="preserve">Dans ce cas, le titulaire émettra, au début de la période suivante, un avoir du montant correspondant ou </w:t>
      </w:r>
      <w:r w:rsidR="00CE4B60" w:rsidRPr="00C26722">
        <w:rPr>
          <w:sz w:val="24"/>
          <w:szCs w:val="24"/>
        </w:rPr>
        <w:t>INRAE</w:t>
      </w:r>
      <w:r w:rsidRPr="00C26722">
        <w:rPr>
          <w:sz w:val="24"/>
          <w:szCs w:val="24"/>
        </w:rPr>
        <w:t xml:space="preserve"> émettra un ordre de reversement</w:t>
      </w:r>
    </w:p>
    <w:p w14:paraId="2C6A3FEC" w14:textId="33B182CD" w:rsidR="00892F5B" w:rsidRPr="00C26722" w:rsidRDefault="0032702C" w:rsidP="00F25A37">
      <w:pPr>
        <w:pStyle w:val="Titre2"/>
        <w:rPr>
          <w:rFonts w:ascii="AvenirNext LT Pro Cn" w:hAnsi="AvenirNext LT Pro Cn"/>
          <w:sz w:val="24"/>
          <w:szCs w:val="24"/>
        </w:rPr>
      </w:pPr>
      <w:bookmarkStart w:id="126" w:name="_Toc204704210"/>
      <w:r>
        <w:rPr>
          <w:rFonts w:ascii="AvenirNext LT Pro Cn" w:hAnsi="AvenirNext LT Pro Cn"/>
          <w:sz w:val="24"/>
          <w:szCs w:val="24"/>
        </w:rPr>
        <w:t>-</w:t>
      </w:r>
      <w:r w:rsidR="00892F5B" w:rsidRPr="00C26722">
        <w:rPr>
          <w:rFonts w:ascii="AvenirNext LT Pro Cn" w:hAnsi="AvenirNext LT Pro Cn"/>
          <w:sz w:val="24"/>
          <w:szCs w:val="24"/>
        </w:rPr>
        <w:t>Pénalités pour indisponibilité des pièces détachées</w:t>
      </w:r>
      <w:bookmarkEnd w:id="126"/>
    </w:p>
    <w:p w14:paraId="0322FF61" w14:textId="77777777" w:rsidR="00892F5B" w:rsidRPr="00C26722" w:rsidRDefault="00892F5B" w:rsidP="00892F5B">
      <w:pPr>
        <w:rPr>
          <w:sz w:val="24"/>
          <w:szCs w:val="24"/>
        </w:rPr>
      </w:pPr>
      <w:r w:rsidRPr="00C26722">
        <w:rPr>
          <w:sz w:val="24"/>
          <w:szCs w:val="24"/>
        </w:rPr>
        <w:t xml:space="preserve">Le titulaire s’engage à remplacer les pièces détachées usagées et à fournir les consommables captifs correspondants pendant une durée minimale de 8 ans à compter de la date d’admission de l’équipement acheté en application du présent marché. </w:t>
      </w:r>
    </w:p>
    <w:p w14:paraId="70ABDA04" w14:textId="77777777" w:rsidR="00892F5B" w:rsidRPr="00C26722" w:rsidRDefault="00892F5B" w:rsidP="00892F5B">
      <w:pPr>
        <w:rPr>
          <w:sz w:val="24"/>
          <w:szCs w:val="24"/>
        </w:rPr>
      </w:pPr>
      <w:r w:rsidRPr="00C26722">
        <w:rPr>
          <w:sz w:val="24"/>
          <w:szCs w:val="24"/>
        </w:rPr>
        <w:t xml:space="preserve">Dans le cas contraire, le titulaire peut, sur décision d’INRAE, se voir appliquer une pénalité égale à </w:t>
      </w:r>
      <w:r w:rsidRPr="00BC5B26">
        <w:rPr>
          <w:b/>
          <w:sz w:val="24"/>
          <w:szCs w:val="24"/>
        </w:rPr>
        <w:t xml:space="preserve">10 % </w:t>
      </w:r>
      <w:r w:rsidRPr="00C26722">
        <w:rPr>
          <w:sz w:val="24"/>
          <w:szCs w:val="24"/>
        </w:rPr>
        <w:t>du prix dudit équipement par année de non-respect de cette obligation. Le calcul de cette pénalité s’effectue au prorata de la durée réelle pendant laquelle cette obligation n’est pas respectée.</w:t>
      </w:r>
    </w:p>
    <w:p w14:paraId="305CA97C" w14:textId="77777777" w:rsidR="00892F5B" w:rsidRPr="00C26722" w:rsidRDefault="00892F5B" w:rsidP="00F25A37">
      <w:pPr>
        <w:pStyle w:val="Titre2"/>
        <w:rPr>
          <w:rFonts w:ascii="AvenirNext LT Pro Cn" w:hAnsi="AvenirNext LT Pro Cn"/>
          <w:sz w:val="24"/>
          <w:szCs w:val="24"/>
        </w:rPr>
      </w:pPr>
      <w:bookmarkStart w:id="127" w:name="_Toc204704211"/>
      <w:r w:rsidRPr="00C26722">
        <w:rPr>
          <w:rFonts w:ascii="AvenirNext LT Pro Cn" w:hAnsi="AvenirNext LT Pro Cn"/>
          <w:sz w:val="24"/>
          <w:szCs w:val="24"/>
        </w:rPr>
        <w:t>- Pénalités pour non-respect des dispositions environnementales</w:t>
      </w:r>
      <w:bookmarkEnd w:id="127"/>
    </w:p>
    <w:p w14:paraId="6DDED17C" w14:textId="77777777" w:rsidR="00892F5B" w:rsidRPr="00C26722" w:rsidRDefault="00892F5B" w:rsidP="00892F5B">
      <w:pPr>
        <w:rPr>
          <w:sz w:val="24"/>
          <w:szCs w:val="24"/>
        </w:rPr>
      </w:pPr>
      <w:r w:rsidRPr="00C26722">
        <w:rPr>
          <w:sz w:val="24"/>
          <w:szCs w:val="24"/>
        </w:rPr>
        <w:t xml:space="preserve">En cas de non-respect des dispositions environnementales que le titulaire s’est engagé à respecter au titre du présent marché dans son offre, le titulaire encourt une pénalité de </w:t>
      </w:r>
      <w:r w:rsidRPr="00C26722">
        <w:rPr>
          <w:b/>
          <w:sz w:val="24"/>
          <w:szCs w:val="24"/>
        </w:rPr>
        <w:t>150 €</w:t>
      </w:r>
      <w:r w:rsidRPr="00C26722">
        <w:rPr>
          <w:sz w:val="24"/>
          <w:szCs w:val="24"/>
        </w:rPr>
        <w:t xml:space="preserve"> par non-respect constaté.</w:t>
      </w:r>
    </w:p>
    <w:p w14:paraId="4B1086F9" w14:textId="77777777" w:rsidR="003A62C4" w:rsidRPr="00C26722" w:rsidRDefault="003A62C4" w:rsidP="003A62C4">
      <w:pPr>
        <w:rPr>
          <w:sz w:val="24"/>
          <w:szCs w:val="24"/>
        </w:rPr>
      </w:pPr>
    </w:p>
    <w:p w14:paraId="5416E675" w14:textId="77777777" w:rsidR="003A62C4" w:rsidRPr="00C26722" w:rsidRDefault="003A62C4" w:rsidP="003946F1">
      <w:pPr>
        <w:keepNext/>
        <w:keepLines/>
        <w:numPr>
          <w:ilvl w:val="1"/>
          <w:numId w:val="11"/>
        </w:numPr>
        <w:spacing w:before="360" w:after="240"/>
        <w:ind w:left="1134" w:hanging="567"/>
        <w:outlineLvl w:val="1"/>
        <w:rPr>
          <w:rFonts w:eastAsiaTheme="majorEastAsia" w:cstheme="majorBidi"/>
          <w:color w:val="00A3A6"/>
          <w:sz w:val="24"/>
          <w:szCs w:val="24"/>
        </w:rPr>
      </w:pPr>
      <w:bookmarkStart w:id="128" w:name="_Toc204704212"/>
      <w:r w:rsidRPr="00C26722">
        <w:rPr>
          <w:rFonts w:eastAsiaTheme="majorEastAsia" w:cstheme="majorBidi"/>
          <w:color w:val="00A3A6"/>
          <w:sz w:val="24"/>
          <w:szCs w:val="24"/>
        </w:rPr>
        <w:t>- Pénalités pour non-respect des formalités relatives à la lutte contre le travail illégal</w:t>
      </w:r>
      <w:bookmarkEnd w:id="128"/>
    </w:p>
    <w:p w14:paraId="0D93F4D8" w14:textId="77777777" w:rsidR="003A62C4" w:rsidRPr="00C26722" w:rsidRDefault="003A62C4" w:rsidP="003A62C4">
      <w:pPr>
        <w:rPr>
          <w:sz w:val="24"/>
          <w:szCs w:val="24"/>
        </w:rPr>
      </w:pPr>
      <w:r w:rsidRPr="00C26722">
        <w:rPr>
          <w:sz w:val="24"/>
          <w:szCs w:val="24"/>
        </w:rPr>
        <w:t>A défaut de correction, dans un délai fixé par l’article L.8222-6 du code du  travail, des irrégularités constatées par INRAE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7BDE7FC0" w14:textId="60F3F106" w:rsidR="00303880" w:rsidRPr="00C26722" w:rsidRDefault="000222BE" w:rsidP="00890070">
      <w:pPr>
        <w:pStyle w:val="Titre1"/>
        <w:spacing w:before="360" w:after="240"/>
        <w:ind w:left="357" w:hanging="357"/>
        <w:rPr>
          <w:rFonts w:ascii="AvenirNext LT Pro Cn" w:hAnsi="AvenirNext LT Pro Cn"/>
          <w:sz w:val="24"/>
          <w:szCs w:val="24"/>
        </w:rPr>
      </w:pPr>
      <w:bookmarkStart w:id="129" w:name="_Toc204704213"/>
      <w:r w:rsidRPr="00C26722">
        <w:rPr>
          <w:rFonts w:ascii="AvenirNext LT Pro Cn" w:hAnsi="AvenirNext LT Pro Cn"/>
          <w:sz w:val="24"/>
          <w:szCs w:val="24"/>
        </w:rPr>
        <w:t>CLAUSES ENVIRONNEMENTALE</w:t>
      </w:r>
      <w:r w:rsidR="00890070" w:rsidRPr="00C26722">
        <w:rPr>
          <w:rFonts w:ascii="AvenirNext LT Pro Cn" w:hAnsi="AvenirNext LT Pro Cn"/>
          <w:sz w:val="24"/>
          <w:szCs w:val="24"/>
        </w:rPr>
        <w:t>S</w:t>
      </w:r>
      <w:bookmarkEnd w:id="129"/>
      <w:r w:rsidRPr="00C26722">
        <w:rPr>
          <w:rFonts w:ascii="AvenirNext LT Pro Cn" w:hAnsi="AvenirNext LT Pro Cn"/>
          <w:sz w:val="24"/>
          <w:szCs w:val="24"/>
        </w:rPr>
        <w:t xml:space="preserve"> </w:t>
      </w:r>
    </w:p>
    <w:p w14:paraId="6F19259D" w14:textId="77777777" w:rsidR="00A26305" w:rsidRPr="00C26722" w:rsidRDefault="00A26305" w:rsidP="00A26305">
      <w:pPr>
        <w:rPr>
          <w:sz w:val="24"/>
          <w:szCs w:val="24"/>
        </w:rPr>
      </w:pPr>
      <w:r w:rsidRPr="00C26722">
        <w:rPr>
          <w:sz w:val="24"/>
          <w:szCs w:val="24"/>
        </w:rPr>
        <w:t>Le titulaire veille à ce que les prestations qu’il effectue respectent les prescriptions législatives et réglementaires en vigueur en matière d’environnement, de sécurité et de santé des personnes ainsi que la préservation du voisinage.</w:t>
      </w:r>
    </w:p>
    <w:p w14:paraId="32C4F5D7" w14:textId="77777777" w:rsidR="00A26305" w:rsidRPr="00C26722" w:rsidRDefault="00A26305" w:rsidP="00A26305">
      <w:pPr>
        <w:rPr>
          <w:sz w:val="24"/>
          <w:szCs w:val="24"/>
        </w:rPr>
      </w:pPr>
      <w:r w:rsidRPr="00C26722">
        <w:rPr>
          <w:sz w:val="24"/>
          <w:szCs w:val="24"/>
        </w:rPr>
        <w:t>Il doit être en mesure d’en justifier, en cours d’exécution de l’accord-cadre, sur simple demande d’INRAE.</w:t>
      </w:r>
    </w:p>
    <w:p w14:paraId="4918120C" w14:textId="77777777" w:rsidR="00A26305" w:rsidRPr="00C26722" w:rsidRDefault="00A26305" w:rsidP="00A26305">
      <w:pPr>
        <w:rPr>
          <w:sz w:val="24"/>
          <w:szCs w:val="24"/>
        </w:rPr>
      </w:pPr>
      <w:r w:rsidRPr="00C26722">
        <w:rPr>
          <w:sz w:val="24"/>
          <w:szCs w:val="24"/>
        </w:rPr>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3B792123" w14:textId="77777777" w:rsidR="00A26305" w:rsidRPr="00C26722" w:rsidRDefault="00A26305" w:rsidP="00A26305">
      <w:pPr>
        <w:rPr>
          <w:sz w:val="24"/>
          <w:szCs w:val="24"/>
        </w:rPr>
      </w:pPr>
      <w:r w:rsidRPr="00C26722">
        <w:rPr>
          <w:sz w:val="24"/>
          <w:szCs w:val="24"/>
        </w:rPr>
        <w:t>Conformément à l’article L.2112-2 du code de la commande publique, le titulaire s’engage à respecter les conditions d’exécution en vue de la protection de l’environnement.</w:t>
      </w:r>
    </w:p>
    <w:p w14:paraId="30F92032" w14:textId="77777777" w:rsidR="00A26305" w:rsidRPr="00C26722" w:rsidRDefault="00A26305" w:rsidP="00A26305">
      <w:pPr>
        <w:rPr>
          <w:sz w:val="24"/>
          <w:szCs w:val="24"/>
        </w:rPr>
      </w:pPr>
      <w:r w:rsidRPr="00C26722">
        <w:rPr>
          <w:sz w:val="24"/>
          <w:szCs w:val="24"/>
        </w:rPr>
        <w:t>Le titulaire fait ses meilleurs efforts pour réduire l’impact écologique des prestations fournies au titre du présent marché, notamment :</w:t>
      </w:r>
    </w:p>
    <w:p w14:paraId="6054E7E4" w14:textId="77777777" w:rsidR="00A26305" w:rsidRPr="00C26722" w:rsidRDefault="00A26305" w:rsidP="00A26305">
      <w:pPr>
        <w:pStyle w:val="Paragraphedeliste"/>
        <w:numPr>
          <w:ilvl w:val="0"/>
          <w:numId w:val="4"/>
        </w:numPr>
        <w:spacing w:before="40" w:after="40"/>
        <w:rPr>
          <w:sz w:val="24"/>
          <w:szCs w:val="24"/>
        </w:rPr>
      </w:pPr>
      <w:r w:rsidRPr="00C26722">
        <w:rPr>
          <w:sz w:val="24"/>
          <w:szCs w:val="24"/>
        </w:rPr>
        <w:t>En traitant les déchets liés à la fabrication, au conditionnement et au transport des matériels pour en réduire les impacts écologiques négatifs ;</w:t>
      </w:r>
    </w:p>
    <w:p w14:paraId="34510BD7" w14:textId="77777777" w:rsidR="00A26305" w:rsidRPr="00C26722" w:rsidRDefault="00A26305" w:rsidP="00A26305">
      <w:pPr>
        <w:pStyle w:val="Paragraphedeliste"/>
        <w:numPr>
          <w:ilvl w:val="0"/>
          <w:numId w:val="4"/>
        </w:numPr>
        <w:spacing w:before="40" w:after="40"/>
        <w:rPr>
          <w:sz w:val="24"/>
          <w:szCs w:val="24"/>
        </w:rPr>
      </w:pPr>
      <w:r w:rsidRPr="00C26722">
        <w:rPr>
          <w:sz w:val="24"/>
          <w:szCs w:val="24"/>
        </w:rPr>
        <w:t>En proposant des matériels économes en énergie et/ou en fluides ;</w:t>
      </w:r>
    </w:p>
    <w:p w14:paraId="2440142B" w14:textId="77777777" w:rsidR="00A26305" w:rsidRPr="00C26722" w:rsidRDefault="00A26305" w:rsidP="00A26305">
      <w:pPr>
        <w:pStyle w:val="Paragraphedeliste"/>
        <w:numPr>
          <w:ilvl w:val="0"/>
          <w:numId w:val="4"/>
        </w:numPr>
        <w:spacing w:before="40" w:after="40"/>
        <w:rPr>
          <w:sz w:val="24"/>
          <w:szCs w:val="24"/>
        </w:rPr>
      </w:pPr>
      <w:r w:rsidRPr="00C26722">
        <w:rPr>
          <w:sz w:val="24"/>
          <w:szCs w:val="24"/>
        </w:rPr>
        <w:t>En proposant des matériels constitués de matériaux recyclables ;</w:t>
      </w:r>
    </w:p>
    <w:p w14:paraId="49528006" w14:textId="77777777" w:rsidR="00A26305" w:rsidRPr="00C26722" w:rsidRDefault="00A26305" w:rsidP="00A26305">
      <w:pPr>
        <w:pStyle w:val="Paragraphedeliste"/>
        <w:numPr>
          <w:ilvl w:val="0"/>
          <w:numId w:val="4"/>
        </w:numPr>
        <w:spacing w:before="40" w:after="40"/>
        <w:rPr>
          <w:sz w:val="24"/>
          <w:szCs w:val="24"/>
        </w:rPr>
      </w:pPr>
      <w:r w:rsidRPr="00C26722">
        <w:rPr>
          <w:sz w:val="24"/>
          <w:szCs w:val="24"/>
        </w:rPr>
        <w:t>En proposant des moyens de transports respectueux de l’environnement.</w:t>
      </w:r>
    </w:p>
    <w:p w14:paraId="31F0420F" w14:textId="77777777" w:rsidR="006A5B59" w:rsidRPr="00C26722" w:rsidRDefault="006A5B59">
      <w:pPr>
        <w:widowControl w:val="0"/>
        <w:autoSpaceDE w:val="0"/>
        <w:autoSpaceDN w:val="0"/>
        <w:adjustRightInd w:val="0"/>
        <w:spacing w:line="200" w:lineRule="exact"/>
        <w:rPr>
          <w:rFonts w:cs="Arial"/>
          <w:iCs/>
          <w:color w:val="C00000"/>
          <w:sz w:val="24"/>
          <w:szCs w:val="24"/>
        </w:rPr>
      </w:pPr>
    </w:p>
    <w:p w14:paraId="692302CD" w14:textId="77777777" w:rsidR="00B3398C" w:rsidRPr="00C26722" w:rsidRDefault="00B3398C" w:rsidP="004B5016">
      <w:pPr>
        <w:pStyle w:val="Titre1"/>
        <w:widowControl w:val="0"/>
        <w:autoSpaceDE w:val="0"/>
        <w:autoSpaceDN w:val="0"/>
        <w:adjustRightInd w:val="0"/>
        <w:spacing w:line="200" w:lineRule="exact"/>
        <w:rPr>
          <w:rFonts w:ascii="AvenirNext LT Pro Cn" w:hAnsi="AvenirNext LT Pro Cn"/>
          <w:sz w:val="24"/>
          <w:szCs w:val="24"/>
        </w:rPr>
      </w:pPr>
      <w:bookmarkStart w:id="130" w:name="_Toc204704214"/>
      <w:r w:rsidRPr="00C26722">
        <w:rPr>
          <w:rFonts w:ascii="AvenirNext LT Pro Cn" w:hAnsi="AvenirNext LT Pro Cn"/>
          <w:sz w:val="24"/>
          <w:szCs w:val="24"/>
        </w:rPr>
        <w:t>GARANTIE</w:t>
      </w:r>
      <w:r w:rsidR="00E1299C" w:rsidRPr="00C26722">
        <w:rPr>
          <w:rFonts w:ascii="AvenirNext LT Pro Cn" w:hAnsi="AvenirNext LT Pro Cn"/>
          <w:sz w:val="24"/>
          <w:szCs w:val="24"/>
        </w:rPr>
        <w:t xml:space="preserve"> ET SAV</w:t>
      </w:r>
      <w:bookmarkEnd w:id="130"/>
      <w:r w:rsidR="005144E6" w:rsidRPr="00C26722">
        <w:rPr>
          <w:rFonts w:ascii="AvenirNext LT Pro Cn" w:hAnsi="AvenirNext LT Pro Cn"/>
          <w:sz w:val="24"/>
          <w:szCs w:val="24"/>
        </w:rPr>
        <w:t xml:space="preserve"> </w:t>
      </w:r>
    </w:p>
    <w:p w14:paraId="7F2F6C01" w14:textId="5CDB28D7" w:rsidR="00E1299C" w:rsidRPr="00C26722" w:rsidRDefault="00E1299C" w:rsidP="00F25A37">
      <w:pPr>
        <w:pStyle w:val="Titre2"/>
        <w:rPr>
          <w:rFonts w:ascii="AvenirNext LT Pro Cn" w:hAnsi="AvenirNext LT Pro Cn"/>
          <w:sz w:val="24"/>
          <w:szCs w:val="24"/>
        </w:rPr>
      </w:pPr>
      <w:bookmarkStart w:id="131" w:name="_Toc204704215"/>
      <w:r w:rsidRPr="00C26722">
        <w:rPr>
          <w:rFonts w:ascii="AvenirNext LT Pro Cn" w:hAnsi="AvenirNext LT Pro Cn"/>
          <w:sz w:val="24"/>
          <w:szCs w:val="24"/>
        </w:rPr>
        <w:t>– Garantie</w:t>
      </w:r>
      <w:bookmarkEnd w:id="131"/>
    </w:p>
    <w:p w14:paraId="5EBAA256" w14:textId="798A4C19" w:rsidR="00D14015" w:rsidRPr="00C26722" w:rsidRDefault="00D14015" w:rsidP="00D14015">
      <w:pPr>
        <w:rPr>
          <w:sz w:val="24"/>
          <w:szCs w:val="24"/>
        </w:rPr>
      </w:pPr>
      <w:r w:rsidRPr="00C26722">
        <w:rPr>
          <w:sz w:val="24"/>
          <w:szCs w:val="24"/>
        </w:rPr>
        <w:t>Les réclamations relatives à des pièces défectueuses ou à un dysfonctionnement de tout ou partie du matériel livré émanent d’INRAE.</w:t>
      </w:r>
    </w:p>
    <w:p w14:paraId="326D41A5" w14:textId="7A739DDF" w:rsidR="00D14015" w:rsidRPr="00C26722" w:rsidRDefault="00D14015" w:rsidP="00B07A17">
      <w:pPr>
        <w:spacing w:before="240"/>
        <w:rPr>
          <w:sz w:val="24"/>
          <w:szCs w:val="24"/>
        </w:rPr>
      </w:pPr>
      <w:r w:rsidRPr="00C26722">
        <w:rPr>
          <w:sz w:val="24"/>
          <w:szCs w:val="24"/>
        </w:rPr>
        <w:t>Les fournitures bénéficient de la garantie prévue à l’article 1641 du Code civil, et de la garantie des produits défectueux prévue aux articles 1245 à 1245-17 du Code civil, ainsi que de la garantie contractuelle prévue par le présent marché.</w:t>
      </w:r>
    </w:p>
    <w:p w14:paraId="07EB09F5" w14:textId="77777777" w:rsidR="00D14015" w:rsidRPr="00C26722" w:rsidRDefault="00D14015" w:rsidP="00D14015">
      <w:pPr>
        <w:spacing w:after="0"/>
        <w:rPr>
          <w:sz w:val="24"/>
          <w:szCs w:val="24"/>
        </w:rPr>
      </w:pPr>
      <w:r w:rsidRPr="00C26722">
        <w:rPr>
          <w:sz w:val="24"/>
          <w:szCs w:val="24"/>
        </w:rPr>
        <w:t>La garantie contractée pendant la période d’exécution de l’accord-cadre engage le titulaire pour sa durée.</w:t>
      </w:r>
    </w:p>
    <w:p w14:paraId="5EE9B40C" w14:textId="77777777" w:rsidR="00D14015" w:rsidRPr="00C26722" w:rsidRDefault="00D14015" w:rsidP="00D14015">
      <w:pPr>
        <w:spacing w:after="0"/>
        <w:rPr>
          <w:b/>
          <w:bCs/>
          <w:sz w:val="24"/>
          <w:szCs w:val="24"/>
        </w:rPr>
      </w:pPr>
      <w:r w:rsidRPr="00C26722">
        <w:rPr>
          <w:sz w:val="24"/>
          <w:szCs w:val="24"/>
        </w:rPr>
        <w:t>La garantie couvre le coût des pièces défectueuses (composants optiques, mécaniques, électroniques et informatiques inclus) sans limite de montant, de main d’œuvre et les frais de déplacement sur site.</w:t>
      </w:r>
    </w:p>
    <w:p w14:paraId="594F5407" w14:textId="045B0220" w:rsidR="00B07A17" w:rsidRPr="00C26722" w:rsidRDefault="00B07A17" w:rsidP="00B07A17">
      <w:pPr>
        <w:spacing w:before="240"/>
        <w:rPr>
          <w:b/>
          <w:bCs/>
          <w:sz w:val="24"/>
          <w:szCs w:val="24"/>
        </w:rPr>
      </w:pPr>
      <w:r w:rsidRPr="00C26722">
        <w:rPr>
          <w:sz w:val="24"/>
          <w:szCs w:val="24"/>
        </w:rPr>
        <w:t xml:space="preserve">En application de l’article </w:t>
      </w:r>
      <w:r w:rsidR="00E1299C" w:rsidRPr="00C26722">
        <w:rPr>
          <w:sz w:val="24"/>
          <w:szCs w:val="24"/>
        </w:rPr>
        <w:t>33</w:t>
      </w:r>
      <w:r w:rsidRPr="00C26722">
        <w:rPr>
          <w:sz w:val="24"/>
          <w:szCs w:val="24"/>
        </w:rPr>
        <w:t xml:space="preserve"> du CCAG-FCS., l’équipement fait l’objet </w:t>
      </w:r>
      <w:r w:rsidRPr="00C26722">
        <w:rPr>
          <w:b/>
          <w:bCs/>
          <w:sz w:val="24"/>
          <w:szCs w:val="24"/>
        </w:rPr>
        <w:t>d’une garantie</w:t>
      </w:r>
      <w:r w:rsidRPr="00C26722">
        <w:rPr>
          <w:sz w:val="24"/>
          <w:szCs w:val="24"/>
        </w:rPr>
        <w:t xml:space="preserve"> </w:t>
      </w:r>
      <w:r w:rsidRPr="00C26722">
        <w:rPr>
          <w:b/>
          <w:bCs/>
          <w:sz w:val="24"/>
          <w:szCs w:val="24"/>
        </w:rPr>
        <w:t>commerciale d’un (1) an.</w:t>
      </w:r>
    </w:p>
    <w:p w14:paraId="28AB1D59" w14:textId="7385A599" w:rsidR="00B07A17" w:rsidRPr="00C26722" w:rsidRDefault="00B07A17" w:rsidP="00B07A17">
      <w:pPr>
        <w:rPr>
          <w:sz w:val="24"/>
          <w:szCs w:val="24"/>
        </w:rPr>
      </w:pPr>
      <w:r w:rsidRPr="00C26722">
        <w:rPr>
          <w:sz w:val="24"/>
          <w:szCs w:val="24"/>
        </w:rPr>
        <w:t>Pour les logiciels fournis, la garantie devra comprendre obligatoirement leur mise à jour et évolution.</w:t>
      </w:r>
    </w:p>
    <w:p w14:paraId="4791B75F" w14:textId="4271ECA2" w:rsidR="00B07A17" w:rsidRPr="00C26722" w:rsidRDefault="00B07A17" w:rsidP="00B07A17">
      <w:pPr>
        <w:rPr>
          <w:sz w:val="24"/>
          <w:szCs w:val="24"/>
        </w:rPr>
      </w:pPr>
      <w:r w:rsidRPr="00C26722">
        <w:rPr>
          <w:sz w:val="24"/>
          <w:szCs w:val="24"/>
        </w:rPr>
        <w:t xml:space="preserve">Le point de départ du délai de cette garantie est </w:t>
      </w:r>
      <w:r w:rsidRPr="00C26722">
        <w:rPr>
          <w:sz w:val="24"/>
          <w:szCs w:val="24"/>
          <w:u w:val="single"/>
        </w:rPr>
        <w:t>la date d’admission de l’équipement</w:t>
      </w:r>
      <w:r w:rsidRPr="00C26722">
        <w:rPr>
          <w:sz w:val="24"/>
          <w:szCs w:val="24"/>
        </w:rPr>
        <w:t xml:space="preserve"> au titulaire.</w:t>
      </w:r>
    </w:p>
    <w:p w14:paraId="4A2E7F0B" w14:textId="48586236" w:rsidR="00B07A17" w:rsidRPr="00C26722" w:rsidRDefault="00B07A17" w:rsidP="00B07A17">
      <w:pPr>
        <w:rPr>
          <w:sz w:val="24"/>
          <w:szCs w:val="24"/>
        </w:rPr>
      </w:pPr>
      <w:bookmarkStart w:id="132" w:name="page6"/>
      <w:bookmarkEnd w:id="132"/>
      <w:r w:rsidRPr="00C26722">
        <w:rPr>
          <w:sz w:val="24"/>
          <w:szCs w:val="24"/>
        </w:rPr>
        <w:t>Au titre de cette garantie commerciale, le titulaire s’engage à intervenir dans le délai indiqué dans son offre.</w:t>
      </w:r>
    </w:p>
    <w:p w14:paraId="75252E9A" w14:textId="77777777" w:rsidR="00A451A9" w:rsidRPr="00C26722" w:rsidRDefault="00A451A9" w:rsidP="00A451A9">
      <w:pPr>
        <w:spacing w:after="0"/>
        <w:rPr>
          <w:sz w:val="24"/>
          <w:szCs w:val="24"/>
        </w:rPr>
      </w:pPr>
      <w:r w:rsidRPr="00C26722">
        <w:rPr>
          <w:sz w:val="24"/>
          <w:szCs w:val="24"/>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155B0EBA" w14:textId="30765111" w:rsidR="00A451A9" w:rsidRPr="00C26722" w:rsidRDefault="0032702C" w:rsidP="00A451A9">
      <w:pPr>
        <w:spacing w:after="0"/>
        <w:rPr>
          <w:color w:val="00A6A3"/>
          <w:sz w:val="24"/>
          <w:szCs w:val="24"/>
        </w:rPr>
      </w:pPr>
      <w:r>
        <w:rPr>
          <w:color w:val="00A6A3"/>
          <w:sz w:val="24"/>
          <w:szCs w:val="24"/>
        </w:rPr>
        <w:t>-</w:t>
      </w:r>
      <w:r w:rsidR="00A451A9" w:rsidRPr="00C26722">
        <w:rPr>
          <w:color w:val="00A6A3"/>
          <w:sz w:val="24"/>
          <w:szCs w:val="24"/>
        </w:rPr>
        <w:t>Extension de garantie :</w:t>
      </w:r>
    </w:p>
    <w:p w14:paraId="6150C18C" w14:textId="79BA20FF" w:rsidR="00A451A9" w:rsidRPr="00C26722" w:rsidRDefault="00A451A9" w:rsidP="00A451A9">
      <w:pPr>
        <w:spacing w:after="0"/>
        <w:rPr>
          <w:sz w:val="24"/>
          <w:szCs w:val="24"/>
        </w:rPr>
      </w:pPr>
      <w:r w:rsidRPr="00C26722">
        <w:rPr>
          <w:sz w:val="24"/>
          <w:szCs w:val="24"/>
        </w:rPr>
        <w:t>INRAE est libre de recourir à une extension de garantie, que le titulaire aura proposée dans son offre</w:t>
      </w:r>
      <w:r w:rsidR="00D14015" w:rsidRPr="00C26722">
        <w:rPr>
          <w:sz w:val="24"/>
          <w:szCs w:val="24"/>
        </w:rPr>
        <w:t>, le cas échéant</w:t>
      </w:r>
      <w:r w:rsidRPr="00C26722">
        <w:rPr>
          <w:sz w:val="24"/>
          <w:szCs w:val="24"/>
        </w:rPr>
        <w:t>.</w:t>
      </w:r>
    </w:p>
    <w:p w14:paraId="74CCB497" w14:textId="2E24959C" w:rsidR="00E1299C" w:rsidRPr="00C26722" w:rsidRDefault="0032702C" w:rsidP="00F25A37">
      <w:pPr>
        <w:pStyle w:val="Titre2"/>
        <w:rPr>
          <w:rFonts w:ascii="AvenirNext LT Pro Cn" w:hAnsi="AvenirNext LT Pro Cn"/>
          <w:sz w:val="24"/>
          <w:szCs w:val="24"/>
        </w:rPr>
      </w:pPr>
      <w:bookmarkStart w:id="133" w:name="_Toc204704216"/>
      <w:r>
        <w:rPr>
          <w:rFonts w:ascii="AvenirNext LT Pro Cn" w:hAnsi="AvenirNext LT Pro Cn"/>
          <w:sz w:val="24"/>
          <w:szCs w:val="24"/>
        </w:rPr>
        <w:t>-</w:t>
      </w:r>
      <w:r w:rsidR="00727CA5" w:rsidRPr="00C26722">
        <w:rPr>
          <w:rFonts w:ascii="AvenirNext LT Pro Cn" w:hAnsi="AvenirNext LT Pro Cn"/>
          <w:sz w:val="24"/>
          <w:szCs w:val="24"/>
        </w:rPr>
        <w:t>Support technique</w:t>
      </w:r>
      <w:bookmarkEnd w:id="133"/>
    </w:p>
    <w:p w14:paraId="62F58A35" w14:textId="03C717AB" w:rsidR="00727CA5" w:rsidRPr="00C26722" w:rsidRDefault="00727CA5" w:rsidP="00727CA5">
      <w:pPr>
        <w:rPr>
          <w:bCs/>
          <w:sz w:val="24"/>
          <w:szCs w:val="24"/>
        </w:rPr>
      </w:pPr>
      <w:r w:rsidRPr="00C26722">
        <w:rPr>
          <w:bCs/>
          <w:sz w:val="24"/>
          <w:szCs w:val="24"/>
        </w:rPr>
        <w:t xml:space="preserve">La garantie et la maintenance incluent un support technique (y compris sur les logiciels) gratuit et illimité pendant les jours ouvrés durant toute la période de garantie et/ou de maintenance des équipements. </w:t>
      </w:r>
    </w:p>
    <w:p w14:paraId="00C40513" w14:textId="77777777" w:rsidR="00727CA5" w:rsidRPr="00C26722" w:rsidRDefault="00727CA5" w:rsidP="00727CA5">
      <w:pPr>
        <w:rPr>
          <w:bCs/>
          <w:sz w:val="24"/>
          <w:szCs w:val="24"/>
        </w:rPr>
      </w:pPr>
      <w:r w:rsidRPr="00C26722">
        <w:rPr>
          <w:bCs/>
          <w:sz w:val="24"/>
          <w:szCs w:val="24"/>
        </w:rPr>
        <w:t xml:space="preserve">Le support téléphonique est accessible par téléphone (appel non surtaxé) et par courriel. </w:t>
      </w:r>
    </w:p>
    <w:p w14:paraId="7B035A01" w14:textId="77777777" w:rsidR="00727CA5" w:rsidRPr="00C26722" w:rsidRDefault="00727CA5" w:rsidP="00727CA5">
      <w:pPr>
        <w:rPr>
          <w:bCs/>
          <w:sz w:val="24"/>
          <w:szCs w:val="24"/>
        </w:rPr>
      </w:pPr>
      <w:r w:rsidRPr="00C26722">
        <w:rPr>
          <w:bCs/>
          <w:sz w:val="24"/>
          <w:szCs w:val="24"/>
        </w:rPr>
        <w:t>Le titulaire s’engage sur un délai de réponse inférieur à :</w:t>
      </w:r>
    </w:p>
    <w:p w14:paraId="4AA0C9BB" w14:textId="77777777" w:rsidR="00727CA5" w:rsidRPr="00C26722" w:rsidRDefault="00727CA5" w:rsidP="003946F1">
      <w:pPr>
        <w:pStyle w:val="Paragraphedeliste"/>
        <w:numPr>
          <w:ilvl w:val="0"/>
          <w:numId w:val="15"/>
        </w:numPr>
        <w:spacing w:before="0" w:after="0"/>
        <w:ind w:left="714" w:hanging="357"/>
        <w:rPr>
          <w:bCs/>
          <w:sz w:val="24"/>
          <w:szCs w:val="24"/>
        </w:rPr>
      </w:pPr>
      <w:r w:rsidRPr="00C26722">
        <w:rPr>
          <w:bCs/>
          <w:sz w:val="24"/>
          <w:szCs w:val="24"/>
        </w:rPr>
        <w:t>24H ouvrées en cas de panne</w:t>
      </w:r>
    </w:p>
    <w:p w14:paraId="1567E992" w14:textId="64516765" w:rsidR="00727CA5" w:rsidRPr="00C26722" w:rsidRDefault="00727CA5" w:rsidP="003946F1">
      <w:pPr>
        <w:pStyle w:val="Paragraphedeliste"/>
        <w:numPr>
          <w:ilvl w:val="0"/>
          <w:numId w:val="15"/>
        </w:numPr>
        <w:spacing w:before="60" w:after="0"/>
        <w:ind w:left="714" w:hanging="357"/>
        <w:rPr>
          <w:bCs/>
          <w:sz w:val="24"/>
          <w:szCs w:val="24"/>
        </w:rPr>
      </w:pPr>
      <w:r w:rsidRPr="00C26722">
        <w:rPr>
          <w:bCs/>
          <w:sz w:val="24"/>
          <w:szCs w:val="24"/>
        </w:rPr>
        <w:t>72h ouvrées hors cas de panne.</w:t>
      </w:r>
    </w:p>
    <w:p w14:paraId="21F8826F" w14:textId="59C1F038" w:rsidR="00727CA5" w:rsidRPr="00C26722" w:rsidRDefault="00727CA5" w:rsidP="00727CA5">
      <w:pPr>
        <w:spacing w:before="60" w:after="0"/>
        <w:rPr>
          <w:bCs/>
          <w:sz w:val="24"/>
          <w:szCs w:val="24"/>
        </w:rPr>
      </w:pPr>
      <w:r w:rsidRPr="00C26722">
        <w:rPr>
          <w:bCs/>
          <w:sz w:val="24"/>
          <w:szCs w:val="24"/>
        </w:rPr>
        <w:t>Les autres engagements du titulaire concernant le support technique figurent dans son offre.</w:t>
      </w:r>
    </w:p>
    <w:p w14:paraId="4216880B" w14:textId="77777777" w:rsidR="00CC5CE8" w:rsidRPr="00C26722" w:rsidRDefault="003E1C48" w:rsidP="003E1C48">
      <w:pPr>
        <w:keepNext/>
        <w:spacing w:before="240" w:after="240"/>
        <w:ind w:firstLine="1559"/>
        <w:outlineLvl w:val="1"/>
        <w:rPr>
          <w:rFonts w:cs="Arial"/>
          <w:i/>
          <w:iCs/>
          <w:color w:val="00A6A3"/>
          <w:sz w:val="24"/>
          <w:szCs w:val="24"/>
        </w:rPr>
      </w:pPr>
      <w:bookmarkStart w:id="134" w:name="_Toc204704217"/>
      <w:r w:rsidRPr="00C26722">
        <w:rPr>
          <w:rFonts w:cs="Arial"/>
          <w:i/>
          <w:iCs/>
          <w:color w:val="00A6A3"/>
          <w:sz w:val="24"/>
          <w:szCs w:val="24"/>
        </w:rPr>
        <w:t xml:space="preserve">11.2.1 - </w:t>
      </w:r>
      <w:r w:rsidR="00CC5CE8" w:rsidRPr="00C26722">
        <w:rPr>
          <w:rFonts w:cs="Arial"/>
          <w:i/>
          <w:iCs/>
          <w:color w:val="00A6A3"/>
          <w:sz w:val="24"/>
          <w:szCs w:val="24"/>
        </w:rPr>
        <w:t>Logiciels de pilotage et de traitement des données</w:t>
      </w:r>
      <w:bookmarkEnd w:id="134"/>
    </w:p>
    <w:p w14:paraId="756DDB52" w14:textId="72626D05" w:rsidR="00E1299C" w:rsidRPr="00C26722" w:rsidRDefault="00727CA5" w:rsidP="00E1299C">
      <w:pPr>
        <w:rPr>
          <w:sz w:val="24"/>
          <w:szCs w:val="24"/>
        </w:rPr>
      </w:pPr>
      <w:r w:rsidRPr="00C26722">
        <w:rPr>
          <w:sz w:val="24"/>
          <w:szCs w:val="24"/>
        </w:rPr>
        <w:t>La garantie et/ou la maintenance incluent</w:t>
      </w:r>
      <w:r w:rsidR="00E1299C" w:rsidRPr="00C26722">
        <w:rPr>
          <w:sz w:val="24"/>
          <w:szCs w:val="24"/>
        </w:rPr>
        <w:t xml:space="preserve"> au minimum : </w:t>
      </w:r>
    </w:p>
    <w:p w14:paraId="1283C404" w14:textId="77777777" w:rsidR="00E1299C" w:rsidRPr="00C26722" w:rsidRDefault="00E1299C" w:rsidP="003946F1">
      <w:pPr>
        <w:pStyle w:val="Paragraphedeliste"/>
        <w:numPr>
          <w:ilvl w:val="0"/>
          <w:numId w:val="8"/>
        </w:numPr>
        <w:rPr>
          <w:sz w:val="24"/>
          <w:szCs w:val="24"/>
        </w:rPr>
      </w:pPr>
      <w:r w:rsidRPr="00C26722">
        <w:rPr>
          <w:sz w:val="24"/>
          <w:szCs w:val="24"/>
        </w:rPr>
        <w:t xml:space="preserve">les mises à jour et changements de version des logiciels de pilotage, </w:t>
      </w:r>
    </w:p>
    <w:p w14:paraId="64037E3B" w14:textId="2422FCCB" w:rsidR="00E1299C" w:rsidRPr="00C26722" w:rsidRDefault="00E1299C" w:rsidP="003946F1">
      <w:pPr>
        <w:pStyle w:val="Paragraphedeliste"/>
        <w:numPr>
          <w:ilvl w:val="0"/>
          <w:numId w:val="8"/>
        </w:numPr>
        <w:rPr>
          <w:sz w:val="24"/>
          <w:szCs w:val="24"/>
        </w:rPr>
      </w:pPr>
      <w:r w:rsidRPr="00C26722">
        <w:rPr>
          <w:sz w:val="24"/>
          <w:szCs w:val="24"/>
        </w:rPr>
        <w:t>les mises à jour des logiciels de traitement des données</w:t>
      </w:r>
      <w:r w:rsidR="00727CA5" w:rsidRPr="00C26722">
        <w:rPr>
          <w:sz w:val="24"/>
          <w:szCs w:val="24"/>
        </w:rPr>
        <w:t xml:space="preserve"> gratuites pendant une durée de 24 mois minimum</w:t>
      </w:r>
      <w:r w:rsidRPr="00C26722">
        <w:rPr>
          <w:sz w:val="24"/>
          <w:szCs w:val="24"/>
        </w:rPr>
        <w:t>.</w:t>
      </w:r>
    </w:p>
    <w:p w14:paraId="750E80C9" w14:textId="77777777" w:rsidR="00E1299C" w:rsidRPr="00C26722" w:rsidRDefault="00E1299C" w:rsidP="009E36D1">
      <w:pPr>
        <w:rPr>
          <w:sz w:val="24"/>
          <w:szCs w:val="24"/>
        </w:rPr>
      </w:pPr>
      <w:r w:rsidRPr="00C26722">
        <w:rPr>
          <w:sz w:val="24"/>
          <w:szCs w:val="24"/>
        </w:rPr>
        <w:t xml:space="preserve">La mise à jour s’entend comme une évolution dans une même version du logiciel (passage d’une version </w:t>
      </w:r>
      <w:r w:rsidR="00FA5961" w:rsidRPr="00C26722">
        <w:rPr>
          <w:sz w:val="24"/>
          <w:szCs w:val="24"/>
        </w:rPr>
        <w:t>3</w:t>
      </w:r>
      <w:r w:rsidRPr="00C26722">
        <w:rPr>
          <w:sz w:val="24"/>
          <w:szCs w:val="24"/>
        </w:rPr>
        <w:t xml:space="preserve">.0 à </w:t>
      </w:r>
      <w:r w:rsidR="00FA5961" w:rsidRPr="00C26722">
        <w:rPr>
          <w:sz w:val="24"/>
          <w:szCs w:val="24"/>
        </w:rPr>
        <w:t>3</w:t>
      </w:r>
      <w:r w:rsidRPr="00C26722">
        <w:rPr>
          <w:sz w:val="24"/>
          <w:szCs w:val="24"/>
        </w:rPr>
        <w:t>.1 par exemple).</w:t>
      </w:r>
    </w:p>
    <w:p w14:paraId="486F99AD" w14:textId="77777777" w:rsidR="00E1299C" w:rsidRPr="00C26722" w:rsidRDefault="00E1299C" w:rsidP="00E1299C">
      <w:pPr>
        <w:rPr>
          <w:sz w:val="24"/>
          <w:szCs w:val="24"/>
        </w:rPr>
      </w:pPr>
      <w:r w:rsidRPr="00C26722">
        <w:rPr>
          <w:sz w:val="24"/>
          <w:szCs w:val="24"/>
        </w:rPr>
        <w:t xml:space="preserve">Le changement de version s’entend comme le passage d’une version </w:t>
      </w:r>
      <w:r w:rsidR="00FA5961" w:rsidRPr="00C26722">
        <w:rPr>
          <w:sz w:val="24"/>
          <w:szCs w:val="24"/>
        </w:rPr>
        <w:t>3</w:t>
      </w:r>
      <w:r w:rsidRPr="00C26722">
        <w:rPr>
          <w:sz w:val="24"/>
          <w:szCs w:val="24"/>
        </w:rPr>
        <w:t xml:space="preserve">.1 à </w:t>
      </w:r>
      <w:r w:rsidR="00FA5961" w:rsidRPr="00C26722">
        <w:rPr>
          <w:sz w:val="24"/>
          <w:szCs w:val="24"/>
        </w:rPr>
        <w:t>4</w:t>
      </w:r>
      <w:r w:rsidRPr="00C26722">
        <w:rPr>
          <w:sz w:val="24"/>
          <w:szCs w:val="24"/>
        </w:rPr>
        <w:t>.0 par exemple.</w:t>
      </w:r>
    </w:p>
    <w:p w14:paraId="7C676905" w14:textId="574E7100" w:rsidR="00E1299C" w:rsidRPr="00C26722" w:rsidRDefault="00E1299C" w:rsidP="00E1299C">
      <w:pPr>
        <w:rPr>
          <w:sz w:val="24"/>
          <w:szCs w:val="24"/>
        </w:rPr>
      </w:pPr>
      <w:r w:rsidRPr="00C26722">
        <w:rPr>
          <w:sz w:val="24"/>
          <w:szCs w:val="24"/>
        </w:rPr>
        <w:t xml:space="preserve">La compatibilité entre les logiciels de pilotage et de traitement des données doit être assurée. </w:t>
      </w:r>
    </w:p>
    <w:p w14:paraId="7751EF27" w14:textId="6336CBDD" w:rsidR="00216003" w:rsidRPr="00C26722" w:rsidRDefault="00216003" w:rsidP="00E1299C">
      <w:pPr>
        <w:rPr>
          <w:sz w:val="24"/>
          <w:szCs w:val="24"/>
        </w:rPr>
      </w:pPr>
      <w:r w:rsidRPr="00C26722">
        <w:rPr>
          <w:sz w:val="24"/>
          <w:szCs w:val="24"/>
        </w:rPr>
        <w:t>Le titulaire doit permettre l’enregistrement des données récoltées sous un format d’échange de données.</w:t>
      </w:r>
    </w:p>
    <w:p w14:paraId="4837BB78" w14:textId="57D76038" w:rsidR="00216003" w:rsidRPr="00C26722" w:rsidRDefault="00216003" w:rsidP="00E1299C">
      <w:pPr>
        <w:rPr>
          <w:sz w:val="24"/>
          <w:szCs w:val="24"/>
        </w:rPr>
      </w:pPr>
      <w:r w:rsidRPr="00C26722">
        <w:rPr>
          <w:sz w:val="24"/>
          <w:szCs w:val="24"/>
        </w:rPr>
        <w:t>Les autres engagements du titulaire concernant les logiciels figurent dans son offre.</w:t>
      </w:r>
    </w:p>
    <w:p w14:paraId="7C931D35" w14:textId="77777777" w:rsidR="00FE23EE" w:rsidRPr="00C26722" w:rsidRDefault="00FE23EE" w:rsidP="00E1299C">
      <w:pPr>
        <w:rPr>
          <w:sz w:val="24"/>
          <w:szCs w:val="24"/>
        </w:rPr>
      </w:pPr>
    </w:p>
    <w:p w14:paraId="306FB911" w14:textId="6E097928" w:rsidR="00E1299C" w:rsidRPr="00C26722" w:rsidRDefault="003E1C48" w:rsidP="003E1C48">
      <w:pPr>
        <w:keepNext/>
        <w:spacing w:before="240" w:after="240"/>
        <w:ind w:firstLine="1559"/>
        <w:outlineLvl w:val="1"/>
        <w:rPr>
          <w:rFonts w:cs="Arial"/>
          <w:i/>
          <w:iCs/>
          <w:color w:val="00A6A3"/>
          <w:sz w:val="24"/>
          <w:szCs w:val="24"/>
        </w:rPr>
      </w:pPr>
      <w:bookmarkStart w:id="135" w:name="_Toc204704218"/>
      <w:r w:rsidRPr="00C26722">
        <w:rPr>
          <w:rFonts w:cs="Arial"/>
          <w:i/>
          <w:iCs/>
          <w:color w:val="00A6A3"/>
          <w:sz w:val="24"/>
          <w:szCs w:val="24"/>
        </w:rPr>
        <w:t>11.2.</w:t>
      </w:r>
      <w:r w:rsidR="00216003" w:rsidRPr="00C26722">
        <w:rPr>
          <w:rFonts w:cs="Arial"/>
          <w:i/>
          <w:iCs/>
          <w:color w:val="00A6A3"/>
          <w:sz w:val="24"/>
          <w:szCs w:val="24"/>
        </w:rPr>
        <w:t>2</w:t>
      </w:r>
      <w:r w:rsidRPr="00C26722">
        <w:rPr>
          <w:rFonts w:cs="Arial"/>
          <w:i/>
          <w:iCs/>
          <w:color w:val="00A6A3"/>
          <w:sz w:val="24"/>
          <w:szCs w:val="24"/>
        </w:rPr>
        <w:t xml:space="preserve"> - </w:t>
      </w:r>
      <w:r w:rsidR="00E1299C" w:rsidRPr="00C26722">
        <w:rPr>
          <w:rFonts w:cs="Arial"/>
          <w:i/>
          <w:iCs/>
          <w:color w:val="00A6A3"/>
          <w:sz w:val="24"/>
          <w:szCs w:val="24"/>
        </w:rPr>
        <w:t>Délais d’intervention en cas de panne</w:t>
      </w:r>
      <w:bookmarkEnd w:id="135"/>
    </w:p>
    <w:p w14:paraId="491B9C4A" w14:textId="2E239392" w:rsidR="00E1299C" w:rsidRPr="00C26722" w:rsidRDefault="00E1299C" w:rsidP="00E1299C">
      <w:pPr>
        <w:rPr>
          <w:bCs/>
          <w:sz w:val="24"/>
          <w:szCs w:val="24"/>
        </w:rPr>
      </w:pPr>
      <w:r w:rsidRPr="00C26722">
        <w:rPr>
          <w:bCs/>
          <w:sz w:val="24"/>
          <w:szCs w:val="24"/>
        </w:rPr>
        <w:t>Pendant toute la période de garantie</w:t>
      </w:r>
      <w:r w:rsidR="00FE23EE" w:rsidRPr="00C26722">
        <w:rPr>
          <w:bCs/>
          <w:sz w:val="24"/>
          <w:szCs w:val="24"/>
        </w:rPr>
        <w:t xml:space="preserve"> et/ou de maintenance</w:t>
      </w:r>
      <w:r w:rsidRPr="00C26722">
        <w:rPr>
          <w:bCs/>
          <w:sz w:val="24"/>
          <w:szCs w:val="24"/>
        </w:rPr>
        <w:t xml:space="preserve">, le titulaire a une obligation de résultat concernant le respect des délais d’intervention sur site en cas de panne </w:t>
      </w:r>
      <w:r w:rsidR="00C83BB5" w:rsidRPr="00C26722">
        <w:rPr>
          <w:bCs/>
          <w:sz w:val="24"/>
          <w:szCs w:val="24"/>
        </w:rPr>
        <w:t xml:space="preserve">du ou </w:t>
      </w:r>
      <w:r w:rsidRPr="00C26722">
        <w:rPr>
          <w:bCs/>
          <w:sz w:val="24"/>
          <w:szCs w:val="24"/>
        </w:rPr>
        <w:t xml:space="preserve">des </w:t>
      </w:r>
      <w:r w:rsidR="00C83BB5" w:rsidRPr="00C26722">
        <w:rPr>
          <w:bCs/>
          <w:sz w:val="24"/>
          <w:szCs w:val="24"/>
        </w:rPr>
        <w:t>équipement</w:t>
      </w:r>
      <w:r w:rsidRPr="00C26722">
        <w:rPr>
          <w:bCs/>
          <w:sz w:val="24"/>
          <w:szCs w:val="24"/>
        </w:rPr>
        <w:t xml:space="preserve">s achetés en application du présent </w:t>
      </w:r>
      <w:r w:rsidR="00CC5CE8" w:rsidRPr="00C26722">
        <w:rPr>
          <w:bCs/>
          <w:sz w:val="24"/>
          <w:szCs w:val="24"/>
        </w:rPr>
        <w:t>marché</w:t>
      </w:r>
      <w:r w:rsidRPr="00C26722">
        <w:rPr>
          <w:bCs/>
          <w:sz w:val="24"/>
          <w:szCs w:val="24"/>
        </w:rPr>
        <w:t>.</w:t>
      </w:r>
    </w:p>
    <w:p w14:paraId="25E11C7C" w14:textId="78DF38C6" w:rsidR="00FE23EE" w:rsidRPr="00C26722" w:rsidRDefault="00FE23EE" w:rsidP="00E1299C">
      <w:pPr>
        <w:rPr>
          <w:bCs/>
          <w:sz w:val="24"/>
          <w:szCs w:val="24"/>
        </w:rPr>
      </w:pPr>
      <w:r w:rsidRPr="00C26722">
        <w:rPr>
          <w:sz w:val="24"/>
          <w:szCs w:val="24"/>
        </w:rPr>
        <w:t>Ce délai s’entend en jours calendaires à compter de la demande d’intervention. Il prend en compte la localisation du site d’implantation de l’instrument objet du présent marché. Ce délai est obligatoirement inférieur ou égal à 4 jours calendaires</w:t>
      </w:r>
    </w:p>
    <w:p w14:paraId="2C9C3F28" w14:textId="4DB121AD" w:rsidR="00E1299C" w:rsidRPr="00C26722" w:rsidRDefault="00E1299C" w:rsidP="00FE23EE">
      <w:pPr>
        <w:rPr>
          <w:bCs/>
          <w:sz w:val="24"/>
          <w:szCs w:val="24"/>
        </w:rPr>
      </w:pPr>
      <w:r w:rsidRPr="00C26722">
        <w:rPr>
          <w:bCs/>
          <w:sz w:val="24"/>
          <w:szCs w:val="24"/>
        </w:rPr>
        <w:t xml:space="preserve">La demande d’intervention par le représentant </w:t>
      </w:r>
      <w:r w:rsidR="00CC5CE8" w:rsidRPr="00C26722">
        <w:rPr>
          <w:bCs/>
          <w:sz w:val="24"/>
          <w:szCs w:val="24"/>
        </w:rPr>
        <w:t>d’INRAE</w:t>
      </w:r>
      <w:r w:rsidRPr="00C26722">
        <w:rPr>
          <w:bCs/>
          <w:sz w:val="24"/>
          <w:szCs w:val="24"/>
        </w:rPr>
        <w:t xml:space="preserve"> peut être effectuée par téléphone, confirmée par voie électronique.</w:t>
      </w:r>
    </w:p>
    <w:p w14:paraId="012FB621" w14:textId="77777777" w:rsidR="00E1299C" w:rsidRPr="00C26722" w:rsidRDefault="00E1299C" w:rsidP="003946F1">
      <w:pPr>
        <w:pStyle w:val="Paragraphedeliste"/>
        <w:numPr>
          <w:ilvl w:val="0"/>
          <w:numId w:val="9"/>
        </w:numPr>
        <w:rPr>
          <w:bCs/>
          <w:sz w:val="24"/>
          <w:szCs w:val="24"/>
        </w:rPr>
      </w:pPr>
      <w:r w:rsidRPr="00C26722">
        <w:rPr>
          <w:bCs/>
          <w:sz w:val="24"/>
          <w:szCs w:val="24"/>
        </w:rPr>
        <w:t>L’enregistrement de la demande d’intervention doit faire l’objet d’une confirmation écrite (courriel) par le titulaire.</w:t>
      </w:r>
    </w:p>
    <w:p w14:paraId="1E6AC63D" w14:textId="77777777" w:rsidR="00E1299C" w:rsidRPr="00C26722" w:rsidRDefault="00E1299C" w:rsidP="003946F1">
      <w:pPr>
        <w:pStyle w:val="Paragraphedeliste"/>
        <w:numPr>
          <w:ilvl w:val="0"/>
          <w:numId w:val="9"/>
        </w:numPr>
        <w:rPr>
          <w:bCs/>
          <w:sz w:val="24"/>
          <w:szCs w:val="24"/>
        </w:rPr>
      </w:pPr>
      <w:r w:rsidRPr="00C26722">
        <w:rPr>
          <w:bCs/>
          <w:sz w:val="24"/>
          <w:szCs w:val="24"/>
        </w:rPr>
        <w:t xml:space="preserve">Le délai d’intervention commence dès l’enregistrement de la demande d’intervention du représentant </w:t>
      </w:r>
      <w:r w:rsidR="00967103" w:rsidRPr="00C26722">
        <w:rPr>
          <w:bCs/>
          <w:sz w:val="24"/>
          <w:szCs w:val="24"/>
        </w:rPr>
        <w:t xml:space="preserve">d’INRAE </w:t>
      </w:r>
      <w:r w:rsidRPr="00C26722">
        <w:rPr>
          <w:bCs/>
          <w:sz w:val="24"/>
          <w:szCs w:val="24"/>
        </w:rPr>
        <w:t>par le titulaire.</w:t>
      </w:r>
    </w:p>
    <w:p w14:paraId="0143D91F" w14:textId="77777777" w:rsidR="00E1299C" w:rsidRPr="00C26722" w:rsidRDefault="00E1299C" w:rsidP="00E1299C">
      <w:pPr>
        <w:rPr>
          <w:bCs/>
          <w:sz w:val="24"/>
          <w:szCs w:val="24"/>
        </w:rPr>
      </w:pPr>
      <w:r w:rsidRPr="00C26722">
        <w:rPr>
          <w:bCs/>
          <w:sz w:val="24"/>
          <w:szCs w:val="24"/>
        </w:rPr>
        <w:t xml:space="preserve">Dans le cas du non-respect de ce délai, le titulaire encourt une pénalité telle que décrite à l’article </w:t>
      </w:r>
      <w:r w:rsidR="00967103" w:rsidRPr="00C26722">
        <w:rPr>
          <w:bCs/>
          <w:sz w:val="24"/>
          <w:szCs w:val="24"/>
        </w:rPr>
        <w:t xml:space="preserve">9.2 </w:t>
      </w:r>
      <w:r w:rsidRPr="00C26722">
        <w:rPr>
          <w:bCs/>
          <w:sz w:val="24"/>
          <w:szCs w:val="24"/>
        </w:rPr>
        <w:t xml:space="preserve">du présent </w:t>
      </w:r>
      <w:r w:rsidR="00967103" w:rsidRPr="00C26722">
        <w:rPr>
          <w:bCs/>
          <w:sz w:val="24"/>
          <w:szCs w:val="24"/>
        </w:rPr>
        <w:t>AE</w:t>
      </w:r>
      <w:r w:rsidRPr="00C26722">
        <w:rPr>
          <w:bCs/>
          <w:sz w:val="24"/>
          <w:szCs w:val="24"/>
        </w:rPr>
        <w:t>CCP.</w:t>
      </w:r>
    </w:p>
    <w:p w14:paraId="22ED39C4" w14:textId="4799644C" w:rsidR="00E1299C" w:rsidRPr="00C26722" w:rsidRDefault="003E1C48" w:rsidP="003E1C48">
      <w:pPr>
        <w:keepNext/>
        <w:spacing w:before="240" w:after="240"/>
        <w:ind w:firstLine="1559"/>
        <w:outlineLvl w:val="1"/>
        <w:rPr>
          <w:rFonts w:cs="Arial"/>
          <w:i/>
          <w:iCs/>
          <w:color w:val="00A6A3"/>
          <w:sz w:val="24"/>
          <w:szCs w:val="24"/>
        </w:rPr>
      </w:pPr>
      <w:bookmarkStart w:id="136" w:name="_Toc204704219"/>
      <w:r w:rsidRPr="00C26722">
        <w:rPr>
          <w:rFonts w:cs="Arial"/>
          <w:i/>
          <w:iCs/>
          <w:color w:val="00A6A3"/>
          <w:sz w:val="24"/>
          <w:szCs w:val="24"/>
        </w:rPr>
        <w:t>11.2.</w:t>
      </w:r>
      <w:r w:rsidR="007E6DC3" w:rsidRPr="00C26722">
        <w:rPr>
          <w:rFonts w:cs="Arial"/>
          <w:i/>
          <w:iCs/>
          <w:color w:val="00A6A3"/>
          <w:sz w:val="24"/>
          <w:szCs w:val="24"/>
        </w:rPr>
        <w:t>3</w:t>
      </w:r>
      <w:r w:rsidRPr="00C26722">
        <w:rPr>
          <w:rFonts w:cs="Arial"/>
          <w:i/>
          <w:iCs/>
          <w:color w:val="00A6A3"/>
          <w:sz w:val="24"/>
          <w:szCs w:val="24"/>
        </w:rPr>
        <w:t xml:space="preserve"> - </w:t>
      </w:r>
      <w:r w:rsidR="00E1299C" w:rsidRPr="00C26722">
        <w:rPr>
          <w:rFonts w:cs="Arial"/>
          <w:i/>
          <w:iCs/>
          <w:color w:val="00A6A3"/>
          <w:sz w:val="24"/>
          <w:szCs w:val="24"/>
        </w:rPr>
        <w:t>Délais de mise au point ou de réparation en cas de panne</w:t>
      </w:r>
      <w:bookmarkEnd w:id="136"/>
    </w:p>
    <w:p w14:paraId="01CDD895" w14:textId="5FD27219" w:rsidR="00E1299C" w:rsidRPr="00C26722" w:rsidRDefault="00E1299C" w:rsidP="00251F30">
      <w:pPr>
        <w:rPr>
          <w:sz w:val="24"/>
          <w:szCs w:val="24"/>
        </w:rPr>
      </w:pPr>
      <w:r w:rsidRPr="00C26722">
        <w:rPr>
          <w:sz w:val="24"/>
          <w:szCs w:val="24"/>
        </w:rPr>
        <w:t>Pendant toute la période de garantie</w:t>
      </w:r>
      <w:r w:rsidR="00326D41" w:rsidRPr="00C26722">
        <w:rPr>
          <w:bCs/>
          <w:sz w:val="24"/>
          <w:szCs w:val="24"/>
        </w:rPr>
        <w:t xml:space="preserve"> et/ou de maintenance</w:t>
      </w:r>
      <w:r w:rsidRPr="00C26722">
        <w:rPr>
          <w:sz w:val="24"/>
          <w:szCs w:val="24"/>
        </w:rPr>
        <w:t xml:space="preserve">, le titulaire a une obligation de résultat et de délai concernant la remise en état de fonctionnement opérationnel de </w:t>
      </w:r>
      <w:r w:rsidR="00CC5CE8" w:rsidRPr="00C26722">
        <w:rPr>
          <w:sz w:val="24"/>
          <w:szCs w:val="24"/>
        </w:rPr>
        <w:t xml:space="preserve">l’équipement </w:t>
      </w:r>
      <w:r w:rsidRPr="00C26722">
        <w:rPr>
          <w:sz w:val="24"/>
          <w:szCs w:val="24"/>
        </w:rPr>
        <w:t>en conformité avec les performances techniques et fonctionnelles prévues dans le marché.</w:t>
      </w:r>
    </w:p>
    <w:p w14:paraId="50FA6E38" w14:textId="77777777" w:rsidR="00E1299C" w:rsidRPr="00C26722" w:rsidRDefault="00E1299C" w:rsidP="00251F30">
      <w:pPr>
        <w:rPr>
          <w:sz w:val="24"/>
          <w:szCs w:val="24"/>
        </w:rPr>
      </w:pPr>
      <w:r w:rsidRPr="00C26722">
        <w:rPr>
          <w:sz w:val="24"/>
          <w:szCs w:val="24"/>
        </w:rPr>
        <w:t xml:space="preserve">Conformément aux stipulations de l’article </w:t>
      </w:r>
      <w:r w:rsidR="00D869CD" w:rsidRPr="00C26722">
        <w:rPr>
          <w:sz w:val="24"/>
          <w:szCs w:val="24"/>
        </w:rPr>
        <w:t>33.3</w:t>
      </w:r>
      <w:r w:rsidRPr="00C26722">
        <w:rPr>
          <w:sz w:val="24"/>
          <w:szCs w:val="24"/>
        </w:rPr>
        <w:t xml:space="preserve"> du CCAG</w:t>
      </w:r>
      <w:r w:rsidR="00CC5CE8" w:rsidRPr="00C26722">
        <w:rPr>
          <w:sz w:val="24"/>
          <w:szCs w:val="24"/>
        </w:rPr>
        <w:t>-</w:t>
      </w:r>
      <w:r w:rsidRPr="00C26722">
        <w:rPr>
          <w:sz w:val="24"/>
          <w:szCs w:val="24"/>
        </w:rPr>
        <w:t xml:space="preserve">FCS, le délai dont dispose le titulaire pour effectuer une mise au point ou une réparation qui lui est demandée est celui qui est fixé par décision </w:t>
      </w:r>
      <w:r w:rsidR="007F74B9" w:rsidRPr="00C26722">
        <w:rPr>
          <w:sz w:val="24"/>
          <w:szCs w:val="24"/>
        </w:rPr>
        <w:t>d’INRAE</w:t>
      </w:r>
      <w:r w:rsidRPr="00C26722">
        <w:rPr>
          <w:sz w:val="24"/>
          <w:szCs w:val="24"/>
        </w:rPr>
        <w:t xml:space="preserve">, après consultation du titulaire. </w:t>
      </w:r>
    </w:p>
    <w:p w14:paraId="32634CFD" w14:textId="77777777" w:rsidR="00E1299C" w:rsidRPr="00C26722" w:rsidRDefault="00E1299C" w:rsidP="00251F30">
      <w:pPr>
        <w:rPr>
          <w:sz w:val="24"/>
          <w:szCs w:val="24"/>
        </w:rPr>
      </w:pPr>
      <w:r w:rsidRPr="00C26722">
        <w:rPr>
          <w:sz w:val="24"/>
          <w:szCs w:val="24"/>
        </w:rPr>
        <w:t xml:space="preserve">Sauf décision écrite expresse </w:t>
      </w:r>
      <w:r w:rsidR="007F74B9" w:rsidRPr="00C26722">
        <w:rPr>
          <w:sz w:val="24"/>
          <w:szCs w:val="24"/>
        </w:rPr>
        <w:t>d’INRAE</w:t>
      </w:r>
      <w:r w:rsidRPr="00C26722">
        <w:rPr>
          <w:sz w:val="24"/>
          <w:szCs w:val="24"/>
        </w:rPr>
        <w:t>, ce délai est inférieur au délai figurant dans le tableau ci-dessous.</w:t>
      </w:r>
    </w:p>
    <w:p w14:paraId="268D4CF2" w14:textId="77777777" w:rsidR="00E1299C" w:rsidRPr="00C26722" w:rsidRDefault="00E1299C" w:rsidP="00251F30">
      <w:pPr>
        <w:rPr>
          <w:sz w:val="24"/>
          <w:szCs w:val="24"/>
        </w:rPr>
      </w:pPr>
      <w:r w:rsidRPr="00C26722">
        <w:rPr>
          <w:sz w:val="24"/>
          <w:szCs w:val="24"/>
        </w:rPr>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B7002F" w:rsidRPr="00C26722" w14:paraId="539290D4" w14:textId="77777777" w:rsidTr="00FE7F6E">
        <w:tc>
          <w:tcPr>
            <w:tcW w:w="4442" w:type="dxa"/>
          </w:tcPr>
          <w:p w14:paraId="0BBBA812" w14:textId="77777777" w:rsidR="00B7002F" w:rsidRPr="00C26722" w:rsidRDefault="00B7002F" w:rsidP="00FE7F6E">
            <w:pPr>
              <w:rPr>
                <w:rFonts w:cs="Arial"/>
                <w:b/>
                <w:sz w:val="24"/>
                <w:szCs w:val="24"/>
              </w:rPr>
            </w:pPr>
            <w:r w:rsidRPr="00C26722">
              <w:rPr>
                <w:rFonts w:cs="Arial"/>
                <w:b/>
                <w:sz w:val="24"/>
                <w:szCs w:val="24"/>
              </w:rPr>
              <w:t>Catégorie d’équipement / type pannes</w:t>
            </w:r>
          </w:p>
        </w:tc>
        <w:tc>
          <w:tcPr>
            <w:tcW w:w="3701" w:type="dxa"/>
          </w:tcPr>
          <w:p w14:paraId="392B7775" w14:textId="77777777" w:rsidR="00B7002F" w:rsidRPr="00C26722" w:rsidRDefault="00B7002F" w:rsidP="00AD1B16">
            <w:pPr>
              <w:rPr>
                <w:rFonts w:cs="Arial"/>
                <w:b/>
                <w:sz w:val="24"/>
                <w:szCs w:val="24"/>
              </w:rPr>
            </w:pPr>
            <w:r w:rsidRPr="00C26722">
              <w:rPr>
                <w:rFonts w:cs="Arial"/>
                <w:b/>
                <w:sz w:val="24"/>
                <w:szCs w:val="24"/>
              </w:rPr>
              <w:t>Délai maximum pour effectuer une mise au point ou une réparation (en jours calendaires)</w:t>
            </w:r>
          </w:p>
        </w:tc>
      </w:tr>
      <w:tr w:rsidR="00326D41" w:rsidRPr="00C26722" w14:paraId="00C0B11B" w14:textId="77777777" w:rsidTr="00FE7F6E">
        <w:tc>
          <w:tcPr>
            <w:tcW w:w="4442" w:type="dxa"/>
          </w:tcPr>
          <w:p w14:paraId="28027A3F" w14:textId="2A6C903B" w:rsidR="00326D41" w:rsidRPr="00C26722" w:rsidRDefault="00326D41" w:rsidP="00AD1B16">
            <w:pPr>
              <w:rPr>
                <w:rFonts w:cs="Arial"/>
                <w:sz w:val="24"/>
                <w:szCs w:val="24"/>
              </w:rPr>
            </w:pPr>
            <w:r w:rsidRPr="00C26722">
              <w:rPr>
                <w:rFonts w:cs="Arial"/>
                <w:sz w:val="24"/>
                <w:szCs w:val="24"/>
              </w:rPr>
              <w:t>Equipement acquis</w:t>
            </w:r>
          </w:p>
        </w:tc>
        <w:tc>
          <w:tcPr>
            <w:tcW w:w="3701" w:type="dxa"/>
          </w:tcPr>
          <w:p w14:paraId="02187EAF" w14:textId="0A39B6D7" w:rsidR="00326D41" w:rsidRPr="00C26722" w:rsidRDefault="00326D41" w:rsidP="00D869CD">
            <w:pPr>
              <w:jc w:val="center"/>
              <w:rPr>
                <w:rFonts w:cs="Arial"/>
                <w:sz w:val="24"/>
                <w:szCs w:val="24"/>
              </w:rPr>
            </w:pPr>
            <w:r w:rsidRPr="00C26722">
              <w:rPr>
                <w:rFonts w:cs="Arial"/>
                <w:sz w:val="24"/>
                <w:szCs w:val="24"/>
              </w:rPr>
              <w:t>10 / 20 jours</w:t>
            </w:r>
          </w:p>
        </w:tc>
      </w:tr>
      <w:tr w:rsidR="00B7002F" w:rsidRPr="00C26722" w14:paraId="6A1F10A2" w14:textId="77777777" w:rsidTr="00FE7F6E">
        <w:tc>
          <w:tcPr>
            <w:tcW w:w="4442" w:type="dxa"/>
          </w:tcPr>
          <w:p w14:paraId="596108EB" w14:textId="77777777" w:rsidR="00B7002F" w:rsidRPr="00C26722" w:rsidRDefault="00B7002F" w:rsidP="00AD1B16">
            <w:pPr>
              <w:rPr>
                <w:rFonts w:cs="Arial"/>
                <w:sz w:val="24"/>
                <w:szCs w:val="24"/>
              </w:rPr>
            </w:pPr>
            <w:r w:rsidRPr="00C26722">
              <w:rPr>
                <w:rFonts w:cs="Arial"/>
                <w:sz w:val="24"/>
                <w:szCs w:val="24"/>
              </w:rPr>
              <w:t>Matériel informatique</w:t>
            </w:r>
          </w:p>
        </w:tc>
        <w:tc>
          <w:tcPr>
            <w:tcW w:w="3701" w:type="dxa"/>
          </w:tcPr>
          <w:p w14:paraId="7AA013A8" w14:textId="77777777" w:rsidR="00B7002F" w:rsidRPr="00C26722" w:rsidRDefault="00B7002F" w:rsidP="00D869CD">
            <w:pPr>
              <w:jc w:val="center"/>
              <w:rPr>
                <w:rFonts w:cs="Arial"/>
                <w:sz w:val="24"/>
                <w:szCs w:val="24"/>
              </w:rPr>
            </w:pPr>
            <w:r w:rsidRPr="00C26722">
              <w:rPr>
                <w:rFonts w:cs="Arial"/>
                <w:sz w:val="24"/>
                <w:szCs w:val="24"/>
              </w:rPr>
              <w:t>7</w:t>
            </w:r>
          </w:p>
        </w:tc>
      </w:tr>
      <w:tr w:rsidR="00B7002F" w:rsidRPr="00C26722" w14:paraId="7E02E0ED" w14:textId="77777777" w:rsidTr="00FE7F6E">
        <w:tc>
          <w:tcPr>
            <w:tcW w:w="4442" w:type="dxa"/>
          </w:tcPr>
          <w:p w14:paraId="44CE19C0" w14:textId="77777777" w:rsidR="00B7002F" w:rsidRPr="00C26722" w:rsidRDefault="00B7002F" w:rsidP="00AD1B16">
            <w:pPr>
              <w:rPr>
                <w:rFonts w:cs="Arial"/>
                <w:sz w:val="24"/>
                <w:szCs w:val="24"/>
              </w:rPr>
            </w:pPr>
            <w:r w:rsidRPr="00C26722">
              <w:rPr>
                <w:rFonts w:cs="Arial"/>
                <w:sz w:val="24"/>
                <w:szCs w:val="24"/>
              </w:rPr>
              <w:t>Autres pannes</w:t>
            </w:r>
          </w:p>
        </w:tc>
        <w:tc>
          <w:tcPr>
            <w:tcW w:w="3701" w:type="dxa"/>
          </w:tcPr>
          <w:p w14:paraId="31BEC11A" w14:textId="77777777" w:rsidR="00B7002F" w:rsidRPr="00C26722" w:rsidRDefault="00B7002F" w:rsidP="00D869CD">
            <w:pPr>
              <w:jc w:val="center"/>
              <w:rPr>
                <w:rFonts w:cs="Arial"/>
                <w:sz w:val="24"/>
                <w:szCs w:val="24"/>
              </w:rPr>
            </w:pPr>
            <w:r w:rsidRPr="00C26722">
              <w:rPr>
                <w:rFonts w:cs="Arial"/>
                <w:sz w:val="24"/>
                <w:szCs w:val="24"/>
              </w:rPr>
              <w:t>20</w:t>
            </w:r>
          </w:p>
        </w:tc>
      </w:tr>
    </w:tbl>
    <w:p w14:paraId="4F7BE62C" w14:textId="77777777" w:rsidR="00E1299C" w:rsidRPr="00C26722" w:rsidRDefault="00E1299C" w:rsidP="00FE7F6E">
      <w:pPr>
        <w:pStyle w:val="Corpsdetexte"/>
        <w:rPr>
          <w:rFonts w:cs="Arial"/>
          <w:sz w:val="24"/>
          <w:szCs w:val="24"/>
        </w:rPr>
      </w:pPr>
      <w:bookmarkStart w:id="137" w:name="_Toc337045491"/>
      <w:r w:rsidRPr="00C26722">
        <w:rPr>
          <w:rFonts w:cs="Arial"/>
          <w:sz w:val="24"/>
          <w:szCs w:val="24"/>
        </w:rPr>
        <w:t xml:space="preserve">Passé ce délai, le titulaire encourt des pénalités telles que fixées à l’article </w:t>
      </w:r>
      <w:r w:rsidR="00D869CD" w:rsidRPr="00C26722">
        <w:rPr>
          <w:rFonts w:cs="Arial"/>
          <w:sz w:val="24"/>
          <w:szCs w:val="24"/>
        </w:rPr>
        <w:t>9.2</w:t>
      </w:r>
      <w:r w:rsidRPr="00C26722">
        <w:rPr>
          <w:rFonts w:cs="Arial"/>
          <w:sz w:val="24"/>
          <w:szCs w:val="24"/>
        </w:rPr>
        <w:t xml:space="preserve"> du présent </w:t>
      </w:r>
      <w:r w:rsidR="00D869CD" w:rsidRPr="00C26722">
        <w:rPr>
          <w:rFonts w:cs="Arial"/>
          <w:sz w:val="24"/>
          <w:szCs w:val="24"/>
        </w:rPr>
        <w:t>AE</w:t>
      </w:r>
      <w:r w:rsidRPr="00C26722">
        <w:rPr>
          <w:rFonts w:cs="Arial"/>
          <w:sz w:val="24"/>
          <w:szCs w:val="24"/>
        </w:rPr>
        <w:t>CCP.</w:t>
      </w:r>
      <w:bookmarkEnd w:id="137"/>
    </w:p>
    <w:p w14:paraId="5F3A0C69" w14:textId="79D0E6B1" w:rsidR="00E1299C" w:rsidRPr="00C26722" w:rsidRDefault="00AF2305" w:rsidP="00AF2305">
      <w:pPr>
        <w:keepNext/>
        <w:spacing w:before="240" w:after="240"/>
        <w:ind w:firstLine="1559"/>
        <w:outlineLvl w:val="1"/>
        <w:rPr>
          <w:rFonts w:cs="Arial"/>
          <w:i/>
          <w:iCs/>
          <w:color w:val="00A6A3"/>
          <w:sz w:val="24"/>
          <w:szCs w:val="24"/>
        </w:rPr>
      </w:pPr>
      <w:bookmarkStart w:id="138" w:name="_Toc204704220"/>
      <w:r w:rsidRPr="00C26722">
        <w:rPr>
          <w:rFonts w:cs="Arial"/>
          <w:i/>
          <w:iCs/>
          <w:color w:val="00A6A3"/>
          <w:sz w:val="24"/>
          <w:szCs w:val="24"/>
        </w:rPr>
        <w:t>11.2.</w:t>
      </w:r>
      <w:r w:rsidR="007E6DC3" w:rsidRPr="00C26722">
        <w:rPr>
          <w:rFonts w:cs="Arial"/>
          <w:i/>
          <w:iCs/>
          <w:color w:val="00A6A3"/>
          <w:sz w:val="24"/>
          <w:szCs w:val="24"/>
        </w:rPr>
        <w:t>4</w:t>
      </w:r>
      <w:r w:rsidRPr="00C26722">
        <w:rPr>
          <w:rFonts w:cs="Arial"/>
          <w:i/>
          <w:iCs/>
          <w:color w:val="00A6A3"/>
          <w:sz w:val="24"/>
          <w:szCs w:val="24"/>
        </w:rPr>
        <w:t xml:space="preserve"> - </w:t>
      </w:r>
      <w:r w:rsidR="00E1299C" w:rsidRPr="00C26722">
        <w:rPr>
          <w:rFonts w:cs="Arial"/>
          <w:i/>
          <w:iCs/>
          <w:color w:val="00A6A3"/>
          <w:sz w:val="24"/>
          <w:szCs w:val="24"/>
        </w:rPr>
        <w:t>Obligation relative aux pièces détachées et consommables captifs</w:t>
      </w:r>
      <w:bookmarkEnd w:id="138"/>
    </w:p>
    <w:p w14:paraId="50FAFD99" w14:textId="56ECE573" w:rsidR="00E1299C" w:rsidRPr="00C26722" w:rsidRDefault="00E1299C" w:rsidP="00E1299C">
      <w:pPr>
        <w:pStyle w:val="Corpsdetexte"/>
        <w:rPr>
          <w:rFonts w:cs="Arial"/>
          <w:color w:val="E36C0A" w:themeColor="accent6" w:themeShade="BF"/>
          <w:sz w:val="24"/>
          <w:szCs w:val="24"/>
        </w:rPr>
      </w:pPr>
      <w:r w:rsidRPr="00C26722">
        <w:rPr>
          <w:rFonts w:cs="Arial"/>
          <w:sz w:val="24"/>
          <w:szCs w:val="24"/>
        </w:rPr>
        <w:t xml:space="preserve">Le titulaire s’engage à remplacer les pièces détachées usagées et à fournir les consommables captifs correspondants, pendant une </w:t>
      </w:r>
      <w:r w:rsidRPr="00C26722">
        <w:rPr>
          <w:rFonts w:cs="Arial"/>
          <w:b/>
          <w:sz w:val="24"/>
          <w:szCs w:val="24"/>
        </w:rPr>
        <w:t xml:space="preserve">durée minimale de </w:t>
      </w:r>
      <w:r w:rsidR="009D6FEF" w:rsidRPr="00C26722">
        <w:rPr>
          <w:rFonts w:cs="Arial"/>
          <w:b/>
          <w:sz w:val="24"/>
          <w:szCs w:val="24"/>
        </w:rPr>
        <w:t>huit (</w:t>
      </w:r>
      <w:r w:rsidR="00A451A9" w:rsidRPr="00C26722">
        <w:rPr>
          <w:rFonts w:cs="Arial"/>
          <w:b/>
          <w:sz w:val="24"/>
          <w:szCs w:val="24"/>
        </w:rPr>
        <w:t>8</w:t>
      </w:r>
      <w:r w:rsidR="009D6FEF" w:rsidRPr="00C26722">
        <w:rPr>
          <w:rFonts w:cs="Arial"/>
          <w:b/>
          <w:sz w:val="24"/>
          <w:szCs w:val="24"/>
        </w:rPr>
        <w:t>)</w:t>
      </w:r>
      <w:r w:rsidR="009D6FEF" w:rsidRPr="00C26722">
        <w:rPr>
          <w:rFonts w:cs="Arial"/>
          <w:b/>
          <w:color w:val="E36C0A" w:themeColor="accent6" w:themeShade="BF"/>
          <w:sz w:val="24"/>
          <w:szCs w:val="24"/>
        </w:rPr>
        <w:t xml:space="preserve"> </w:t>
      </w:r>
      <w:r w:rsidRPr="00C26722">
        <w:rPr>
          <w:rFonts w:cs="Arial"/>
          <w:b/>
          <w:sz w:val="24"/>
          <w:szCs w:val="24"/>
        </w:rPr>
        <w:t>ans</w:t>
      </w:r>
      <w:r w:rsidRPr="00C26722">
        <w:rPr>
          <w:rFonts w:cs="Arial"/>
          <w:sz w:val="24"/>
          <w:szCs w:val="24"/>
        </w:rPr>
        <w:t xml:space="preserve"> à compter de la date d’admission de </w:t>
      </w:r>
      <w:r w:rsidR="00FE7F6E" w:rsidRPr="00C26722">
        <w:rPr>
          <w:rFonts w:cs="Arial"/>
          <w:sz w:val="24"/>
          <w:szCs w:val="24"/>
        </w:rPr>
        <w:t>l’équipement</w:t>
      </w:r>
      <w:r w:rsidRPr="00C26722">
        <w:rPr>
          <w:rFonts w:cs="Arial"/>
          <w:sz w:val="24"/>
          <w:szCs w:val="24"/>
        </w:rPr>
        <w:t xml:space="preserve"> acheté en application du présent </w:t>
      </w:r>
      <w:r w:rsidR="00FE7F6E" w:rsidRPr="00C26722">
        <w:rPr>
          <w:rFonts w:cs="Arial"/>
          <w:sz w:val="24"/>
          <w:szCs w:val="24"/>
        </w:rPr>
        <w:t>marché</w:t>
      </w:r>
      <w:r w:rsidRPr="00C26722">
        <w:rPr>
          <w:rFonts w:cs="Arial"/>
          <w:sz w:val="24"/>
          <w:szCs w:val="24"/>
        </w:rPr>
        <w:t xml:space="preserve">. </w:t>
      </w:r>
    </w:p>
    <w:p w14:paraId="47DFAE2C" w14:textId="77777777" w:rsidR="00E1299C" w:rsidRPr="00C26722" w:rsidRDefault="00E1299C" w:rsidP="00E1299C">
      <w:pPr>
        <w:rPr>
          <w:rFonts w:cs="Arial"/>
          <w:sz w:val="24"/>
          <w:szCs w:val="24"/>
        </w:rPr>
      </w:pPr>
      <w:r w:rsidRPr="00C26722">
        <w:rPr>
          <w:rFonts w:cs="Arial"/>
          <w:sz w:val="24"/>
          <w:szCs w:val="24"/>
        </w:rPr>
        <w:t xml:space="preserve">Dans le cas contraire le titulaire encourt une pénalité telle que décrite à l’article </w:t>
      </w:r>
      <w:r w:rsidR="00797BB0" w:rsidRPr="00C26722">
        <w:rPr>
          <w:rFonts w:cs="Arial"/>
          <w:sz w:val="24"/>
          <w:szCs w:val="24"/>
        </w:rPr>
        <w:t>9.3.</w:t>
      </w:r>
    </w:p>
    <w:p w14:paraId="6B29B4C9" w14:textId="2020BA0C" w:rsidR="00B24359" w:rsidRPr="00C26722" w:rsidRDefault="0032702C" w:rsidP="00F25A37">
      <w:pPr>
        <w:pStyle w:val="Titre2"/>
        <w:rPr>
          <w:rFonts w:ascii="AvenirNext LT Pro Cn" w:hAnsi="AvenirNext LT Pro Cn"/>
          <w:sz w:val="24"/>
          <w:szCs w:val="24"/>
        </w:rPr>
      </w:pPr>
      <w:bookmarkStart w:id="139" w:name="_Toc204704221"/>
      <w:r>
        <w:rPr>
          <w:rFonts w:ascii="AvenirNext LT Pro Cn" w:hAnsi="AvenirNext LT Pro Cn"/>
          <w:sz w:val="24"/>
          <w:szCs w:val="24"/>
        </w:rPr>
        <w:t>-</w:t>
      </w:r>
      <w:r w:rsidR="00B24359" w:rsidRPr="00C26722">
        <w:rPr>
          <w:rFonts w:ascii="AvenirNext LT Pro Cn" w:hAnsi="AvenirNext LT Pro Cn"/>
          <w:sz w:val="24"/>
          <w:szCs w:val="24"/>
        </w:rPr>
        <w:t>Maintenance</w:t>
      </w:r>
      <w:bookmarkEnd w:id="139"/>
    </w:p>
    <w:p w14:paraId="3A0964F4" w14:textId="77777777" w:rsidR="00123D4B" w:rsidRPr="00C26722" w:rsidRDefault="00123D4B" w:rsidP="00E1299C">
      <w:pPr>
        <w:rPr>
          <w:rFonts w:cs="Arial"/>
          <w:sz w:val="24"/>
          <w:szCs w:val="24"/>
        </w:rPr>
      </w:pPr>
      <w:r w:rsidRPr="00C26722">
        <w:rPr>
          <w:rFonts w:cs="Arial"/>
          <w:sz w:val="24"/>
          <w:szCs w:val="24"/>
        </w:rPr>
        <w:t>Sans objet.</w:t>
      </w:r>
    </w:p>
    <w:p w14:paraId="07560AAE" w14:textId="72636C90" w:rsidR="003946F1" w:rsidRPr="00C26722" w:rsidRDefault="003946F1" w:rsidP="003946F1">
      <w:pPr>
        <w:pStyle w:val="Titre1"/>
        <w:spacing w:after="240"/>
        <w:ind w:left="357" w:hanging="357"/>
        <w:rPr>
          <w:rFonts w:ascii="AvenirNext LT Pro Cn" w:hAnsi="AvenirNext LT Pro Cn"/>
          <w:sz w:val="24"/>
          <w:szCs w:val="24"/>
        </w:rPr>
      </w:pPr>
      <w:bookmarkStart w:id="140" w:name="_Toc204704222"/>
      <w:r w:rsidRPr="00C26722">
        <w:rPr>
          <w:rFonts w:ascii="AvenirNext LT Pro Cn" w:hAnsi="AvenirNext LT Pro Cn"/>
          <w:sz w:val="24"/>
          <w:szCs w:val="24"/>
        </w:rPr>
        <w:t>ASSURANCE</w:t>
      </w:r>
      <w:bookmarkEnd w:id="140"/>
    </w:p>
    <w:p w14:paraId="503DBA2E" w14:textId="7AB5F0FA" w:rsidR="003946F1" w:rsidRPr="00C26722" w:rsidRDefault="003946F1" w:rsidP="003946F1">
      <w:pPr>
        <w:autoSpaceDE w:val="0"/>
        <w:autoSpaceDN w:val="0"/>
        <w:adjustRightInd w:val="0"/>
        <w:spacing w:before="240"/>
        <w:rPr>
          <w:rFonts w:eastAsiaTheme="minorEastAsia" w:cs="Arial"/>
          <w:sz w:val="24"/>
          <w:szCs w:val="24"/>
        </w:rPr>
      </w:pPr>
      <w:r w:rsidRPr="00C26722">
        <w:rPr>
          <w:rFonts w:cs="Arial"/>
          <w:sz w:val="24"/>
          <w:szCs w:val="24"/>
        </w:rPr>
        <w:t>Le titulaire et ses sous-traitants doivent contracter les assurances permettant de garantir leur responsabilité à l'égard d’INRAE et des tiers, victimes d'accidents ou de dommages causés par l'exécution du marché.</w:t>
      </w:r>
    </w:p>
    <w:p w14:paraId="6B1C5DBC" w14:textId="080D9FF3" w:rsidR="003946F1" w:rsidRPr="00C26722" w:rsidRDefault="001D1A5D" w:rsidP="003946F1">
      <w:pPr>
        <w:keepLines/>
        <w:widowControl w:val="0"/>
        <w:autoSpaceDE w:val="0"/>
        <w:autoSpaceDN w:val="0"/>
        <w:adjustRightInd w:val="0"/>
        <w:rPr>
          <w:rFonts w:cs="Arial"/>
          <w:sz w:val="24"/>
          <w:szCs w:val="24"/>
        </w:rPr>
      </w:pPr>
      <w:r w:rsidRPr="00C26722">
        <w:rPr>
          <w:rFonts w:cs="Arial"/>
          <w:sz w:val="24"/>
          <w:szCs w:val="24"/>
        </w:rPr>
        <w:t>Conformément</w:t>
      </w:r>
      <w:r w:rsidR="003946F1" w:rsidRPr="00C26722">
        <w:rPr>
          <w:rFonts w:cs="Arial"/>
          <w:sz w:val="24"/>
          <w:szCs w:val="24"/>
        </w:rPr>
        <w:t xml:space="preserve"> à l’article 9.2 du CCAG-FCS, il doit justifier </w:t>
      </w:r>
      <w:r w:rsidRPr="00C26722">
        <w:rPr>
          <w:rFonts w:cs="Arial"/>
          <w:sz w:val="24"/>
          <w:szCs w:val="24"/>
        </w:rPr>
        <w:t>dans un délai de quinze jours à compter de la notification du marché et avant tout début d’exécution de celui-ci, qu’il est titulaire de ces contrats d’assurances, au moyen d’une attestation établissant l’étendue de la responsabilité garantie.</w:t>
      </w:r>
    </w:p>
    <w:p w14:paraId="0DBDCFF9" w14:textId="2491194E" w:rsidR="001D1A5D" w:rsidRPr="00C26722" w:rsidRDefault="001D1A5D" w:rsidP="003946F1">
      <w:pPr>
        <w:keepLines/>
        <w:widowControl w:val="0"/>
        <w:autoSpaceDE w:val="0"/>
        <w:autoSpaceDN w:val="0"/>
        <w:adjustRightInd w:val="0"/>
        <w:rPr>
          <w:rFonts w:cs="Arial"/>
          <w:sz w:val="24"/>
          <w:szCs w:val="24"/>
        </w:rPr>
      </w:pPr>
      <w:r w:rsidRPr="00C26722">
        <w:rPr>
          <w:rFonts w:cs="Arial"/>
          <w:sz w:val="24"/>
          <w:szCs w:val="24"/>
        </w:rPr>
        <w:t>A tout moment durant l’exécution du marché, le titulaire doit être en mesure de produire cette attestation, sur demande de l’acheteur et dans un délai de quinze jours à compter de la réception de la demande.</w:t>
      </w:r>
    </w:p>
    <w:p w14:paraId="47563208" w14:textId="25E28EC7" w:rsidR="00F814DE" w:rsidRPr="00C26722" w:rsidRDefault="00F814DE" w:rsidP="00F814DE">
      <w:pPr>
        <w:pStyle w:val="Titre1"/>
        <w:spacing w:after="240"/>
        <w:ind w:left="357" w:hanging="357"/>
        <w:rPr>
          <w:rFonts w:ascii="AvenirNext LT Pro Cn" w:hAnsi="AvenirNext LT Pro Cn"/>
          <w:sz w:val="24"/>
          <w:szCs w:val="24"/>
        </w:rPr>
      </w:pPr>
      <w:bookmarkStart w:id="141" w:name="_Toc153959741"/>
      <w:bookmarkStart w:id="142" w:name="_Toc204704223"/>
      <w:bookmarkStart w:id="143" w:name="_Hlk163482910"/>
      <w:r w:rsidRPr="00C26722">
        <w:rPr>
          <w:rFonts w:ascii="AvenirNext LT Pro Cn" w:hAnsi="AvenirNext LT Pro Cn"/>
          <w:sz w:val="24"/>
          <w:szCs w:val="24"/>
        </w:rPr>
        <w:t>PROTECTION DES DONNE</w:t>
      </w:r>
      <w:r w:rsidR="008E32EF" w:rsidRPr="00C26722">
        <w:rPr>
          <w:rFonts w:ascii="AvenirNext LT Pro Cn" w:hAnsi="AvenirNext LT Pro Cn"/>
          <w:sz w:val="24"/>
          <w:szCs w:val="24"/>
        </w:rPr>
        <w:t>E</w:t>
      </w:r>
      <w:r w:rsidRPr="00C26722">
        <w:rPr>
          <w:rFonts w:ascii="AvenirNext LT Pro Cn" w:hAnsi="AvenirNext LT Pro Cn"/>
          <w:sz w:val="24"/>
          <w:szCs w:val="24"/>
        </w:rPr>
        <w:t>S A CARACTERE PERSONNEL</w:t>
      </w:r>
      <w:bookmarkEnd w:id="141"/>
      <w:bookmarkEnd w:id="142"/>
      <w:r w:rsidRPr="00C26722">
        <w:rPr>
          <w:rFonts w:ascii="AvenirNext LT Pro Cn" w:hAnsi="AvenirNext LT Pro Cn"/>
          <w:sz w:val="24"/>
          <w:szCs w:val="24"/>
        </w:rPr>
        <w:t xml:space="preserve"> </w:t>
      </w:r>
    </w:p>
    <w:p w14:paraId="778C3B9A" w14:textId="77777777" w:rsidR="00F814DE" w:rsidRPr="00C26722" w:rsidRDefault="00F814DE" w:rsidP="00F814DE">
      <w:pPr>
        <w:keepNext/>
        <w:numPr>
          <w:ilvl w:val="1"/>
          <w:numId w:val="22"/>
        </w:numPr>
        <w:tabs>
          <w:tab w:val="num" w:pos="360"/>
          <w:tab w:val="num" w:pos="576"/>
        </w:tabs>
        <w:spacing w:before="240" w:after="60"/>
        <w:ind w:left="576" w:hanging="576"/>
        <w:jc w:val="left"/>
        <w:outlineLvl w:val="1"/>
        <w:rPr>
          <w:rFonts w:eastAsia="Times New Roman" w:cs="Times New Roman"/>
          <w:bCs/>
          <w:iCs/>
          <w:color w:val="33CCCC"/>
          <w:sz w:val="24"/>
          <w:szCs w:val="24"/>
          <w:lang w:val="x-none" w:eastAsia="x-none"/>
        </w:rPr>
      </w:pPr>
      <w:bookmarkStart w:id="144" w:name="_Toc31886504"/>
      <w:bookmarkStart w:id="145" w:name="_Toc153959742"/>
      <w:bookmarkStart w:id="146" w:name="_Toc204704224"/>
      <w:r w:rsidRPr="00C26722">
        <w:rPr>
          <w:rFonts w:eastAsia="Times New Roman" w:cs="Times New Roman"/>
          <w:bCs/>
          <w:iCs/>
          <w:color w:val="33CCCC"/>
          <w:sz w:val="24"/>
          <w:szCs w:val="24"/>
          <w:lang w:val="x-none" w:eastAsia="x-none"/>
        </w:rPr>
        <w:t>EXIGENCES REGLEMENTAIRES DE CONFIDENTIALITE ET SECURISATION DES DONNEES APPLICABLES AU TITULAIRE ET SES SOUS-TRAITANTS</w:t>
      </w:r>
      <w:bookmarkEnd w:id="144"/>
      <w:bookmarkEnd w:id="145"/>
      <w:bookmarkEnd w:id="146"/>
    </w:p>
    <w:p w14:paraId="59D76C71" w14:textId="77777777" w:rsidR="00F814DE" w:rsidRPr="00C26722" w:rsidRDefault="00F814DE" w:rsidP="00F814DE">
      <w:pPr>
        <w:spacing w:before="0" w:after="0"/>
        <w:rPr>
          <w:rFonts w:eastAsia="Times New Roman" w:cs="Calibri"/>
          <w:sz w:val="24"/>
          <w:szCs w:val="24"/>
          <w:lang w:eastAsia="fr-FR"/>
        </w:rPr>
      </w:pPr>
    </w:p>
    <w:p w14:paraId="386821AA" w14:textId="77777777" w:rsidR="00F814DE" w:rsidRPr="00C26722" w:rsidRDefault="00F814DE" w:rsidP="00F814DE">
      <w:pPr>
        <w:spacing w:before="0" w:after="0"/>
        <w:rPr>
          <w:sz w:val="24"/>
          <w:szCs w:val="24"/>
        </w:rPr>
      </w:pPr>
      <w:r w:rsidRPr="00C26722">
        <w:rPr>
          <w:sz w:val="24"/>
          <w:szCs w:val="24"/>
        </w:rPr>
        <w:t xml:space="preserve">L’offre du titulaire respecte les obligations posées par le CCAP. De plus, la gestion des données doit répondre aux exigences posées par le règlement européen sur les données personnelles, l'ANSSI et la DINUM. </w:t>
      </w:r>
    </w:p>
    <w:p w14:paraId="0DE03ED8" w14:textId="77777777" w:rsidR="00F814DE" w:rsidRPr="00C26722" w:rsidRDefault="00F814DE" w:rsidP="00F814DE">
      <w:pPr>
        <w:spacing w:before="0" w:after="0"/>
        <w:rPr>
          <w:sz w:val="24"/>
          <w:szCs w:val="24"/>
        </w:rPr>
      </w:pPr>
    </w:p>
    <w:p w14:paraId="6ED78DE7" w14:textId="77777777" w:rsidR="00F814DE" w:rsidRPr="00C26722" w:rsidRDefault="00F814DE" w:rsidP="00F814DE">
      <w:pPr>
        <w:spacing w:before="0" w:after="0"/>
        <w:rPr>
          <w:sz w:val="24"/>
          <w:szCs w:val="24"/>
        </w:rPr>
      </w:pPr>
      <w:r w:rsidRPr="00C26722">
        <w:rPr>
          <w:sz w:val="24"/>
          <w:szCs w:val="24"/>
        </w:rPr>
        <w:t>La prestation doit être conforme aux référentiels ainsi qu'au règlement et doit évoluer conformément à leurs éventuelles révisions :</w:t>
      </w:r>
    </w:p>
    <w:p w14:paraId="5E6BC1EA" w14:textId="77777777" w:rsidR="00F814DE" w:rsidRPr="00C26722" w:rsidRDefault="00F814DE" w:rsidP="00F814DE">
      <w:pPr>
        <w:spacing w:before="0" w:after="0"/>
        <w:rPr>
          <w:rFonts w:eastAsia="Times New Roman" w:cs="Times New Roman"/>
          <w:sz w:val="24"/>
          <w:szCs w:val="24"/>
          <w:lang w:eastAsia="fr-FR"/>
        </w:rPr>
      </w:pPr>
      <w:r w:rsidRPr="00C26722">
        <w:rPr>
          <w:rFonts w:eastAsia="Times New Roman" w:cs="Times New Roman"/>
          <w:sz w:val="24"/>
          <w:szCs w:val="24"/>
          <w:lang w:eastAsia="fr-FR"/>
        </w:rPr>
        <w:t> </w:t>
      </w:r>
    </w:p>
    <w:p w14:paraId="66FB1688" w14:textId="77777777"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47" w:name="_Toc31886505"/>
      <w:bookmarkStart w:id="148" w:name="_Toc153959743"/>
      <w:bookmarkStart w:id="149" w:name="_Toc204704225"/>
      <w:r w:rsidRPr="00C26722">
        <w:rPr>
          <w:rFonts w:eastAsia="Calibri" w:cs="Times-Roman"/>
          <w:color w:val="33CCCC"/>
          <w:sz w:val="24"/>
          <w:szCs w:val="24"/>
        </w:rPr>
        <w:t>Conformité au RGI</w:t>
      </w:r>
      <w:bookmarkEnd w:id="147"/>
      <w:bookmarkEnd w:id="148"/>
      <w:bookmarkEnd w:id="149"/>
    </w:p>
    <w:p w14:paraId="499C4828" w14:textId="77777777" w:rsidR="00F814DE" w:rsidRPr="00C26722" w:rsidRDefault="00F814DE" w:rsidP="00F814DE">
      <w:pPr>
        <w:spacing w:before="0" w:after="0"/>
        <w:rPr>
          <w:rFonts w:eastAsia="Times New Roman" w:cs="Calibri"/>
          <w:color w:val="33CCCC"/>
          <w:sz w:val="24"/>
          <w:szCs w:val="24"/>
          <w:lang w:eastAsia="fr-FR"/>
        </w:rPr>
      </w:pPr>
      <w:r w:rsidRPr="00C26722">
        <w:rPr>
          <w:rFonts w:eastAsia="Times New Roman" w:cs="Calibri"/>
          <w:color w:val="33CCCC"/>
          <w:sz w:val="24"/>
          <w:szCs w:val="24"/>
          <w:lang w:eastAsia="fr-FR"/>
        </w:rPr>
        <w:t xml:space="preserve"> </w:t>
      </w:r>
    </w:p>
    <w:p w14:paraId="0B88FDD4" w14:textId="77777777" w:rsidR="00F814DE" w:rsidRPr="00C26722" w:rsidRDefault="00F814DE" w:rsidP="00F814DE">
      <w:pPr>
        <w:spacing w:before="0" w:after="0"/>
        <w:rPr>
          <w:sz w:val="24"/>
          <w:szCs w:val="24"/>
        </w:rPr>
      </w:pPr>
      <w:r w:rsidRPr="00C26722">
        <w:rPr>
          <w:sz w:val="24"/>
          <w:szCs w:val="24"/>
        </w:rPr>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217E5295" w14:textId="77777777" w:rsidR="00F814DE" w:rsidRPr="00C26722" w:rsidRDefault="00F814DE" w:rsidP="00F814DE">
      <w:pPr>
        <w:spacing w:before="0" w:after="0"/>
        <w:rPr>
          <w:sz w:val="24"/>
          <w:szCs w:val="24"/>
        </w:rPr>
      </w:pPr>
    </w:p>
    <w:p w14:paraId="0632EA2F" w14:textId="77777777" w:rsidR="00F814DE" w:rsidRPr="00C26722" w:rsidRDefault="00F814DE" w:rsidP="00F814DE">
      <w:pPr>
        <w:spacing w:before="0" w:after="0"/>
        <w:rPr>
          <w:sz w:val="24"/>
          <w:szCs w:val="24"/>
        </w:rPr>
      </w:pPr>
      <w:r w:rsidRPr="00C26722">
        <w:rPr>
          <w:sz w:val="24"/>
          <w:szCs w:val="24"/>
        </w:rPr>
        <w:t>La dernière version du RGI figure dans l'arrêté en date du 20 avril 2016. (JORF n°0095 du 22 avril 2016 texte n° 1)</w:t>
      </w:r>
    </w:p>
    <w:p w14:paraId="6A4ECE8F" w14:textId="77777777" w:rsidR="00F814DE" w:rsidRPr="00C26722" w:rsidRDefault="00F814DE" w:rsidP="00F814DE">
      <w:pPr>
        <w:spacing w:before="0" w:after="0"/>
        <w:rPr>
          <w:sz w:val="24"/>
          <w:szCs w:val="24"/>
        </w:rPr>
      </w:pPr>
    </w:p>
    <w:p w14:paraId="6C573AB5" w14:textId="77777777" w:rsidR="00F814DE" w:rsidRPr="00C26722" w:rsidRDefault="00F814DE" w:rsidP="00F814DE">
      <w:pPr>
        <w:spacing w:before="0" w:after="0"/>
        <w:rPr>
          <w:sz w:val="24"/>
          <w:szCs w:val="24"/>
        </w:rPr>
      </w:pPr>
      <w:r w:rsidRPr="00C26722">
        <w:rPr>
          <w:sz w:val="24"/>
          <w:szCs w:val="24"/>
        </w:rPr>
        <w:t>Informations concernant le RGI :</w:t>
      </w:r>
    </w:p>
    <w:p w14:paraId="69742E22" w14:textId="77777777" w:rsidR="00F814DE" w:rsidRPr="00C26722" w:rsidRDefault="00F43FEF" w:rsidP="00F814DE">
      <w:pPr>
        <w:spacing w:before="0" w:after="0"/>
        <w:jc w:val="left"/>
        <w:rPr>
          <w:rFonts w:eastAsia="Times New Roman" w:cs="Calibri"/>
          <w:sz w:val="24"/>
          <w:szCs w:val="24"/>
          <w:lang w:eastAsia="fr-FR"/>
        </w:rPr>
      </w:pPr>
      <w:hyperlink r:id="rId15" w:history="1">
        <w:r w:rsidR="00F814DE" w:rsidRPr="00C26722">
          <w:rPr>
            <w:rFonts w:eastAsia="Times New Roman" w:cs="Calibri"/>
            <w:color w:val="0563C1"/>
            <w:sz w:val="24"/>
            <w:szCs w:val="24"/>
            <w:u w:val="single"/>
            <w:lang w:eastAsia="fr-FR"/>
          </w:rPr>
          <w:t>http://references.modernisation.gouv.fr/interoperabilite</w:t>
        </w:r>
      </w:hyperlink>
    </w:p>
    <w:p w14:paraId="291ABC46" w14:textId="77777777" w:rsidR="00F814DE" w:rsidRPr="00C26722" w:rsidRDefault="00F814DE" w:rsidP="00F814DE">
      <w:pPr>
        <w:spacing w:before="0" w:after="0"/>
        <w:rPr>
          <w:rFonts w:eastAsia="Times New Roman" w:cs="Times New Roman"/>
          <w:sz w:val="24"/>
          <w:szCs w:val="24"/>
          <w:lang w:eastAsia="fr-FR"/>
        </w:rPr>
      </w:pPr>
      <w:r w:rsidRPr="00C26722">
        <w:rPr>
          <w:rFonts w:eastAsia="Times New Roman" w:cs="Times New Roman"/>
          <w:sz w:val="24"/>
          <w:szCs w:val="24"/>
          <w:lang w:eastAsia="fr-FR"/>
        </w:rPr>
        <w:t> </w:t>
      </w:r>
    </w:p>
    <w:p w14:paraId="01B58ED1" w14:textId="77777777"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50" w:name="_Toc153959744"/>
      <w:bookmarkStart w:id="151" w:name="_Toc204704226"/>
      <w:bookmarkStart w:id="152" w:name="_Toc31886506"/>
      <w:r w:rsidRPr="00C26722">
        <w:rPr>
          <w:rFonts w:eastAsia="Calibri" w:cs="Times-Roman"/>
          <w:color w:val="33CCCC"/>
          <w:sz w:val="24"/>
          <w:szCs w:val="24"/>
        </w:rPr>
        <w:t>Conformité au RGAA</w:t>
      </w:r>
      <w:bookmarkEnd w:id="150"/>
      <w:bookmarkEnd w:id="151"/>
      <w:r w:rsidRPr="00C26722">
        <w:rPr>
          <w:rFonts w:eastAsia="Calibri" w:cs="Times-Roman"/>
          <w:color w:val="33CCCC"/>
          <w:sz w:val="24"/>
          <w:szCs w:val="24"/>
        </w:rPr>
        <w:t xml:space="preserve"> </w:t>
      </w:r>
      <w:bookmarkEnd w:id="152"/>
    </w:p>
    <w:p w14:paraId="2D34A30C" w14:textId="77777777" w:rsidR="00F814DE" w:rsidRPr="00C26722" w:rsidRDefault="00F814DE" w:rsidP="00F814DE">
      <w:pPr>
        <w:spacing w:before="0" w:after="0"/>
        <w:rPr>
          <w:rFonts w:eastAsia="Times New Roman" w:cs="Calibri"/>
          <w:sz w:val="24"/>
          <w:szCs w:val="24"/>
          <w:lang w:eastAsia="fr-FR"/>
        </w:rPr>
      </w:pPr>
    </w:p>
    <w:p w14:paraId="575FC2E6" w14:textId="77777777" w:rsidR="00F814DE" w:rsidRPr="00C26722" w:rsidRDefault="00F814DE" w:rsidP="00F814DE">
      <w:pPr>
        <w:spacing w:before="0" w:after="0"/>
        <w:rPr>
          <w:sz w:val="24"/>
          <w:szCs w:val="24"/>
        </w:rPr>
      </w:pPr>
      <w:r w:rsidRPr="00C26722">
        <w:rPr>
          <w:sz w:val="24"/>
          <w:szCs w:val="24"/>
        </w:rPr>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0FC4E399" w14:textId="77777777" w:rsidR="00F814DE" w:rsidRPr="00C26722" w:rsidRDefault="00F814DE" w:rsidP="00F814DE">
      <w:pPr>
        <w:spacing w:before="0" w:after="0"/>
        <w:rPr>
          <w:sz w:val="24"/>
          <w:szCs w:val="24"/>
        </w:rPr>
      </w:pPr>
      <w:r w:rsidRPr="00C26722">
        <w:rPr>
          <w:sz w:val="24"/>
          <w:szCs w:val="24"/>
        </w:rPr>
        <w:t xml:space="preserve">Le RGAA, à forte dimension technique, propose une traduction opérationnelle des critères d’accessibilité issus des règles internationales ainsi qu’une méthodologie pour vérifier la conformité à ces critères. </w:t>
      </w:r>
    </w:p>
    <w:p w14:paraId="0F5C2998" w14:textId="77777777" w:rsidR="00F814DE" w:rsidRPr="00C26722" w:rsidRDefault="00F814DE" w:rsidP="00F814DE">
      <w:pPr>
        <w:spacing w:before="0" w:after="0"/>
        <w:rPr>
          <w:sz w:val="24"/>
          <w:szCs w:val="24"/>
        </w:rPr>
      </w:pPr>
    </w:p>
    <w:p w14:paraId="5DB46ADB" w14:textId="77777777" w:rsidR="00F814DE" w:rsidRPr="00C26722" w:rsidRDefault="00F814DE" w:rsidP="00F814DE">
      <w:pPr>
        <w:spacing w:before="0" w:after="0"/>
        <w:rPr>
          <w:sz w:val="24"/>
          <w:szCs w:val="24"/>
        </w:rPr>
      </w:pPr>
      <w:r w:rsidRPr="00C26722">
        <w:rPr>
          <w:sz w:val="24"/>
          <w:szCs w:val="24"/>
        </w:rPr>
        <w:t xml:space="preserve">La version 3.0 du RGAA a été approuvée par l’arrêté du 29 avril 2015. </w:t>
      </w:r>
    </w:p>
    <w:p w14:paraId="6D744E10" w14:textId="77777777" w:rsidR="00F814DE" w:rsidRPr="00C26722" w:rsidRDefault="00F814DE" w:rsidP="00F814DE">
      <w:pPr>
        <w:spacing w:before="0" w:after="0"/>
        <w:rPr>
          <w:sz w:val="24"/>
          <w:szCs w:val="24"/>
        </w:rPr>
      </w:pPr>
    </w:p>
    <w:p w14:paraId="21E3BB58" w14:textId="77777777" w:rsidR="00F814DE" w:rsidRPr="00C26722" w:rsidRDefault="00F814DE" w:rsidP="00F814DE">
      <w:pPr>
        <w:spacing w:before="0" w:after="0"/>
        <w:rPr>
          <w:sz w:val="24"/>
          <w:szCs w:val="24"/>
        </w:rPr>
      </w:pPr>
      <w:r w:rsidRPr="00C26722">
        <w:rPr>
          <w:sz w:val="24"/>
          <w:szCs w:val="24"/>
        </w:rPr>
        <w:t xml:space="preserve">Informations concernant le RGAA : </w:t>
      </w:r>
    </w:p>
    <w:p w14:paraId="3896D871" w14:textId="77777777" w:rsidR="00F814DE" w:rsidRPr="00C26722" w:rsidRDefault="00F43FEF" w:rsidP="00F814DE">
      <w:pPr>
        <w:spacing w:before="0" w:after="0"/>
        <w:jc w:val="left"/>
        <w:rPr>
          <w:rFonts w:eastAsia="Times New Roman" w:cs="Calibri"/>
          <w:color w:val="0563C1"/>
          <w:sz w:val="24"/>
          <w:szCs w:val="24"/>
          <w:u w:val="single"/>
          <w:lang w:eastAsia="fr-FR"/>
        </w:rPr>
      </w:pPr>
      <w:hyperlink r:id="rId16" w:history="1">
        <w:r w:rsidR="00F814DE" w:rsidRPr="00C26722">
          <w:rPr>
            <w:rFonts w:eastAsia="Times New Roman" w:cs="Calibri"/>
            <w:color w:val="0563C1"/>
            <w:sz w:val="24"/>
            <w:szCs w:val="24"/>
            <w:u w:val="single"/>
            <w:lang w:eastAsia="fr-FR"/>
          </w:rPr>
          <w:t>http://references.modernisation.gouv.fr/referentiel/</w:t>
        </w:r>
      </w:hyperlink>
    </w:p>
    <w:p w14:paraId="0DFA26BE" w14:textId="77777777" w:rsidR="00F814DE" w:rsidRPr="00C26722" w:rsidRDefault="00F814DE" w:rsidP="00F814DE">
      <w:pPr>
        <w:spacing w:before="0" w:after="0"/>
        <w:jc w:val="left"/>
        <w:rPr>
          <w:rFonts w:eastAsia="Times New Roman" w:cs="Calibri"/>
          <w:sz w:val="24"/>
          <w:szCs w:val="24"/>
          <w:lang w:eastAsia="fr-FR"/>
        </w:rPr>
      </w:pPr>
    </w:p>
    <w:p w14:paraId="50AD09A2" w14:textId="5ADEF734" w:rsidR="00F814DE" w:rsidRPr="00C26722" w:rsidRDefault="00F814DE" w:rsidP="00F814DE">
      <w:pPr>
        <w:spacing w:before="0" w:after="0"/>
        <w:rPr>
          <w:rFonts w:eastAsia="Times New Roman" w:cs="Times New Roman"/>
          <w:sz w:val="24"/>
          <w:szCs w:val="24"/>
          <w:lang w:eastAsia="fr-FR"/>
        </w:rPr>
      </w:pPr>
      <w:r w:rsidRPr="00C26722">
        <w:rPr>
          <w:rFonts w:eastAsia="Times New Roman" w:cs="Times New Roman"/>
          <w:sz w:val="24"/>
          <w:szCs w:val="24"/>
          <w:lang w:eastAsia="fr-FR"/>
        </w:rPr>
        <w:t> </w:t>
      </w:r>
    </w:p>
    <w:p w14:paraId="1957780D" w14:textId="0D38448F"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53" w:name="_Toc31886507"/>
      <w:bookmarkStart w:id="154" w:name="_Toc153959745"/>
      <w:bookmarkStart w:id="155" w:name="_Toc204704227"/>
      <w:r w:rsidRPr="00C26722">
        <w:rPr>
          <w:rFonts w:eastAsia="Calibri" w:cs="Times-Roman"/>
          <w:color w:val="33CCCC"/>
          <w:sz w:val="24"/>
          <w:szCs w:val="24"/>
        </w:rPr>
        <w:t>Conformité au RGS</w:t>
      </w:r>
      <w:bookmarkEnd w:id="153"/>
      <w:bookmarkEnd w:id="154"/>
      <w:bookmarkEnd w:id="155"/>
    </w:p>
    <w:p w14:paraId="4BA5494A" w14:textId="77777777" w:rsidR="00F814DE" w:rsidRPr="00C26722" w:rsidRDefault="00F814DE" w:rsidP="00F814DE">
      <w:pPr>
        <w:spacing w:before="0" w:after="0"/>
        <w:rPr>
          <w:rFonts w:eastAsia="Times New Roman" w:cs="Calibri"/>
          <w:sz w:val="24"/>
          <w:szCs w:val="24"/>
          <w:lang w:eastAsia="fr-FR"/>
        </w:rPr>
      </w:pPr>
    </w:p>
    <w:p w14:paraId="1EF96910" w14:textId="77777777" w:rsidR="00F814DE" w:rsidRPr="00C26722" w:rsidRDefault="00F814DE" w:rsidP="00F814DE">
      <w:pPr>
        <w:spacing w:before="0" w:after="0"/>
        <w:rPr>
          <w:sz w:val="24"/>
          <w:szCs w:val="24"/>
        </w:rPr>
      </w:pPr>
      <w:r w:rsidRPr="00C26722">
        <w:rPr>
          <w:sz w:val="24"/>
          <w:szCs w:val="24"/>
        </w:rPr>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614041BC" w14:textId="77777777" w:rsidR="00F814DE" w:rsidRPr="00C26722" w:rsidRDefault="00F814DE" w:rsidP="00F814DE">
      <w:pPr>
        <w:spacing w:before="0" w:after="0"/>
        <w:rPr>
          <w:sz w:val="24"/>
          <w:szCs w:val="24"/>
        </w:rPr>
      </w:pPr>
      <w:r w:rsidRPr="00C26722">
        <w:rPr>
          <w:sz w:val="24"/>
          <w:szCs w:val="24"/>
        </w:rPr>
        <w:t xml:space="preserve">La solution doit respecter les recommandations du RGS et particulièrement parmi celles-ci : </w:t>
      </w:r>
    </w:p>
    <w:p w14:paraId="7926A89A" w14:textId="77777777" w:rsidR="00F814DE" w:rsidRPr="00C26722" w:rsidRDefault="00F814DE" w:rsidP="00F814DE">
      <w:pPr>
        <w:spacing w:before="0" w:after="0"/>
        <w:rPr>
          <w:sz w:val="24"/>
          <w:szCs w:val="24"/>
        </w:rPr>
      </w:pPr>
      <w:r w:rsidRPr="00C26722">
        <w:rPr>
          <w:sz w:val="24"/>
          <w:szCs w:val="24"/>
        </w:rPr>
        <w:t>Une obligation de chiffrement des flux de données entre l’INRAE et le prestataire ainsi que ses sous-traitants éventuels,</w:t>
      </w:r>
    </w:p>
    <w:p w14:paraId="5B1F1DF2" w14:textId="77777777" w:rsidR="00F814DE" w:rsidRPr="00C26722" w:rsidRDefault="00F814DE" w:rsidP="00F814DE">
      <w:pPr>
        <w:spacing w:before="0" w:after="0"/>
        <w:rPr>
          <w:sz w:val="24"/>
          <w:szCs w:val="24"/>
        </w:rPr>
      </w:pPr>
      <w:r w:rsidRPr="00C26722">
        <w:rPr>
          <w:sz w:val="24"/>
          <w:szCs w:val="24"/>
        </w:rPr>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53CCAC72" w14:textId="77777777" w:rsidR="00F814DE" w:rsidRPr="00C26722" w:rsidRDefault="00F814DE" w:rsidP="00F814DE">
      <w:pPr>
        <w:spacing w:before="0" w:after="0"/>
        <w:rPr>
          <w:sz w:val="24"/>
          <w:szCs w:val="24"/>
        </w:rPr>
      </w:pPr>
    </w:p>
    <w:p w14:paraId="6E0081F4" w14:textId="77777777" w:rsidR="00F814DE" w:rsidRPr="00C26722" w:rsidRDefault="00F814DE" w:rsidP="00F814DE">
      <w:pPr>
        <w:spacing w:before="0" w:after="0"/>
        <w:rPr>
          <w:sz w:val="24"/>
          <w:szCs w:val="24"/>
        </w:rPr>
      </w:pPr>
      <w:r w:rsidRPr="00C26722">
        <w:rPr>
          <w:sz w:val="24"/>
          <w:szCs w:val="24"/>
        </w:rPr>
        <w:t>Informations concernant le RGS :</w:t>
      </w:r>
    </w:p>
    <w:p w14:paraId="2486671A" w14:textId="77777777" w:rsidR="00F814DE" w:rsidRPr="00C26722" w:rsidRDefault="00F43FEF" w:rsidP="00F814DE">
      <w:pPr>
        <w:spacing w:before="0" w:after="0"/>
        <w:rPr>
          <w:rFonts w:eastAsia="Times New Roman" w:cs="Calibri"/>
          <w:color w:val="0563C1"/>
          <w:sz w:val="24"/>
          <w:szCs w:val="24"/>
          <w:u w:val="single"/>
          <w:lang w:eastAsia="fr-FR"/>
        </w:rPr>
      </w:pPr>
      <w:hyperlink r:id="rId17" w:history="1">
        <w:r w:rsidR="00F814DE" w:rsidRPr="00C26722">
          <w:rPr>
            <w:rFonts w:eastAsia="Times New Roman" w:cs="Calibri"/>
            <w:color w:val="0563C1"/>
            <w:sz w:val="24"/>
            <w:szCs w:val="24"/>
            <w:u w:val="single"/>
            <w:lang w:eastAsia="fr-FR"/>
          </w:rPr>
          <w:t>http://www.ssi.gouv.fr/administration/reglementation/confiance-numerique/le-referentiel-general-de-securite-rgs/</w:t>
        </w:r>
      </w:hyperlink>
    </w:p>
    <w:p w14:paraId="532E14DB" w14:textId="77777777" w:rsidR="00F814DE" w:rsidRPr="00C26722" w:rsidRDefault="00F814DE" w:rsidP="00F814DE">
      <w:pPr>
        <w:spacing w:before="0" w:after="0"/>
        <w:rPr>
          <w:rFonts w:eastAsia="Times New Roman" w:cs="Calibri"/>
          <w:sz w:val="24"/>
          <w:szCs w:val="24"/>
          <w:lang w:eastAsia="fr-FR"/>
        </w:rPr>
      </w:pPr>
    </w:p>
    <w:p w14:paraId="1E067D0A" w14:textId="77777777"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56" w:name="_Toc31886508"/>
      <w:bookmarkStart w:id="157" w:name="_Toc153959746"/>
      <w:bookmarkStart w:id="158" w:name="_Toc204704228"/>
      <w:r w:rsidRPr="00C26722">
        <w:rPr>
          <w:rFonts w:eastAsia="Calibri" w:cs="Times-Roman"/>
          <w:color w:val="33CCCC"/>
          <w:sz w:val="24"/>
          <w:szCs w:val="24"/>
        </w:rPr>
        <w:t>Conformité à la PSSIE</w:t>
      </w:r>
      <w:bookmarkEnd w:id="156"/>
      <w:bookmarkEnd w:id="157"/>
      <w:bookmarkEnd w:id="158"/>
    </w:p>
    <w:p w14:paraId="79F797C3" w14:textId="77777777" w:rsidR="00F814DE" w:rsidRPr="00C26722" w:rsidRDefault="00F814DE" w:rsidP="00F814DE">
      <w:pPr>
        <w:spacing w:before="0" w:after="0"/>
        <w:ind w:left="792"/>
        <w:jc w:val="left"/>
        <w:rPr>
          <w:rFonts w:eastAsia="Times New Roman" w:cs="Times New Roman"/>
          <w:sz w:val="24"/>
          <w:szCs w:val="24"/>
          <w:lang w:eastAsia="fr-FR"/>
        </w:rPr>
      </w:pPr>
    </w:p>
    <w:p w14:paraId="2A8602D9" w14:textId="77777777" w:rsidR="00F814DE" w:rsidRPr="00C26722" w:rsidRDefault="00F814DE" w:rsidP="00F814DE">
      <w:pPr>
        <w:spacing w:before="0" w:after="0"/>
        <w:rPr>
          <w:sz w:val="24"/>
          <w:szCs w:val="24"/>
        </w:rPr>
      </w:pPr>
      <w:r w:rsidRPr="00C26722">
        <w:rPr>
          <w:sz w:val="24"/>
          <w:szCs w:val="24"/>
        </w:rPr>
        <w:t>La Politique de Sécurité des Systèmes d’information de l’Etat est entrée en vigueur le 19/08/2014, qui fixe les règles de protection applicables aux systèmes d’information de l’Etat.</w:t>
      </w:r>
    </w:p>
    <w:p w14:paraId="72280962" w14:textId="77777777" w:rsidR="00F814DE" w:rsidRPr="00C26722" w:rsidRDefault="00F814DE" w:rsidP="00F814DE">
      <w:pPr>
        <w:spacing w:before="0" w:after="0"/>
        <w:rPr>
          <w:sz w:val="24"/>
          <w:szCs w:val="24"/>
        </w:rPr>
      </w:pPr>
    </w:p>
    <w:p w14:paraId="04FCEA8B" w14:textId="77777777" w:rsidR="00F814DE" w:rsidRPr="00C26722" w:rsidRDefault="00F814DE" w:rsidP="00F814DE">
      <w:pPr>
        <w:spacing w:before="0" w:after="0"/>
        <w:rPr>
          <w:sz w:val="24"/>
          <w:szCs w:val="24"/>
        </w:rPr>
      </w:pPr>
      <w:r w:rsidRPr="00C26722">
        <w:rPr>
          <w:sz w:val="24"/>
          <w:szCs w:val="24"/>
        </w:rPr>
        <w:t>Informations concernant la PSSIE :</w:t>
      </w:r>
    </w:p>
    <w:p w14:paraId="75BE865F" w14:textId="77777777" w:rsidR="00F814DE" w:rsidRPr="00C26722" w:rsidRDefault="00F43FEF" w:rsidP="00F814DE">
      <w:pPr>
        <w:spacing w:before="0" w:after="0"/>
        <w:rPr>
          <w:rFonts w:eastAsia="Times New Roman" w:cs="Calibri"/>
          <w:sz w:val="24"/>
          <w:szCs w:val="24"/>
          <w:lang w:eastAsia="fr-FR"/>
        </w:rPr>
      </w:pPr>
      <w:hyperlink r:id="rId18" w:history="1">
        <w:r w:rsidR="00F814DE" w:rsidRPr="00C26722">
          <w:rPr>
            <w:rFonts w:eastAsia="Times New Roman" w:cs="Calibri"/>
            <w:color w:val="0563C1"/>
            <w:sz w:val="24"/>
            <w:szCs w:val="24"/>
            <w:u w:val="single"/>
            <w:lang w:eastAsia="fr-FR"/>
          </w:rPr>
          <w:t>https://www.ssi.gouv.fr/entreprise/reglementation/protection-des-systemes-dinformations/la-politique-de-securite-des-systemes-dinformation-de-letat-pssie/</w:t>
        </w:r>
      </w:hyperlink>
    </w:p>
    <w:p w14:paraId="2935ED57" w14:textId="77777777" w:rsidR="00F814DE" w:rsidRPr="00C26722" w:rsidRDefault="00F814DE" w:rsidP="00F814DE">
      <w:pPr>
        <w:spacing w:before="0" w:after="0"/>
        <w:rPr>
          <w:rFonts w:eastAsia="Times New Roman" w:cs="Calibri"/>
          <w:sz w:val="24"/>
          <w:szCs w:val="24"/>
          <w:lang w:eastAsia="fr-FR"/>
        </w:rPr>
      </w:pPr>
    </w:p>
    <w:p w14:paraId="14DEDBC7" w14:textId="77777777" w:rsidR="00F814DE" w:rsidRPr="00C26722" w:rsidRDefault="00F814DE" w:rsidP="00F814DE">
      <w:pPr>
        <w:spacing w:before="0" w:after="0"/>
        <w:rPr>
          <w:rFonts w:eastAsia="Times New Roman" w:cs="Calibri"/>
          <w:sz w:val="24"/>
          <w:szCs w:val="24"/>
          <w:lang w:eastAsia="fr-FR"/>
        </w:rPr>
      </w:pPr>
    </w:p>
    <w:p w14:paraId="44A22B79" w14:textId="77777777"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59" w:name="_Toc153959747"/>
      <w:bookmarkStart w:id="160" w:name="_Toc204704229"/>
      <w:bookmarkStart w:id="161" w:name="_Toc31886509"/>
      <w:r w:rsidRPr="00C26722">
        <w:rPr>
          <w:rFonts w:eastAsia="Calibri" w:cs="Times-Roman"/>
          <w:color w:val="33CCCC"/>
          <w:sz w:val="24"/>
          <w:szCs w:val="24"/>
        </w:rPr>
        <w:t>Conformité au règlement européen 2016/679 - RGPD</w:t>
      </w:r>
      <w:bookmarkEnd w:id="159"/>
      <w:bookmarkEnd w:id="160"/>
      <w:r w:rsidRPr="00C26722">
        <w:rPr>
          <w:rFonts w:eastAsia="Calibri" w:cs="Times-Roman"/>
          <w:color w:val="33CCCC"/>
          <w:sz w:val="24"/>
          <w:szCs w:val="24"/>
        </w:rPr>
        <w:t xml:space="preserve"> </w:t>
      </w:r>
      <w:bookmarkEnd w:id="161"/>
    </w:p>
    <w:p w14:paraId="1C6A940E" w14:textId="77777777" w:rsidR="00F814DE" w:rsidRPr="00C26722" w:rsidRDefault="00F814DE" w:rsidP="00F814DE">
      <w:pPr>
        <w:spacing w:before="0" w:after="0"/>
        <w:rPr>
          <w:rFonts w:eastAsia="Times New Roman" w:cs="Calibri"/>
          <w:sz w:val="24"/>
          <w:szCs w:val="24"/>
          <w:lang w:eastAsia="fr-FR"/>
        </w:rPr>
      </w:pPr>
    </w:p>
    <w:p w14:paraId="3FBEA16C" w14:textId="77777777" w:rsidR="00F814DE" w:rsidRPr="00C26722" w:rsidRDefault="00F814DE" w:rsidP="00F814DE">
      <w:pPr>
        <w:spacing w:before="0" w:after="0"/>
        <w:rPr>
          <w:sz w:val="24"/>
          <w:szCs w:val="24"/>
        </w:rPr>
      </w:pPr>
      <w:r w:rsidRPr="00C26722">
        <w:rPr>
          <w:sz w:val="24"/>
          <w:szCs w:val="24"/>
        </w:rPr>
        <w:t>Il est relatif à la protection des personnes physiques à l'égard du traitement des données à caractère personnel et à la libre circulation de ces données</w:t>
      </w:r>
      <w:r w:rsidRPr="00C26722">
        <w:rPr>
          <w:rFonts w:eastAsia="Times New Roman" w:cs="Times New Roman"/>
          <w:sz w:val="24"/>
          <w:szCs w:val="24"/>
          <w:lang w:eastAsia="fr-FR"/>
        </w:rPr>
        <w:t xml:space="preserve"> (</w:t>
      </w:r>
      <w:hyperlink r:id="rId19">
        <w:r w:rsidRPr="00C26722">
          <w:rPr>
            <w:rFonts w:eastAsia="Times New Roman" w:cs="Times New Roman"/>
            <w:color w:val="0563C1"/>
            <w:sz w:val="24"/>
            <w:szCs w:val="24"/>
            <w:u w:val="single"/>
            <w:lang w:eastAsia="fr-FR"/>
          </w:rPr>
          <w:t>https://www.cnil.fr/fr/reglement-europeen-protection-donnees.),</w:t>
        </w:r>
      </w:hyperlink>
      <w:r w:rsidRPr="00C26722">
        <w:rPr>
          <w:rFonts w:eastAsia="Times New Roman" w:cs="Times New Roman"/>
          <w:sz w:val="24"/>
          <w:szCs w:val="24"/>
          <w:lang w:eastAsia="fr-FR"/>
        </w:rPr>
        <w:t xml:space="preserve"> et plus </w:t>
      </w:r>
      <w:r w:rsidRPr="00C26722">
        <w:rPr>
          <w:sz w:val="24"/>
          <w:szCs w:val="24"/>
        </w:rPr>
        <w:t>largement :</w:t>
      </w:r>
    </w:p>
    <w:p w14:paraId="0F4378E4" w14:textId="77777777" w:rsidR="00F814DE" w:rsidRPr="00C26722" w:rsidRDefault="00F814DE" w:rsidP="00F814DE">
      <w:pPr>
        <w:numPr>
          <w:ilvl w:val="0"/>
          <w:numId w:val="24"/>
        </w:numPr>
        <w:spacing w:before="0" w:after="0"/>
        <w:contextualSpacing/>
        <w:jc w:val="left"/>
        <w:rPr>
          <w:sz w:val="24"/>
          <w:szCs w:val="24"/>
        </w:rPr>
      </w:pPr>
      <w:r w:rsidRPr="00C26722">
        <w:rPr>
          <w:sz w:val="24"/>
          <w:szCs w:val="24"/>
        </w:rPr>
        <w:t>Le titulaire garantit la conformité de la solution proposée aux exigences de privacy by design prévues</w:t>
      </w:r>
      <w:r w:rsidRPr="00C26722">
        <w:rPr>
          <w:rFonts w:eastAsia="Times New Roman" w:cs="Times New Roman"/>
          <w:sz w:val="24"/>
          <w:szCs w:val="24"/>
          <w:lang w:eastAsia="fr-FR"/>
        </w:rPr>
        <w:t xml:space="preserve"> </w:t>
      </w:r>
      <w:r w:rsidRPr="00C26722">
        <w:rPr>
          <w:sz w:val="24"/>
          <w:szCs w:val="24"/>
        </w:rPr>
        <w:t>par le règlement européen,</w:t>
      </w:r>
    </w:p>
    <w:p w14:paraId="2A816F56" w14:textId="77777777" w:rsidR="00F814DE" w:rsidRPr="00C26722" w:rsidRDefault="00F814DE" w:rsidP="00F814DE">
      <w:pPr>
        <w:spacing w:before="0" w:after="0"/>
        <w:ind w:left="720"/>
        <w:contextualSpacing/>
        <w:rPr>
          <w:sz w:val="24"/>
          <w:szCs w:val="24"/>
        </w:rPr>
      </w:pPr>
    </w:p>
    <w:p w14:paraId="42990C09" w14:textId="77777777" w:rsidR="00F814DE" w:rsidRPr="00C26722" w:rsidRDefault="00F814DE" w:rsidP="00F814DE">
      <w:pPr>
        <w:numPr>
          <w:ilvl w:val="0"/>
          <w:numId w:val="24"/>
        </w:numPr>
        <w:spacing w:before="0" w:after="0"/>
        <w:contextualSpacing/>
        <w:jc w:val="left"/>
        <w:rPr>
          <w:sz w:val="24"/>
          <w:szCs w:val="24"/>
        </w:rPr>
      </w:pPr>
      <w:r w:rsidRPr="00C26722">
        <w:rPr>
          <w:sz w:val="24"/>
          <w:szCs w:val="24"/>
        </w:rPr>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046F8E4A" w14:textId="77777777" w:rsidR="00F814DE" w:rsidRPr="00C26722" w:rsidRDefault="00F814DE" w:rsidP="00F814DE">
      <w:pPr>
        <w:spacing w:before="0" w:after="0"/>
        <w:ind w:left="720"/>
        <w:contextualSpacing/>
        <w:jc w:val="left"/>
        <w:rPr>
          <w:rFonts w:eastAsia="Times New Roman" w:cs="Calibri"/>
          <w:sz w:val="24"/>
          <w:szCs w:val="24"/>
          <w:lang w:eastAsia="fr-FR"/>
        </w:rPr>
      </w:pPr>
    </w:p>
    <w:p w14:paraId="46B25844" w14:textId="77777777" w:rsidR="00F814DE" w:rsidRPr="00C26722" w:rsidRDefault="00F814DE" w:rsidP="00F814DE">
      <w:pPr>
        <w:spacing w:before="0" w:after="0"/>
        <w:rPr>
          <w:rFonts w:eastAsia="Times New Roman" w:cs="Times New Roman"/>
          <w:sz w:val="24"/>
          <w:szCs w:val="24"/>
          <w:lang w:eastAsia="fr-FR"/>
        </w:rPr>
      </w:pPr>
      <w:r w:rsidRPr="00C26722">
        <w:rPr>
          <w:sz w:val="24"/>
          <w:szCs w:val="24"/>
        </w:rPr>
        <w:t>L’étude d’impact est nécessaire dans les cas visés par la CNIL sur son site :</w:t>
      </w:r>
      <w:r w:rsidRPr="00C26722">
        <w:rPr>
          <w:rFonts w:eastAsia="Times New Roman" w:cs="Times New Roman"/>
          <w:sz w:val="24"/>
          <w:szCs w:val="24"/>
          <w:lang w:eastAsia="fr-FR"/>
        </w:rPr>
        <w:t xml:space="preserve"> </w:t>
      </w:r>
      <w:hyperlink r:id="rId20">
        <w:r w:rsidRPr="00C26722">
          <w:rPr>
            <w:rFonts w:eastAsia="Segoe UI" w:cs="Segoe UI"/>
            <w:color w:val="0563C1"/>
            <w:sz w:val="24"/>
            <w:szCs w:val="24"/>
            <w:u w:val="single"/>
            <w:lang w:eastAsia="fr-FR"/>
          </w:rPr>
          <w:t>https://www.cnil.fr/fr/ce-quil-faut-savoir-sur-lanalyse-dimpact-relative-la-protection-des-donnees-aipd</w:t>
        </w:r>
      </w:hyperlink>
      <w:r w:rsidRPr="00C26722">
        <w:rPr>
          <w:rFonts w:eastAsia="Segoe UI" w:cs="Segoe UI"/>
          <w:sz w:val="24"/>
          <w:szCs w:val="24"/>
          <w:lang w:eastAsia="fr-FR"/>
        </w:rPr>
        <w:t xml:space="preserve"> </w:t>
      </w:r>
    </w:p>
    <w:p w14:paraId="42F10910" w14:textId="77777777" w:rsidR="00F814DE" w:rsidRPr="00C26722" w:rsidRDefault="00F814DE" w:rsidP="00F814DE">
      <w:pPr>
        <w:spacing w:before="0" w:after="0"/>
        <w:rPr>
          <w:sz w:val="24"/>
          <w:szCs w:val="24"/>
        </w:rPr>
      </w:pPr>
    </w:p>
    <w:p w14:paraId="33F574EB" w14:textId="77777777" w:rsidR="00F814DE" w:rsidRPr="00C26722" w:rsidRDefault="00F814DE" w:rsidP="00F814DE">
      <w:pPr>
        <w:numPr>
          <w:ilvl w:val="0"/>
          <w:numId w:val="24"/>
        </w:numPr>
        <w:spacing w:before="0" w:after="0"/>
        <w:contextualSpacing/>
        <w:jc w:val="left"/>
        <w:rPr>
          <w:sz w:val="24"/>
          <w:szCs w:val="24"/>
        </w:rPr>
      </w:pPr>
      <w:r w:rsidRPr="00C26722">
        <w:rPr>
          <w:sz w:val="24"/>
          <w:szCs w:val="24"/>
        </w:rPr>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6A93277F" w14:textId="77777777" w:rsidR="00F814DE" w:rsidRPr="00C26722" w:rsidRDefault="00F814DE" w:rsidP="00F814DE">
      <w:pPr>
        <w:spacing w:before="0" w:after="0"/>
        <w:rPr>
          <w:sz w:val="24"/>
          <w:szCs w:val="24"/>
        </w:rPr>
      </w:pPr>
    </w:p>
    <w:p w14:paraId="2A5F21F5" w14:textId="77777777" w:rsidR="00F814DE" w:rsidRPr="00C26722" w:rsidRDefault="00F814DE" w:rsidP="00F814DE">
      <w:pPr>
        <w:numPr>
          <w:ilvl w:val="0"/>
          <w:numId w:val="24"/>
        </w:numPr>
        <w:spacing w:before="0" w:after="0"/>
        <w:contextualSpacing/>
        <w:jc w:val="left"/>
        <w:rPr>
          <w:sz w:val="24"/>
          <w:szCs w:val="24"/>
        </w:rPr>
      </w:pPr>
      <w:r w:rsidRPr="00C26722">
        <w:rPr>
          <w:sz w:val="24"/>
          <w:szCs w:val="24"/>
        </w:rPr>
        <w:t>Le titulaire s'engage, le cas échéant, après notification et avant mise en production de la solution, à contractualiser avec INRAE le contrat de sous-traitance RGPD annexé au marché.</w:t>
      </w:r>
    </w:p>
    <w:p w14:paraId="63EFFA8E" w14:textId="77777777" w:rsidR="00506153" w:rsidRPr="00C26722" w:rsidRDefault="00506153" w:rsidP="00F814DE">
      <w:pPr>
        <w:spacing w:before="0" w:after="0"/>
        <w:ind w:left="360"/>
        <w:rPr>
          <w:sz w:val="24"/>
          <w:szCs w:val="24"/>
        </w:rPr>
      </w:pPr>
    </w:p>
    <w:p w14:paraId="7494208C" w14:textId="25630CD4" w:rsidR="00F814DE" w:rsidRPr="00C26722" w:rsidRDefault="00F814DE" w:rsidP="00F814DE">
      <w:pPr>
        <w:spacing w:before="0" w:after="0"/>
        <w:ind w:left="360"/>
        <w:rPr>
          <w:sz w:val="24"/>
          <w:szCs w:val="24"/>
        </w:rPr>
      </w:pPr>
      <w:r w:rsidRPr="00C26722">
        <w:rPr>
          <w:sz w:val="24"/>
          <w:szCs w:val="24"/>
        </w:rPr>
        <w:t>Selon le montant du marché, le contrat RGPD choisi par INRAE sera au choix :</w:t>
      </w:r>
    </w:p>
    <w:p w14:paraId="71B18541" w14:textId="77777777" w:rsidR="00F814DE" w:rsidRPr="00C26722" w:rsidRDefault="00F814DE" w:rsidP="00F814DE">
      <w:pPr>
        <w:numPr>
          <w:ilvl w:val="0"/>
          <w:numId w:val="23"/>
        </w:numPr>
        <w:spacing w:before="0" w:after="0"/>
        <w:contextualSpacing/>
        <w:jc w:val="left"/>
        <w:rPr>
          <w:rFonts w:eastAsia="Times New Roman" w:cs="Times New Roman"/>
          <w:sz w:val="24"/>
          <w:szCs w:val="24"/>
          <w:lang w:eastAsia="fr-FR"/>
        </w:rPr>
      </w:pPr>
      <w:r w:rsidRPr="00C26722">
        <w:rPr>
          <w:sz w:val="24"/>
          <w:szCs w:val="24"/>
        </w:rPr>
        <w:t>Le contrat type de sous-traitance RGPD issu de la DÉCISION D’EXÉCUTION (UE) 2021/915 DE LA COMMISSION du 4 juin 2021</w:t>
      </w:r>
      <w:r w:rsidRPr="00C26722">
        <w:rPr>
          <w:rFonts w:eastAsia="Times New Roman" w:cs="Times New Roman"/>
          <w:sz w:val="24"/>
          <w:szCs w:val="24"/>
          <w:lang w:eastAsia="fr-FR"/>
        </w:rPr>
        <w:t xml:space="preserve"> </w:t>
      </w:r>
      <w:hyperlink r:id="rId21">
        <w:r w:rsidRPr="00C26722">
          <w:rPr>
            <w:rFonts w:eastAsia="Segoe UI" w:cs="Segoe UI"/>
            <w:color w:val="0563C1"/>
            <w:sz w:val="24"/>
            <w:szCs w:val="24"/>
            <w:u w:val="single"/>
            <w:lang w:eastAsia="fr-FR"/>
          </w:rPr>
          <w:t>https://www.cnil.fr/fr/commande-publique-quel-acteur-est-responsable-au-regard-du-rgpd</w:t>
        </w:r>
      </w:hyperlink>
      <w:r w:rsidRPr="00C26722">
        <w:rPr>
          <w:rFonts w:eastAsia="Segoe UI" w:cs="Segoe UI"/>
          <w:sz w:val="24"/>
          <w:szCs w:val="24"/>
          <w:lang w:eastAsia="fr-FR"/>
        </w:rPr>
        <w:t xml:space="preserve"> </w:t>
      </w:r>
    </w:p>
    <w:p w14:paraId="42520C1E" w14:textId="30C2EC34" w:rsidR="00F814DE" w:rsidRPr="00BC5B26" w:rsidRDefault="00F814DE" w:rsidP="00F814DE">
      <w:pPr>
        <w:numPr>
          <w:ilvl w:val="0"/>
          <w:numId w:val="23"/>
        </w:numPr>
        <w:spacing w:before="0" w:after="0"/>
        <w:contextualSpacing/>
        <w:jc w:val="left"/>
        <w:rPr>
          <w:rFonts w:eastAsia="Times New Roman" w:cs="Times New Roman"/>
          <w:sz w:val="24"/>
          <w:szCs w:val="24"/>
          <w:lang w:eastAsia="fr-FR"/>
        </w:rPr>
      </w:pPr>
      <w:r w:rsidRPr="00C26722">
        <w:rPr>
          <w:sz w:val="24"/>
          <w:szCs w:val="24"/>
        </w:rPr>
        <w:t>Le contrat type de sous-traitance RGPD publié par la CNIL</w:t>
      </w:r>
      <w:r w:rsidRPr="00C26722">
        <w:rPr>
          <w:rFonts w:eastAsia="Times New Roman" w:cs="Times New Roman"/>
          <w:sz w:val="24"/>
          <w:szCs w:val="24"/>
          <w:lang w:eastAsia="fr-FR"/>
        </w:rPr>
        <w:t xml:space="preserve"> </w:t>
      </w:r>
      <w:hyperlink r:id="rId22">
        <w:r w:rsidRPr="00C26722">
          <w:rPr>
            <w:rFonts w:eastAsia="Segoe UI" w:cs="Segoe UI"/>
            <w:color w:val="0563C1"/>
            <w:sz w:val="24"/>
            <w:szCs w:val="24"/>
            <w:u w:val="single"/>
            <w:lang w:eastAsia="fr-FR"/>
          </w:rPr>
          <w:t>https://www.cnil.fr/fr/sous-traitance-exemple-de-clauses</w:t>
        </w:r>
      </w:hyperlink>
    </w:p>
    <w:p w14:paraId="40EC58A3" w14:textId="77777777" w:rsidR="00BC5B26" w:rsidRPr="00C26722" w:rsidRDefault="00BC5B26" w:rsidP="00F814DE">
      <w:pPr>
        <w:numPr>
          <w:ilvl w:val="0"/>
          <w:numId w:val="23"/>
        </w:numPr>
        <w:spacing w:before="0" w:after="0"/>
        <w:contextualSpacing/>
        <w:jc w:val="left"/>
        <w:rPr>
          <w:rFonts w:eastAsia="Times New Roman" w:cs="Times New Roman"/>
          <w:sz w:val="24"/>
          <w:szCs w:val="24"/>
          <w:lang w:eastAsia="fr-FR"/>
        </w:rPr>
      </w:pPr>
    </w:p>
    <w:p w14:paraId="60A7BE54" w14:textId="77777777" w:rsidR="00F814DE" w:rsidRPr="00C26722" w:rsidRDefault="00F814DE" w:rsidP="00F814DE">
      <w:pPr>
        <w:spacing w:before="0" w:after="0"/>
        <w:contextualSpacing/>
        <w:rPr>
          <w:rFonts w:eastAsia="Times New Roman" w:cs="Calibri"/>
          <w:sz w:val="24"/>
          <w:szCs w:val="24"/>
          <w:lang w:eastAsia="fr-FR"/>
        </w:rPr>
      </w:pPr>
    </w:p>
    <w:p w14:paraId="1E3D77C8" w14:textId="77777777" w:rsidR="00F814DE" w:rsidRPr="00C26722" w:rsidRDefault="00F814DE" w:rsidP="00F814DE">
      <w:pPr>
        <w:keepNext/>
        <w:numPr>
          <w:ilvl w:val="1"/>
          <w:numId w:val="22"/>
        </w:numPr>
        <w:tabs>
          <w:tab w:val="num" w:pos="360"/>
          <w:tab w:val="num" w:pos="576"/>
        </w:tabs>
        <w:spacing w:before="240" w:after="60"/>
        <w:ind w:left="576" w:hanging="576"/>
        <w:jc w:val="left"/>
        <w:outlineLvl w:val="1"/>
        <w:rPr>
          <w:rFonts w:eastAsia="Times New Roman" w:cs="Times New Roman"/>
          <w:bCs/>
          <w:iCs/>
          <w:color w:val="33CCCC"/>
          <w:sz w:val="24"/>
          <w:szCs w:val="24"/>
          <w:lang w:val="x-none" w:eastAsia="x-none"/>
        </w:rPr>
      </w:pPr>
      <w:bookmarkStart w:id="162" w:name="_Toc31886510"/>
      <w:bookmarkStart w:id="163" w:name="_Toc153959748"/>
      <w:bookmarkStart w:id="164" w:name="_Toc204704230"/>
      <w:r w:rsidRPr="00C26722">
        <w:rPr>
          <w:rFonts w:eastAsia="Times New Roman" w:cs="Times New Roman"/>
          <w:bCs/>
          <w:iCs/>
          <w:color w:val="33CCCC"/>
          <w:sz w:val="24"/>
          <w:szCs w:val="24"/>
          <w:lang w:val="x-none" w:eastAsia="x-none"/>
        </w:rPr>
        <w:t>ENGAGEMENT DU TITULAIRE</w:t>
      </w:r>
      <w:bookmarkEnd w:id="162"/>
      <w:bookmarkEnd w:id="163"/>
      <w:bookmarkEnd w:id="164"/>
    </w:p>
    <w:p w14:paraId="3728F046" w14:textId="77777777" w:rsidR="00F814DE" w:rsidRPr="00C26722" w:rsidRDefault="00F814DE" w:rsidP="00F814DE">
      <w:pPr>
        <w:spacing w:before="0" w:after="0"/>
        <w:jc w:val="left"/>
        <w:rPr>
          <w:rFonts w:eastAsia="Times New Roman" w:cs="Times New Roman"/>
          <w:color w:val="2EBBB8"/>
          <w:sz w:val="24"/>
          <w:szCs w:val="24"/>
          <w:lang w:eastAsia="fr-FR"/>
        </w:rPr>
      </w:pPr>
    </w:p>
    <w:p w14:paraId="3896853F" w14:textId="77777777"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65" w:name="_Toc153959749"/>
      <w:bookmarkStart w:id="166" w:name="_Toc204704231"/>
      <w:bookmarkStart w:id="167" w:name="_Toc31886511"/>
      <w:r w:rsidRPr="00C26722">
        <w:rPr>
          <w:rFonts w:eastAsia="Calibri" w:cs="Times-Roman"/>
          <w:color w:val="33CCCC"/>
          <w:sz w:val="24"/>
          <w:szCs w:val="24"/>
        </w:rPr>
        <w:t>Obligation de sécurisation des données</w:t>
      </w:r>
      <w:bookmarkEnd w:id="165"/>
      <w:bookmarkEnd w:id="166"/>
      <w:r w:rsidRPr="00C26722">
        <w:rPr>
          <w:rFonts w:eastAsia="Calibri" w:cs="Times-Roman"/>
          <w:color w:val="33CCCC"/>
          <w:sz w:val="24"/>
          <w:szCs w:val="24"/>
        </w:rPr>
        <w:t xml:space="preserve"> </w:t>
      </w:r>
      <w:bookmarkEnd w:id="167"/>
    </w:p>
    <w:p w14:paraId="0182973C" w14:textId="77777777" w:rsidR="00F814DE" w:rsidRPr="00C26722" w:rsidRDefault="00F814DE" w:rsidP="00F814DE">
      <w:pPr>
        <w:spacing w:before="0" w:after="0"/>
        <w:rPr>
          <w:rFonts w:eastAsia="Times New Roman" w:cs="Calibri"/>
          <w:sz w:val="24"/>
          <w:szCs w:val="24"/>
          <w:lang w:eastAsia="fr-FR"/>
        </w:rPr>
      </w:pPr>
    </w:p>
    <w:p w14:paraId="09F08801" w14:textId="77777777" w:rsidR="00F814DE" w:rsidRPr="00C26722" w:rsidRDefault="00F814DE" w:rsidP="00F814DE">
      <w:pPr>
        <w:spacing w:before="0" w:after="0"/>
        <w:rPr>
          <w:sz w:val="24"/>
          <w:szCs w:val="24"/>
        </w:rPr>
      </w:pPr>
      <w:r w:rsidRPr="00C26722">
        <w:rPr>
          <w:sz w:val="24"/>
          <w:szCs w:val="24"/>
        </w:rPr>
        <w:t>Au titre de son obligation de sécurisation des données, le titulaire s'engage donc notamment à :</w:t>
      </w:r>
    </w:p>
    <w:p w14:paraId="6B9E5279" w14:textId="77777777" w:rsidR="00F814DE" w:rsidRPr="00C26722" w:rsidRDefault="00F814DE" w:rsidP="00F814DE">
      <w:pPr>
        <w:numPr>
          <w:ilvl w:val="0"/>
          <w:numId w:val="27"/>
        </w:numPr>
        <w:spacing w:before="0" w:after="0"/>
        <w:rPr>
          <w:sz w:val="24"/>
          <w:szCs w:val="24"/>
        </w:rPr>
      </w:pPr>
      <w:r w:rsidRPr="00C26722">
        <w:rPr>
          <w:sz w:val="24"/>
          <w:szCs w:val="24"/>
        </w:rPr>
        <w:t xml:space="preserve">Ne pas utiliser ou copier les données traitées à des fins autres que celles spécifiées au présent marché, </w:t>
      </w:r>
    </w:p>
    <w:p w14:paraId="33CED592" w14:textId="77777777" w:rsidR="00F814DE" w:rsidRPr="00C26722" w:rsidRDefault="00F814DE" w:rsidP="00F814DE">
      <w:pPr>
        <w:numPr>
          <w:ilvl w:val="0"/>
          <w:numId w:val="27"/>
        </w:numPr>
        <w:spacing w:before="0" w:after="0"/>
        <w:rPr>
          <w:sz w:val="24"/>
          <w:szCs w:val="24"/>
        </w:rPr>
      </w:pPr>
      <w:r w:rsidRPr="00C26722">
        <w:rPr>
          <w:sz w:val="24"/>
          <w:szCs w:val="24"/>
        </w:rPr>
        <w:t xml:space="preserve">Ne pas divulguer les données à d'autres personnes privées ou publiques, physiques ou morales, </w:t>
      </w:r>
    </w:p>
    <w:p w14:paraId="20E40999" w14:textId="77777777" w:rsidR="00F814DE" w:rsidRPr="00C26722" w:rsidRDefault="00F814DE" w:rsidP="00F814DE">
      <w:pPr>
        <w:numPr>
          <w:ilvl w:val="0"/>
          <w:numId w:val="27"/>
        </w:numPr>
        <w:spacing w:before="0" w:after="0"/>
        <w:rPr>
          <w:sz w:val="24"/>
          <w:szCs w:val="24"/>
        </w:rPr>
      </w:pPr>
      <w:r w:rsidRPr="00C26722">
        <w:rPr>
          <w:sz w:val="24"/>
          <w:szCs w:val="24"/>
        </w:rPr>
        <w:t xml:space="preserve">Prendre toutes les mesures permettant d'éviter toute utilisation détournée ou frauduleuse des données, </w:t>
      </w:r>
    </w:p>
    <w:p w14:paraId="6750F7F7" w14:textId="77777777" w:rsidR="00F814DE" w:rsidRPr="00C26722" w:rsidRDefault="00F814DE" w:rsidP="00F814DE">
      <w:pPr>
        <w:numPr>
          <w:ilvl w:val="0"/>
          <w:numId w:val="27"/>
        </w:numPr>
        <w:spacing w:before="0" w:after="0"/>
        <w:rPr>
          <w:sz w:val="24"/>
          <w:szCs w:val="24"/>
        </w:rPr>
      </w:pPr>
      <w:r w:rsidRPr="00C26722">
        <w:rPr>
          <w:sz w:val="24"/>
          <w:szCs w:val="24"/>
        </w:rPr>
        <w:t xml:space="preserve">Prendre toutes les mesures, notamment de sécurité matérielle, pour assurer la conservation des données traitées dans le cadre du présent marché, </w:t>
      </w:r>
    </w:p>
    <w:p w14:paraId="2845A037" w14:textId="77777777" w:rsidR="00F814DE" w:rsidRPr="00C26722" w:rsidRDefault="00F814DE" w:rsidP="00F814DE">
      <w:pPr>
        <w:numPr>
          <w:ilvl w:val="0"/>
          <w:numId w:val="27"/>
        </w:numPr>
        <w:spacing w:before="0" w:after="0"/>
        <w:rPr>
          <w:sz w:val="24"/>
          <w:szCs w:val="24"/>
        </w:rPr>
      </w:pPr>
      <w:r w:rsidRPr="00C26722">
        <w:rPr>
          <w:sz w:val="24"/>
          <w:szCs w:val="24"/>
        </w:rPr>
        <w:t xml:space="preserve">Mettre en œuvre des moyens permettant de garantir la confidentialité, l'intégrité, la disponibilité et la résilience constantes des systèmes, services de traitement et des données, </w:t>
      </w:r>
    </w:p>
    <w:p w14:paraId="12201D86" w14:textId="77777777" w:rsidR="00F814DE" w:rsidRPr="00C26722" w:rsidRDefault="00F814DE" w:rsidP="00F814DE">
      <w:pPr>
        <w:numPr>
          <w:ilvl w:val="0"/>
          <w:numId w:val="27"/>
        </w:numPr>
        <w:spacing w:before="0" w:after="0"/>
        <w:rPr>
          <w:sz w:val="24"/>
          <w:szCs w:val="24"/>
        </w:rPr>
      </w:pPr>
      <w:r w:rsidRPr="00C26722">
        <w:rPr>
          <w:sz w:val="24"/>
          <w:szCs w:val="24"/>
        </w:rPr>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7519525A" w14:textId="77777777" w:rsidR="00F814DE" w:rsidRPr="00C26722" w:rsidRDefault="00F814DE" w:rsidP="00F814DE">
      <w:pPr>
        <w:numPr>
          <w:ilvl w:val="0"/>
          <w:numId w:val="27"/>
        </w:numPr>
        <w:spacing w:before="0" w:after="0"/>
        <w:rPr>
          <w:sz w:val="24"/>
          <w:szCs w:val="24"/>
        </w:rPr>
      </w:pPr>
      <w:r w:rsidRPr="00C26722">
        <w:rPr>
          <w:sz w:val="24"/>
          <w:szCs w:val="24"/>
        </w:rPr>
        <w:t xml:space="preserve">Mettre en œuvre des moyens permettant de rétablir la disponibilité des données et leur accès en cas d'incident physique ou technique dans des délais appropriés, </w:t>
      </w:r>
    </w:p>
    <w:p w14:paraId="67793B22" w14:textId="77777777" w:rsidR="00F814DE" w:rsidRPr="00C26722" w:rsidRDefault="00F814DE" w:rsidP="00F814DE">
      <w:pPr>
        <w:numPr>
          <w:ilvl w:val="0"/>
          <w:numId w:val="27"/>
        </w:numPr>
        <w:spacing w:before="0" w:after="0"/>
        <w:rPr>
          <w:sz w:val="24"/>
          <w:szCs w:val="24"/>
        </w:rPr>
      </w:pPr>
      <w:r w:rsidRPr="00C26722">
        <w:rPr>
          <w:sz w:val="24"/>
          <w:szCs w:val="24"/>
        </w:rPr>
        <w:t xml:space="preserve">Mettre en œuvre une procédure de test, analyse et évaluation régulière de l'efficacité des mesures techniques et organisationnelles assurant la sécurité des données, </w:t>
      </w:r>
    </w:p>
    <w:p w14:paraId="30DE6BAF" w14:textId="77777777" w:rsidR="00F814DE" w:rsidRPr="00C26722" w:rsidRDefault="00F814DE" w:rsidP="00F814DE">
      <w:pPr>
        <w:numPr>
          <w:ilvl w:val="0"/>
          <w:numId w:val="27"/>
        </w:numPr>
        <w:spacing w:before="0" w:after="0"/>
        <w:rPr>
          <w:sz w:val="24"/>
          <w:szCs w:val="24"/>
        </w:rPr>
      </w:pPr>
      <w:r w:rsidRPr="00C26722">
        <w:rPr>
          <w:sz w:val="24"/>
          <w:szCs w:val="24"/>
        </w:rPr>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5FD5D45E" w14:textId="77777777" w:rsidR="00F814DE" w:rsidRPr="00C26722" w:rsidRDefault="00F814DE" w:rsidP="00F814DE">
      <w:pPr>
        <w:numPr>
          <w:ilvl w:val="0"/>
          <w:numId w:val="27"/>
        </w:numPr>
        <w:spacing w:before="0" w:after="0"/>
        <w:rPr>
          <w:sz w:val="24"/>
          <w:szCs w:val="24"/>
        </w:rPr>
      </w:pPr>
      <w:r w:rsidRPr="00C26722">
        <w:rPr>
          <w:sz w:val="24"/>
          <w:szCs w:val="24"/>
        </w:rPr>
        <w:t>Lors des phases de développement, test et recette, ne pas utiliser les données personnelles réelles contenues dans les bases,</w:t>
      </w:r>
    </w:p>
    <w:p w14:paraId="2940F20B" w14:textId="77777777" w:rsidR="00F814DE" w:rsidRPr="00C26722" w:rsidRDefault="00F814DE" w:rsidP="00F814DE">
      <w:pPr>
        <w:numPr>
          <w:ilvl w:val="0"/>
          <w:numId w:val="27"/>
        </w:numPr>
        <w:spacing w:before="0" w:after="0"/>
        <w:rPr>
          <w:sz w:val="24"/>
          <w:szCs w:val="24"/>
        </w:rPr>
      </w:pPr>
      <w:r w:rsidRPr="00C26722">
        <w:rPr>
          <w:sz w:val="24"/>
          <w:szCs w:val="24"/>
        </w:rPr>
        <w:t xml:space="preserve">Mettre à la disposition d'INRAE les informations nécessaires afin de démontrer le respect de ces obligations et, à cette même fin, permettre la réalisation d'audits par INRAE. </w:t>
      </w:r>
    </w:p>
    <w:p w14:paraId="3B9245F2" w14:textId="77777777" w:rsidR="00F814DE" w:rsidRPr="00C26722" w:rsidRDefault="00F814DE" w:rsidP="00F814DE">
      <w:pPr>
        <w:spacing w:before="0" w:after="0"/>
        <w:ind w:left="708"/>
        <w:rPr>
          <w:sz w:val="24"/>
          <w:szCs w:val="24"/>
        </w:rPr>
      </w:pPr>
    </w:p>
    <w:p w14:paraId="02D68246" w14:textId="77777777"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68" w:name="_Toc31886512"/>
      <w:bookmarkStart w:id="169" w:name="_Toc153959750"/>
      <w:bookmarkStart w:id="170" w:name="_Toc204704232"/>
      <w:r w:rsidRPr="00C26722">
        <w:rPr>
          <w:rFonts w:eastAsia="Calibri" w:cs="Times-Roman"/>
          <w:color w:val="33CCCC"/>
          <w:sz w:val="24"/>
          <w:szCs w:val="24"/>
        </w:rPr>
        <w:t>Sécurisation des prestations et du Système d’Information</w:t>
      </w:r>
      <w:bookmarkEnd w:id="168"/>
      <w:bookmarkEnd w:id="169"/>
      <w:bookmarkEnd w:id="170"/>
    </w:p>
    <w:p w14:paraId="7A506BCD" w14:textId="77777777" w:rsidR="00F814DE" w:rsidRPr="00C26722" w:rsidRDefault="00F814DE" w:rsidP="00F814DE">
      <w:pPr>
        <w:spacing w:before="0" w:after="0"/>
        <w:rPr>
          <w:rFonts w:eastAsia="Times New Roman" w:cs="Calibri"/>
          <w:sz w:val="24"/>
          <w:szCs w:val="24"/>
          <w:lang w:eastAsia="fr-FR"/>
        </w:rPr>
      </w:pPr>
    </w:p>
    <w:p w14:paraId="7A449666" w14:textId="77777777" w:rsidR="00F814DE" w:rsidRPr="00C26722" w:rsidRDefault="00F814DE" w:rsidP="00F814DE">
      <w:pPr>
        <w:spacing w:before="0" w:after="0"/>
        <w:rPr>
          <w:sz w:val="24"/>
          <w:szCs w:val="24"/>
        </w:rPr>
      </w:pPr>
      <w:r w:rsidRPr="00C26722">
        <w:rPr>
          <w:sz w:val="24"/>
          <w:szCs w:val="24"/>
        </w:rPr>
        <w:t xml:space="preserve">Au titre de la sécurisation des prestations et du SI, le titulaire s’engage notamment à : </w:t>
      </w:r>
    </w:p>
    <w:p w14:paraId="344AD2CC" w14:textId="77777777" w:rsidR="00F814DE" w:rsidRPr="00C26722" w:rsidRDefault="00F814DE" w:rsidP="00F814DE">
      <w:pPr>
        <w:numPr>
          <w:ilvl w:val="0"/>
          <w:numId w:val="25"/>
        </w:numPr>
        <w:spacing w:before="0" w:after="0"/>
        <w:contextualSpacing/>
        <w:jc w:val="left"/>
        <w:rPr>
          <w:sz w:val="24"/>
          <w:szCs w:val="24"/>
        </w:rPr>
      </w:pPr>
      <w:r w:rsidRPr="00C26722">
        <w:rPr>
          <w:sz w:val="24"/>
          <w:szCs w:val="24"/>
        </w:rPr>
        <w:t xml:space="preserve">Remettre à INRAE, dans le cadre de son offre technique, le Plan d’Assurance Sécurité (PAS) lié aux prestations du marché ainsi que chacune de ses mises à jour ayant eu lieu pendant la durée du celui-ci. </w:t>
      </w:r>
    </w:p>
    <w:p w14:paraId="3585ACCF" w14:textId="77777777" w:rsidR="00F814DE" w:rsidRPr="00C26722" w:rsidRDefault="00F814DE" w:rsidP="00F814DE">
      <w:pPr>
        <w:spacing w:before="0" w:after="0"/>
        <w:ind w:left="720"/>
        <w:contextualSpacing/>
        <w:rPr>
          <w:sz w:val="24"/>
          <w:szCs w:val="24"/>
        </w:rPr>
      </w:pPr>
      <w:r w:rsidRPr="00C26722">
        <w:rPr>
          <w:sz w:val="24"/>
          <w:szCs w:val="24"/>
        </w:rPr>
        <w:t>Lorsqu’elle est disponible, le titulaire fournit sa politique de sécurité des systèmes d’information (PSSI).</w:t>
      </w:r>
    </w:p>
    <w:p w14:paraId="64434CBA" w14:textId="77777777" w:rsidR="00F814DE" w:rsidRPr="00C26722" w:rsidRDefault="00F814DE" w:rsidP="00F814DE">
      <w:pPr>
        <w:numPr>
          <w:ilvl w:val="0"/>
          <w:numId w:val="25"/>
        </w:numPr>
        <w:spacing w:before="0" w:after="0"/>
        <w:contextualSpacing/>
        <w:jc w:val="left"/>
        <w:rPr>
          <w:sz w:val="24"/>
          <w:szCs w:val="24"/>
        </w:rPr>
      </w:pPr>
      <w:r w:rsidRPr="00C26722">
        <w:rPr>
          <w:sz w:val="24"/>
          <w:szCs w:val="24"/>
        </w:rPr>
        <w:t xml:space="preserve">Le PAS pourra évoluer pendant la durée du marché afin de présenter a minima les mesures de sécurisation concernant : </w:t>
      </w:r>
    </w:p>
    <w:p w14:paraId="04E35903" w14:textId="77777777" w:rsidR="00F814DE" w:rsidRPr="00C26722" w:rsidRDefault="00F814DE" w:rsidP="00F814DE">
      <w:pPr>
        <w:numPr>
          <w:ilvl w:val="1"/>
          <w:numId w:val="26"/>
        </w:numPr>
        <w:spacing w:before="0" w:after="0"/>
        <w:contextualSpacing/>
        <w:jc w:val="left"/>
        <w:rPr>
          <w:sz w:val="24"/>
          <w:szCs w:val="24"/>
        </w:rPr>
      </w:pPr>
      <w:r w:rsidRPr="00C26722">
        <w:rPr>
          <w:sz w:val="24"/>
          <w:szCs w:val="24"/>
        </w:rPr>
        <w:t>La sensibilisation et la formation des personnels et autres mesures de sécurité organisationnelles,</w:t>
      </w:r>
    </w:p>
    <w:p w14:paraId="20DA689C" w14:textId="77777777" w:rsidR="00F814DE" w:rsidRPr="00C26722" w:rsidRDefault="00F814DE" w:rsidP="00F814DE">
      <w:pPr>
        <w:numPr>
          <w:ilvl w:val="1"/>
          <w:numId w:val="26"/>
        </w:numPr>
        <w:spacing w:before="0" w:after="0"/>
        <w:contextualSpacing/>
        <w:jc w:val="left"/>
        <w:rPr>
          <w:sz w:val="24"/>
          <w:szCs w:val="24"/>
        </w:rPr>
      </w:pPr>
      <w:r w:rsidRPr="00C26722">
        <w:rPr>
          <w:sz w:val="24"/>
          <w:szCs w:val="24"/>
        </w:rPr>
        <w:t xml:space="preserve">Les développements spécifiques, </w:t>
      </w:r>
    </w:p>
    <w:p w14:paraId="75EBFC10" w14:textId="77777777" w:rsidR="00F814DE" w:rsidRPr="00C26722" w:rsidRDefault="00F814DE" w:rsidP="00F814DE">
      <w:pPr>
        <w:numPr>
          <w:ilvl w:val="1"/>
          <w:numId w:val="26"/>
        </w:numPr>
        <w:spacing w:before="0" w:after="0"/>
        <w:contextualSpacing/>
        <w:jc w:val="left"/>
        <w:rPr>
          <w:sz w:val="24"/>
          <w:szCs w:val="24"/>
        </w:rPr>
      </w:pPr>
      <w:r w:rsidRPr="00C26722">
        <w:rPr>
          <w:sz w:val="24"/>
          <w:szCs w:val="24"/>
        </w:rPr>
        <w:t xml:space="preserve">L’hébergement des données et des services, </w:t>
      </w:r>
    </w:p>
    <w:p w14:paraId="7931F861" w14:textId="77777777" w:rsidR="00F814DE" w:rsidRPr="00C26722" w:rsidRDefault="00F814DE" w:rsidP="00F814DE">
      <w:pPr>
        <w:numPr>
          <w:ilvl w:val="1"/>
          <w:numId w:val="26"/>
        </w:numPr>
        <w:spacing w:before="0" w:after="0"/>
        <w:contextualSpacing/>
        <w:jc w:val="left"/>
        <w:rPr>
          <w:rFonts w:eastAsia="Times New Roman" w:cs="Times New Roman"/>
          <w:sz w:val="24"/>
          <w:szCs w:val="24"/>
          <w:lang w:eastAsia="fr-FR"/>
        </w:rPr>
      </w:pPr>
      <w:r w:rsidRPr="00C26722">
        <w:rPr>
          <w:rFonts w:eastAsia="Times New Roman" w:cs="Times New Roman"/>
          <w:sz w:val="24"/>
          <w:szCs w:val="24"/>
          <w:lang w:eastAsia="fr-FR"/>
        </w:rPr>
        <w:t>La gestion des incidents de sécurité du titulaire,</w:t>
      </w:r>
    </w:p>
    <w:p w14:paraId="0D12AA23" w14:textId="77777777" w:rsidR="00F814DE" w:rsidRPr="00C26722" w:rsidRDefault="00F814DE" w:rsidP="00F814DE">
      <w:pPr>
        <w:numPr>
          <w:ilvl w:val="1"/>
          <w:numId w:val="26"/>
        </w:numPr>
        <w:spacing w:before="0" w:after="0"/>
        <w:contextualSpacing/>
        <w:jc w:val="left"/>
        <w:rPr>
          <w:sz w:val="24"/>
          <w:szCs w:val="24"/>
        </w:rPr>
      </w:pPr>
      <w:r w:rsidRPr="00C26722">
        <w:rPr>
          <w:sz w:val="24"/>
          <w:szCs w:val="24"/>
        </w:rPr>
        <w:t>Le maintien en condition de sécurité,</w:t>
      </w:r>
    </w:p>
    <w:p w14:paraId="2015AECC" w14:textId="77777777" w:rsidR="00F814DE" w:rsidRPr="00C26722" w:rsidRDefault="00F814DE" w:rsidP="00F814DE">
      <w:pPr>
        <w:numPr>
          <w:ilvl w:val="1"/>
          <w:numId w:val="26"/>
        </w:numPr>
        <w:spacing w:before="0" w:after="0"/>
        <w:contextualSpacing/>
        <w:jc w:val="left"/>
        <w:rPr>
          <w:sz w:val="24"/>
          <w:szCs w:val="24"/>
        </w:rPr>
      </w:pPr>
      <w:r w:rsidRPr="00C26722">
        <w:rPr>
          <w:sz w:val="24"/>
          <w:szCs w:val="24"/>
        </w:rPr>
        <w:t>La politique de gestion des postes de travail des intervenants de la prestation objet du marché,</w:t>
      </w:r>
    </w:p>
    <w:p w14:paraId="7ADF96C8" w14:textId="77777777" w:rsidR="00F814DE" w:rsidRPr="00C26722" w:rsidRDefault="00F814DE" w:rsidP="00F814DE">
      <w:pPr>
        <w:numPr>
          <w:ilvl w:val="1"/>
          <w:numId w:val="26"/>
        </w:numPr>
        <w:spacing w:before="0" w:after="0"/>
        <w:contextualSpacing/>
        <w:jc w:val="left"/>
        <w:rPr>
          <w:sz w:val="24"/>
          <w:szCs w:val="24"/>
        </w:rPr>
      </w:pPr>
      <w:r w:rsidRPr="00C26722">
        <w:rPr>
          <w:sz w:val="24"/>
          <w:szCs w:val="24"/>
        </w:rPr>
        <w:t>La conformité et les démarches de contrôle interne.</w:t>
      </w:r>
    </w:p>
    <w:p w14:paraId="4E4C7A08" w14:textId="77777777" w:rsidR="00F814DE" w:rsidRPr="00C26722" w:rsidRDefault="00F814DE" w:rsidP="00F814DE">
      <w:pPr>
        <w:spacing w:before="0" w:after="0"/>
        <w:rPr>
          <w:sz w:val="24"/>
          <w:szCs w:val="24"/>
        </w:rPr>
      </w:pPr>
      <w:r w:rsidRPr="00C26722">
        <w:rPr>
          <w:sz w:val="24"/>
          <w:szCs w:val="24"/>
        </w:rPr>
        <w:t>Dans le cadre de l’exécution du marché, l’ensemble des sous-traitants doit respecter l’ensemble des obligations auxquelles s’engage le titulaire et notamment fournir sa PAS au même titre que le titulaire.</w:t>
      </w:r>
    </w:p>
    <w:p w14:paraId="7D9C3ADD" w14:textId="77777777" w:rsidR="00F814DE" w:rsidRPr="00C26722" w:rsidRDefault="00F814DE" w:rsidP="00F814DE">
      <w:pPr>
        <w:spacing w:before="0" w:after="0"/>
        <w:jc w:val="left"/>
        <w:rPr>
          <w:rFonts w:eastAsia="Times New Roman" w:cs="Times New Roman"/>
          <w:sz w:val="24"/>
          <w:szCs w:val="24"/>
          <w:lang w:eastAsia="fr-FR"/>
        </w:rPr>
      </w:pPr>
    </w:p>
    <w:p w14:paraId="6D8B2000" w14:textId="77777777" w:rsidR="00F814DE" w:rsidRPr="00C26722"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sz w:val="24"/>
          <w:szCs w:val="24"/>
        </w:rPr>
      </w:pPr>
      <w:bookmarkStart w:id="171" w:name="_Toc153959751"/>
      <w:bookmarkStart w:id="172" w:name="_Toc204704233"/>
      <w:r w:rsidRPr="00C26722">
        <w:rPr>
          <w:rFonts w:eastAsia="Calibri" w:cs="Times-Roman"/>
          <w:color w:val="33CCCC"/>
          <w:sz w:val="24"/>
          <w:szCs w:val="24"/>
        </w:rPr>
        <w:t>Données personnelles dans le cadre de la gestion de la relation contractuelle</w:t>
      </w:r>
      <w:bookmarkEnd w:id="171"/>
      <w:bookmarkEnd w:id="172"/>
    </w:p>
    <w:p w14:paraId="0D57999D" w14:textId="77777777" w:rsidR="00F814DE" w:rsidRPr="00C26722" w:rsidRDefault="00F814DE" w:rsidP="00F814DE">
      <w:pPr>
        <w:spacing w:before="0" w:after="0"/>
        <w:rPr>
          <w:rFonts w:eastAsia="Times New Roman" w:cs="Calibri"/>
          <w:sz w:val="24"/>
          <w:szCs w:val="24"/>
          <w:lang w:eastAsia="fr-FR"/>
        </w:rPr>
      </w:pPr>
    </w:p>
    <w:p w14:paraId="74ACC804" w14:textId="77777777" w:rsidR="00F814DE" w:rsidRPr="00C26722" w:rsidRDefault="00F814DE" w:rsidP="00F814DE">
      <w:pPr>
        <w:spacing w:before="0" w:after="0"/>
        <w:rPr>
          <w:sz w:val="24"/>
          <w:szCs w:val="24"/>
        </w:rPr>
      </w:pPr>
      <w:r w:rsidRPr="00C26722">
        <w:rPr>
          <w:sz w:val="24"/>
          <w:szCs w:val="24"/>
        </w:rPr>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23823332" w14:textId="77777777" w:rsidR="00F814DE" w:rsidRPr="00C26722" w:rsidRDefault="00F814DE" w:rsidP="00F814DE">
      <w:pPr>
        <w:spacing w:before="0" w:after="0"/>
        <w:rPr>
          <w:sz w:val="24"/>
          <w:szCs w:val="24"/>
        </w:rPr>
      </w:pPr>
    </w:p>
    <w:p w14:paraId="54F2D4D0" w14:textId="77777777" w:rsidR="00F814DE" w:rsidRPr="00C26722" w:rsidRDefault="00F814DE" w:rsidP="00F814DE">
      <w:pPr>
        <w:spacing w:before="0" w:after="0"/>
        <w:rPr>
          <w:sz w:val="24"/>
          <w:szCs w:val="24"/>
        </w:rPr>
      </w:pPr>
      <w:r w:rsidRPr="00C26722">
        <w:rPr>
          <w:sz w:val="24"/>
          <w:szCs w:val="24"/>
        </w:rPr>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02DB0CA1" w14:textId="77777777" w:rsidR="00F814DE" w:rsidRPr="00C26722" w:rsidRDefault="00F814DE" w:rsidP="00F814DE">
      <w:pPr>
        <w:spacing w:before="0" w:after="0"/>
        <w:rPr>
          <w:sz w:val="24"/>
          <w:szCs w:val="24"/>
        </w:rPr>
      </w:pPr>
      <w:r w:rsidRPr="00C26722">
        <w:rPr>
          <w:sz w:val="24"/>
          <w:szCs w:val="24"/>
        </w:rPr>
        <w:t xml:space="preserve">Les parties prendront toutes les mesures techniques et organisationnelles appropriées pour protéger et sécuriser ces données. Les parties mettront tout en œuvre pour empêcher tout traitement non autorisé ou illégal de ces données. </w:t>
      </w:r>
    </w:p>
    <w:p w14:paraId="0EB7E85B" w14:textId="77777777" w:rsidR="00B3398C" w:rsidRPr="00C26722" w:rsidRDefault="00B3398C" w:rsidP="00760980">
      <w:pPr>
        <w:pStyle w:val="Titre1"/>
        <w:spacing w:after="240"/>
        <w:ind w:left="357" w:hanging="357"/>
        <w:rPr>
          <w:rFonts w:ascii="AvenirNext LT Pro Cn" w:hAnsi="AvenirNext LT Pro Cn"/>
          <w:i/>
          <w:iCs/>
          <w:sz w:val="24"/>
          <w:szCs w:val="24"/>
        </w:rPr>
      </w:pPr>
      <w:bookmarkStart w:id="173" w:name="_Toc204704234"/>
      <w:bookmarkEnd w:id="143"/>
      <w:r w:rsidRPr="00C26722">
        <w:rPr>
          <w:rFonts w:ascii="AvenirNext LT Pro Cn" w:hAnsi="AvenirNext LT Pro Cn"/>
          <w:sz w:val="24"/>
          <w:szCs w:val="24"/>
        </w:rPr>
        <w:t>LITIGES</w:t>
      </w:r>
      <w:bookmarkEnd w:id="173"/>
    </w:p>
    <w:p w14:paraId="4866137A" w14:textId="5AE95799" w:rsidR="00911DB8" w:rsidRPr="00C26722" w:rsidRDefault="006D028A" w:rsidP="00760980">
      <w:pPr>
        <w:rPr>
          <w:bCs/>
          <w:sz w:val="24"/>
          <w:szCs w:val="24"/>
        </w:rPr>
      </w:pPr>
      <w:r w:rsidRPr="00C26722">
        <w:rPr>
          <w:bCs/>
          <w:sz w:val="24"/>
          <w:szCs w:val="24"/>
        </w:rPr>
        <w:t xml:space="preserve">Si </w:t>
      </w:r>
      <w:r w:rsidR="007B63E7" w:rsidRPr="00C26722">
        <w:rPr>
          <w:bCs/>
          <w:sz w:val="24"/>
          <w:szCs w:val="24"/>
        </w:rPr>
        <w:t>un désaccord</w:t>
      </w:r>
      <w:r w:rsidR="00B3398C" w:rsidRPr="00C26722">
        <w:rPr>
          <w:bCs/>
          <w:sz w:val="24"/>
          <w:szCs w:val="24"/>
        </w:rPr>
        <w:t xml:space="preserve"> n</w:t>
      </w:r>
      <w:r w:rsidR="007B63E7" w:rsidRPr="00C26722">
        <w:rPr>
          <w:bCs/>
          <w:sz w:val="24"/>
          <w:szCs w:val="24"/>
        </w:rPr>
        <w:t>ait</w:t>
      </w:r>
      <w:r w:rsidR="00B3398C" w:rsidRPr="00C26722">
        <w:rPr>
          <w:bCs/>
          <w:sz w:val="24"/>
          <w:szCs w:val="24"/>
        </w:rPr>
        <w:t xml:space="preserve"> à l’occasion de l’exécution du présent marché, les parties s’efforceront de trouver un accord amiable à leur litige.</w:t>
      </w:r>
      <w:r w:rsidR="00BC5B26">
        <w:rPr>
          <w:bCs/>
          <w:sz w:val="24"/>
          <w:szCs w:val="24"/>
        </w:rPr>
        <w:t xml:space="preserve"> </w:t>
      </w:r>
      <w:r w:rsidR="00B3398C" w:rsidRPr="00C26722">
        <w:rPr>
          <w:bCs/>
          <w:sz w:val="24"/>
          <w:szCs w:val="24"/>
        </w:rPr>
        <w:t>A défaut d’accord</w:t>
      </w:r>
      <w:r w:rsidRPr="00C26722">
        <w:rPr>
          <w:bCs/>
          <w:sz w:val="24"/>
          <w:szCs w:val="24"/>
        </w:rPr>
        <w:t xml:space="preserve"> amiable</w:t>
      </w:r>
      <w:r w:rsidR="00B3398C" w:rsidRPr="00C26722">
        <w:rPr>
          <w:bCs/>
          <w:sz w:val="24"/>
          <w:szCs w:val="24"/>
        </w:rPr>
        <w:t>, le tribunal administratif</w:t>
      </w:r>
      <w:r w:rsidR="00A70B76" w:rsidRPr="00C26722">
        <w:rPr>
          <w:bCs/>
          <w:sz w:val="24"/>
          <w:szCs w:val="24"/>
        </w:rPr>
        <w:t xml:space="preserve"> de</w:t>
      </w:r>
      <w:r w:rsidR="00394191" w:rsidRPr="00C26722">
        <w:rPr>
          <w:bCs/>
          <w:sz w:val="24"/>
          <w:szCs w:val="24"/>
        </w:rPr>
        <w:t xml:space="preserve"> </w:t>
      </w:r>
      <w:sdt>
        <w:sdtPr>
          <w:rPr>
            <w:bCs/>
            <w:sz w:val="24"/>
            <w:szCs w:val="24"/>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sidR="008E32EF" w:rsidRPr="00C26722">
            <w:rPr>
              <w:bCs/>
              <w:sz w:val="24"/>
              <w:szCs w:val="24"/>
            </w:rPr>
            <w:t>Versailles</w:t>
          </w:r>
        </w:sdtContent>
      </w:sdt>
      <w:r w:rsidR="00394191" w:rsidRPr="00C26722">
        <w:rPr>
          <w:bCs/>
          <w:sz w:val="24"/>
          <w:szCs w:val="24"/>
        </w:rPr>
        <w:t xml:space="preserve"> est le </w:t>
      </w:r>
      <w:r w:rsidR="00B3398C" w:rsidRPr="00C26722">
        <w:rPr>
          <w:bCs/>
          <w:sz w:val="24"/>
          <w:szCs w:val="24"/>
        </w:rPr>
        <w:t>seul compétent.</w:t>
      </w:r>
    </w:p>
    <w:p w14:paraId="0F061AC5" w14:textId="77777777" w:rsidR="00642C9F" w:rsidRPr="00C26722" w:rsidRDefault="00642C9F" w:rsidP="0004041A">
      <w:pPr>
        <w:pStyle w:val="Titre1"/>
        <w:spacing w:before="360"/>
        <w:ind w:left="357" w:hanging="357"/>
        <w:rPr>
          <w:rFonts w:ascii="AvenirNext LT Pro Cn" w:hAnsi="AvenirNext LT Pro Cn"/>
          <w:i/>
          <w:iCs/>
          <w:sz w:val="24"/>
          <w:szCs w:val="24"/>
        </w:rPr>
      </w:pPr>
      <w:bookmarkStart w:id="174" w:name="_Toc204704235"/>
      <w:r w:rsidRPr="00C26722">
        <w:rPr>
          <w:rFonts w:ascii="AvenirNext LT Pro Cn" w:hAnsi="AvenirNext LT Pro Cn"/>
          <w:sz w:val="24"/>
          <w:szCs w:val="24"/>
        </w:rPr>
        <w:t>DEROGATIONS AU CCAG-FCS</w:t>
      </w:r>
      <w:bookmarkEnd w:id="174"/>
    </w:p>
    <w:p w14:paraId="783DBD2C" w14:textId="77777777" w:rsidR="00760980" w:rsidRPr="00C26722" w:rsidRDefault="00760980" w:rsidP="008630D8">
      <w:pPr>
        <w:spacing w:before="0" w:after="0"/>
        <w:rPr>
          <w:sz w:val="24"/>
          <w:szCs w:val="24"/>
        </w:rPr>
      </w:pPr>
    </w:p>
    <w:tbl>
      <w:tblPr>
        <w:tblStyle w:val="Grilledutableau"/>
        <w:tblW w:w="9188" w:type="dxa"/>
        <w:tblLook w:val="04A0" w:firstRow="1" w:lastRow="0" w:firstColumn="1" w:lastColumn="0" w:noHBand="0" w:noVBand="1"/>
      </w:tblPr>
      <w:tblGrid>
        <w:gridCol w:w="6024"/>
        <w:gridCol w:w="3164"/>
      </w:tblGrid>
      <w:tr w:rsidR="00797BB0" w:rsidRPr="00C26722" w14:paraId="7936FBF5" w14:textId="77777777" w:rsidTr="00506153">
        <w:trPr>
          <w:trHeight w:val="408"/>
        </w:trPr>
        <w:tc>
          <w:tcPr>
            <w:tcW w:w="6024" w:type="dxa"/>
          </w:tcPr>
          <w:p w14:paraId="738F375E" w14:textId="77777777" w:rsidR="00797BB0" w:rsidRPr="00C26722" w:rsidRDefault="00797BB0" w:rsidP="00967E74">
            <w:pPr>
              <w:jc w:val="center"/>
              <w:rPr>
                <w:b/>
                <w:sz w:val="24"/>
                <w:szCs w:val="24"/>
              </w:rPr>
            </w:pPr>
            <w:r w:rsidRPr="00C26722">
              <w:rPr>
                <w:b/>
                <w:sz w:val="24"/>
                <w:szCs w:val="24"/>
              </w:rPr>
              <w:t>Articles du CCAG-FCS auxquels il est dérogé</w:t>
            </w:r>
          </w:p>
        </w:tc>
        <w:tc>
          <w:tcPr>
            <w:tcW w:w="3164" w:type="dxa"/>
          </w:tcPr>
          <w:p w14:paraId="584C110D" w14:textId="77777777" w:rsidR="00797BB0" w:rsidRPr="00C26722" w:rsidRDefault="00967E74" w:rsidP="00967E74">
            <w:pPr>
              <w:jc w:val="center"/>
              <w:rPr>
                <w:b/>
                <w:sz w:val="24"/>
                <w:szCs w:val="24"/>
              </w:rPr>
            </w:pPr>
            <w:r w:rsidRPr="00C26722">
              <w:rPr>
                <w:b/>
                <w:sz w:val="24"/>
                <w:szCs w:val="24"/>
              </w:rPr>
              <w:t>Articles de l’AECCP dérogeant au CCAG-FCS</w:t>
            </w:r>
          </w:p>
        </w:tc>
      </w:tr>
      <w:tr w:rsidR="00797BB0" w:rsidRPr="00C26722" w14:paraId="027861A6" w14:textId="77777777" w:rsidTr="00506153">
        <w:trPr>
          <w:trHeight w:val="278"/>
        </w:trPr>
        <w:tc>
          <w:tcPr>
            <w:tcW w:w="6024" w:type="dxa"/>
          </w:tcPr>
          <w:p w14:paraId="4D6CD6D8" w14:textId="616540E9" w:rsidR="00797BB0" w:rsidRPr="00C26722" w:rsidRDefault="00967E74" w:rsidP="00FE7EAD">
            <w:pPr>
              <w:spacing w:before="60" w:after="60"/>
              <w:jc w:val="left"/>
              <w:rPr>
                <w:sz w:val="24"/>
                <w:szCs w:val="24"/>
              </w:rPr>
            </w:pPr>
            <w:r w:rsidRPr="00C26722">
              <w:rPr>
                <w:sz w:val="24"/>
                <w:szCs w:val="24"/>
              </w:rPr>
              <w:t>4.1</w:t>
            </w:r>
            <w:r w:rsidR="001D1A5D" w:rsidRPr="00C26722">
              <w:rPr>
                <w:sz w:val="24"/>
                <w:szCs w:val="24"/>
              </w:rPr>
              <w:t xml:space="preserve"> (ordre de priorité des pièces)</w:t>
            </w:r>
          </w:p>
        </w:tc>
        <w:tc>
          <w:tcPr>
            <w:tcW w:w="3164" w:type="dxa"/>
          </w:tcPr>
          <w:p w14:paraId="637B0B96" w14:textId="77777777" w:rsidR="00797BB0" w:rsidRPr="00C26722" w:rsidRDefault="00967E74" w:rsidP="00FE7EAD">
            <w:pPr>
              <w:spacing w:before="60" w:after="60"/>
              <w:jc w:val="center"/>
              <w:rPr>
                <w:sz w:val="24"/>
                <w:szCs w:val="24"/>
              </w:rPr>
            </w:pPr>
            <w:r w:rsidRPr="00C26722">
              <w:rPr>
                <w:sz w:val="24"/>
                <w:szCs w:val="24"/>
              </w:rPr>
              <w:t>2</w:t>
            </w:r>
          </w:p>
        </w:tc>
      </w:tr>
      <w:tr w:rsidR="007B63E7" w:rsidRPr="00C26722" w14:paraId="04A031FF" w14:textId="77777777" w:rsidTr="00506153">
        <w:trPr>
          <w:trHeight w:val="285"/>
        </w:trPr>
        <w:tc>
          <w:tcPr>
            <w:tcW w:w="6024" w:type="dxa"/>
          </w:tcPr>
          <w:p w14:paraId="5F46BCD9" w14:textId="680BE250" w:rsidR="007B63E7" w:rsidRPr="00C26722" w:rsidRDefault="007B63E7" w:rsidP="00FE7EAD">
            <w:pPr>
              <w:spacing w:before="60" w:after="60"/>
              <w:jc w:val="left"/>
              <w:rPr>
                <w:sz w:val="24"/>
                <w:szCs w:val="24"/>
              </w:rPr>
            </w:pPr>
            <w:r w:rsidRPr="00C26722">
              <w:rPr>
                <w:sz w:val="24"/>
                <w:szCs w:val="24"/>
              </w:rPr>
              <w:t>4.2.1</w:t>
            </w:r>
            <w:r w:rsidR="001D1A5D" w:rsidRPr="00C26722">
              <w:rPr>
                <w:sz w:val="24"/>
                <w:szCs w:val="24"/>
              </w:rPr>
              <w:t xml:space="preserve"> (pièces notification)</w:t>
            </w:r>
          </w:p>
        </w:tc>
        <w:tc>
          <w:tcPr>
            <w:tcW w:w="3164" w:type="dxa"/>
          </w:tcPr>
          <w:p w14:paraId="37C7BCBB" w14:textId="77777777" w:rsidR="007B63E7" w:rsidRPr="00C26722" w:rsidRDefault="007B63E7" w:rsidP="00FE7EAD">
            <w:pPr>
              <w:spacing w:before="60" w:after="60"/>
              <w:jc w:val="center"/>
              <w:rPr>
                <w:sz w:val="24"/>
                <w:szCs w:val="24"/>
              </w:rPr>
            </w:pPr>
            <w:r w:rsidRPr="00C26722">
              <w:rPr>
                <w:sz w:val="24"/>
                <w:szCs w:val="24"/>
              </w:rPr>
              <w:t>2.1</w:t>
            </w:r>
          </w:p>
        </w:tc>
      </w:tr>
      <w:tr w:rsidR="00731362" w:rsidRPr="00C26722" w14:paraId="13DAF2CC" w14:textId="77777777" w:rsidTr="00506153">
        <w:trPr>
          <w:trHeight w:val="278"/>
        </w:trPr>
        <w:tc>
          <w:tcPr>
            <w:tcW w:w="6024" w:type="dxa"/>
          </w:tcPr>
          <w:p w14:paraId="41024B5B" w14:textId="44A40D7B" w:rsidR="00731362" w:rsidRPr="00C26722" w:rsidRDefault="00731362" w:rsidP="00FE7EAD">
            <w:pPr>
              <w:spacing w:before="60" w:after="60"/>
              <w:jc w:val="left"/>
              <w:rPr>
                <w:sz w:val="24"/>
                <w:szCs w:val="24"/>
              </w:rPr>
            </w:pPr>
            <w:r w:rsidRPr="00C26722">
              <w:rPr>
                <w:sz w:val="24"/>
                <w:szCs w:val="24"/>
              </w:rPr>
              <w:t>14</w:t>
            </w:r>
            <w:r w:rsidR="001D1A5D" w:rsidRPr="00C26722">
              <w:rPr>
                <w:sz w:val="24"/>
                <w:szCs w:val="24"/>
              </w:rPr>
              <w:t xml:space="preserve"> – 14.1.1 – 14.1.3 (pénalités)</w:t>
            </w:r>
          </w:p>
        </w:tc>
        <w:tc>
          <w:tcPr>
            <w:tcW w:w="3164" w:type="dxa"/>
          </w:tcPr>
          <w:p w14:paraId="1011BF0C" w14:textId="525CEDC2" w:rsidR="00731362" w:rsidRPr="00C26722" w:rsidRDefault="00731362" w:rsidP="00FE7EAD">
            <w:pPr>
              <w:spacing w:before="60" w:after="60"/>
              <w:jc w:val="center"/>
              <w:rPr>
                <w:sz w:val="24"/>
                <w:szCs w:val="24"/>
              </w:rPr>
            </w:pPr>
            <w:r w:rsidRPr="00C26722">
              <w:rPr>
                <w:sz w:val="24"/>
                <w:szCs w:val="24"/>
              </w:rPr>
              <w:t>9</w:t>
            </w:r>
          </w:p>
        </w:tc>
      </w:tr>
      <w:tr w:rsidR="00E41162" w:rsidRPr="00C26722" w14:paraId="474D780E" w14:textId="77777777" w:rsidTr="00506153">
        <w:trPr>
          <w:trHeight w:val="47"/>
        </w:trPr>
        <w:tc>
          <w:tcPr>
            <w:tcW w:w="6024" w:type="dxa"/>
          </w:tcPr>
          <w:p w14:paraId="4C930F9E" w14:textId="2E348F54" w:rsidR="00E41162" w:rsidRPr="00C26722" w:rsidRDefault="00FE7EAD" w:rsidP="00FE7EAD">
            <w:pPr>
              <w:spacing w:before="60" w:after="60"/>
              <w:jc w:val="left"/>
              <w:rPr>
                <w:sz w:val="24"/>
                <w:szCs w:val="24"/>
              </w:rPr>
            </w:pPr>
            <w:r w:rsidRPr="00C26722">
              <w:rPr>
                <w:sz w:val="24"/>
                <w:szCs w:val="24"/>
              </w:rPr>
              <w:t xml:space="preserve">28 - </w:t>
            </w:r>
            <w:r w:rsidR="00731362" w:rsidRPr="00C26722">
              <w:rPr>
                <w:sz w:val="24"/>
                <w:szCs w:val="24"/>
              </w:rPr>
              <w:t>28.</w:t>
            </w:r>
            <w:r w:rsidRPr="00C26722">
              <w:rPr>
                <w:sz w:val="24"/>
                <w:szCs w:val="24"/>
              </w:rPr>
              <w:t xml:space="preserve">1 – 28.2 (opérations de vérification – délais VA et VSR) </w:t>
            </w:r>
          </w:p>
        </w:tc>
        <w:tc>
          <w:tcPr>
            <w:tcW w:w="3164" w:type="dxa"/>
          </w:tcPr>
          <w:p w14:paraId="40CB0361" w14:textId="77777777" w:rsidR="00E41162" w:rsidRPr="00C26722" w:rsidRDefault="00E41162" w:rsidP="00FE7EAD">
            <w:pPr>
              <w:spacing w:before="60" w:after="60"/>
              <w:jc w:val="center"/>
              <w:rPr>
                <w:sz w:val="24"/>
                <w:szCs w:val="24"/>
              </w:rPr>
            </w:pPr>
            <w:r w:rsidRPr="00C26722">
              <w:rPr>
                <w:sz w:val="24"/>
                <w:szCs w:val="24"/>
              </w:rPr>
              <w:t>5.2</w:t>
            </w:r>
          </w:p>
        </w:tc>
      </w:tr>
    </w:tbl>
    <w:p w14:paraId="53E94CDB" w14:textId="77777777" w:rsidR="00760980" w:rsidRPr="00C26722" w:rsidRDefault="00760980" w:rsidP="00C67E16">
      <w:pPr>
        <w:spacing w:before="0" w:after="0"/>
        <w:rPr>
          <w:sz w:val="24"/>
          <w:szCs w:val="24"/>
        </w:rPr>
      </w:pPr>
    </w:p>
    <w:sectPr w:rsidR="00760980" w:rsidRPr="00C26722" w:rsidSect="000A7363">
      <w:pgSz w:w="11900" w:h="16840"/>
      <w:pgMar w:top="1418" w:right="1418" w:bottom="1418" w:left="1418"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8C3AA" w16cex:dateUtc="2025-07-21T11:48:00Z"/>
  <w16cex:commentExtensible w16cex:durableId="2C28C48D" w16cex:dateUtc="2025-07-21T11:52:00Z"/>
  <w16cex:commentExtensible w16cex:durableId="2C28C4D1" w16cex:dateUtc="2025-07-21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220377" w16cid:durableId="2C28C39A"/>
  <w16cid:commentId w16cid:paraId="330258C6" w16cid:durableId="2C28C3AA"/>
  <w16cid:commentId w16cid:paraId="27FB00E1" w16cid:durableId="2C28C39B"/>
  <w16cid:commentId w16cid:paraId="3CA4C597" w16cid:durableId="2C28C48D"/>
  <w16cid:commentId w16cid:paraId="20FCD176" w16cid:durableId="2C28C39C"/>
  <w16cid:commentId w16cid:paraId="65FB29E3" w16cid:durableId="2C28C4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AB1A5" w14:textId="77777777" w:rsidR="00507219" w:rsidRDefault="00507219">
      <w:r>
        <w:separator/>
      </w:r>
    </w:p>
  </w:endnote>
  <w:endnote w:type="continuationSeparator" w:id="0">
    <w:p w14:paraId="49CB2538" w14:textId="77777777" w:rsidR="00507219" w:rsidRDefault="00507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4E"/>
    <w:family w:val="auto"/>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74D9B" w14:textId="77777777" w:rsidR="00507219" w:rsidRDefault="0050721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F8FEE9" w14:textId="77777777" w:rsidR="00507219" w:rsidRDefault="0050721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803906"/>
      <w:docPartObj>
        <w:docPartGallery w:val="Page Numbers (Bottom of Page)"/>
        <w:docPartUnique/>
      </w:docPartObj>
    </w:sdtPr>
    <w:sdtEndPr/>
    <w:sdtContent>
      <w:sdt>
        <w:sdtPr>
          <w:id w:val="-1769616900"/>
          <w:docPartObj>
            <w:docPartGallery w:val="Page Numbers (Top of Page)"/>
            <w:docPartUnique/>
          </w:docPartObj>
        </w:sdtPr>
        <w:sdtEndPr/>
        <w:sdtContent>
          <w:p w14:paraId="0A2C567D" w14:textId="509522B4" w:rsidR="00507219" w:rsidRDefault="00507219">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43FEF">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43FEF">
              <w:rPr>
                <w:b/>
                <w:bCs/>
                <w:noProof/>
              </w:rPr>
              <w:t>26</w:t>
            </w:r>
            <w:r>
              <w:rPr>
                <w:b/>
                <w:bCs/>
                <w:sz w:val="24"/>
                <w:szCs w:val="24"/>
              </w:rPr>
              <w:fldChar w:fldCharType="end"/>
            </w:r>
          </w:p>
        </w:sdtContent>
      </w:sdt>
    </w:sdtContent>
  </w:sdt>
  <w:p w14:paraId="61FEA6E4" w14:textId="77777777" w:rsidR="00507219" w:rsidRDefault="00507219"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045BF" w14:textId="77777777" w:rsidR="00507219" w:rsidRDefault="00507219">
      <w:r>
        <w:separator/>
      </w:r>
    </w:p>
  </w:footnote>
  <w:footnote w:type="continuationSeparator" w:id="0">
    <w:p w14:paraId="00E92A53" w14:textId="77777777" w:rsidR="00507219" w:rsidRDefault="00507219">
      <w:r>
        <w:continuationSeparator/>
      </w:r>
    </w:p>
  </w:footnote>
  <w:footnote w:id="1">
    <w:p w14:paraId="5277E3D0" w14:textId="77777777" w:rsidR="00507219" w:rsidRPr="00460E17" w:rsidRDefault="00507219"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5C6B86F7" w14:textId="77777777" w:rsidR="00507219" w:rsidRPr="00460E17" w:rsidRDefault="00507219"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B5A2E"/>
    <w:multiLevelType w:val="hybridMultilevel"/>
    <w:tmpl w:val="C1BCBD3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855C4A"/>
    <w:multiLevelType w:val="hybridMultilevel"/>
    <w:tmpl w:val="76FE666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8"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0B71D9"/>
    <w:multiLevelType w:val="hybridMultilevel"/>
    <w:tmpl w:val="6A5A676A"/>
    <w:lvl w:ilvl="0" w:tplc="FA4A8BCA">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F9E4807"/>
    <w:multiLevelType w:val="multilevel"/>
    <w:tmpl w:val="50AADF00"/>
    <w:styleLink w:val="ModleTitre"/>
    <w:lvl w:ilvl="0">
      <w:start w:val="1"/>
      <w:numFmt w:val="decimal"/>
      <w:pStyle w:val="Titre1"/>
      <w:lvlText w:val="%1."/>
      <w:lvlJc w:val="left"/>
      <w:pPr>
        <w:ind w:left="360" w:hanging="360"/>
      </w:pPr>
      <w:rPr>
        <w:rFonts w:hint="default"/>
        <w:b/>
        <w:color w:val="00A6A3"/>
      </w:rPr>
    </w:lvl>
    <w:lvl w:ilvl="1">
      <w:start w:val="1"/>
      <w:numFmt w:val="decimal"/>
      <w:lvlText w:val="%1.%2."/>
      <w:lvlJc w:val="left"/>
      <w:pPr>
        <w:ind w:left="1850" w:hanging="432"/>
      </w:pPr>
      <w:rPr>
        <w:rFonts w:hint="default"/>
        <w:b/>
        <w:color w:val="00A6A3"/>
      </w:rPr>
    </w:lvl>
    <w:lvl w:ilvl="2">
      <w:start w:val="1"/>
      <w:numFmt w:val="decimal"/>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06451E"/>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B77FE5"/>
    <w:multiLevelType w:val="hybridMultilevel"/>
    <w:tmpl w:val="2AE62D6A"/>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2B6698"/>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6DB34FD"/>
    <w:multiLevelType w:val="hybridMultilevel"/>
    <w:tmpl w:val="3A16A8C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925687"/>
    <w:multiLevelType w:val="hybridMultilevel"/>
    <w:tmpl w:val="7E8C47D4"/>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20"/>
  </w:num>
  <w:num w:numId="4">
    <w:abstractNumId w:val="16"/>
  </w:num>
  <w:num w:numId="5">
    <w:abstractNumId w:val="13"/>
  </w:num>
  <w:num w:numId="6">
    <w:abstractNumId w:val="5"/>
  </w:num>
  <w:num w:numId="7">
    <w:abstractNumId w:val="11"/>
  </w:num>
  <w:num w:numId="8">
    <w:abstractNumId w:val="0"/>
  </w:num>
  <w:num w:numId="9">
    <w:abstractNumId w:val="21"/>
  </w:num>
  <w:num w:numId="10">
    <w:abstractNumId w:val="8"/>
  </w:num>
  <w:num w:numId="11">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lvlText w:val="%1.%2."/>
        <w:lvlJc w:val="left"/>
        <w:pPr>
          <w:ind w:left="3125" w:hanging="432"/>
        </w:pPr>
        <w:rPr>
          <w:rFonts w:hint="default"/>
          <w:b w:val="0"/>
          <w:color w:val="00A6A3"/>
        </w:rPr>
      </w:lvl>
    </w:lvlOverride>
    <w:lvlOverride w:ilvl="2">
      <w:lvl w:ilvl="2">
        <w:start w:val="1"/>
        <w:numFmt w:val="decimal"/>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19"/>
  </w:num>
  <w:num w:numId="13">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lvlText w:val="%1.%2."/>
        <w:lvlJc w:val="left"/>
        <w:pPr>
          <w:ind w:left="3125" w:hanging="432"/>
        </w:pPr>
        <w:rPr>
          <w:rFonts w:hint="default"/>
          <w:b w:val="0"/>
          <w:color w:val="00A6A3"/>
        </w:rPr>
      </w:lvl>
    </w:lvlOverride>
    <w:lvlOverride w:ilvl="2">
      <w:lvl w:ilvl="2">
        <w:start w:val="1"/>
        <w:numFmt w:val="decimal"/>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4"/>
  </w:num>
  <w:num w:numId="15">
    <w:abstractNumId w:val="1"/>
  </w:num>
  <w:num w:numId="16">
    <w:abstractNumId w:val="15"/>
  </w:num>
  <w:num w:numId="17">
    <w:abstractNumId w:val="6"/>
  </w:num>
  <w:num w:numId="18">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lvlText w:val="%1.%2."/>
        <w:lvlJc w:val="left"/>
        <w:pPr>
          <w:ind w:left="1850" w:hanging="432"/>
        </w:pPr>
        <w:rPr>
          <w:rFonts w:hint="default"/>
          <w:b w:val="0"/>
          <w:color w:val="00A6A3"/>
        </w:rPr>
      </w:lvl>
    </w:lvlOverride>
    <w:lvlOverride w:ilvl="2">
      <w:lvl w:ilvl="2">
        <w:start w:val="1"/>
        <w:numFmt w:val="decimal"/>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10"/>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lvlText w:val="%1.%2."/>
        <w:lvlJc w:val="left"/>
        <w:pPr>
          <w:ind w:left="1850" w:hanging="432"/>
        </w:pPr>
        <w:rPr>
          <w:rFonts w:hint="default"/>
          <w:b/>
          <w:color w:val="00A6A3"/>
        </w:rPr>
      </w:lvl>
    </w:lvlOverride>
    <w:lvlOverride w:ilvl="2">
      <w:lvl w:ilvl="2">
        <w:start w:val="1"/>
        <w:numFmt w:val="decimal"/>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7"/>
  </w:num>
  <w:num w:numId="21">
    <w:abstractNumId w:val="9"/>
  </w:num>
  <w:num w:numId="22">
    <w:abstractNumId w:val="10"/>
    <w:lvlOverride w:ilvl="0">
      <w:lvl w:ilvl="0">
        <w:numFmt w:val="decimal"/>
        <w:pStyle w:val="Titre1"/>
        <w:lvlText w:val=""/>
        <w:lvlJc w:val="left"/>
      </w:lvl>
    </w:lvlOverride>
    <w:lvlOverride w:ilvl="1">
      <w:lvl w:ilvl="1">
        <w:start w:val="1"/>
        <w:numFmt w:val="decimal"/>
        <w:lvlText w:val="%1.%2."/>
        <w:lvlJc w:val="left"/>
        <w:pPr>
          <w:ind w:left="792" w:hanging="432"/>
        </w:pPr>
        <w:rPr>
          <w:rFonts w:hint="default"/>
          <w:b w:val="0"/>
          <w:color w:val="00A6A3"/>
        </w:rPr>
      </w:lvl>
    </w:lvlOverride>
  </w:num>
  <w:num w:numId="23">
    <w:abstractNumId w:val="7"/>
  </w:num>
  <w:num w:numId="24">
    <w:abstractNumId w:val="2"/>
  </w:num>
  <w:num w:numId="25">
    <w:abstractNumId w:val="3"/>
  </w:num>
  <w:num w:numId="26">
    <w:abstractNumId w:val="12"/>
  </w:num>
  <w:num w:numId="27">
    <w:abstractNumId w:val="4"/>
  </w:num>
  <w:num w:numId="2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C5B"/>
    <w:rsid w:val="00004A13"/>
    <w:rsid w:val="00006BC9"/>
    <w:rsid w:val="00016E7E"/>
    <w:rsid w:val="000222BE"/>
    <w:rsid w:val="000225F6"/>
    <w:rsid w:val="000279E4"/>
    <w:rsid w:val="00036DFA"/>
    <w:rsid w:val="0003702D"/>
    <w:rsid w:val="0004041A"/>
    <w:rsid w:val="00042D7D"/>
    <w:rsid w:val="00050D7B"/>
    <w:rsid w:val="00063BE9"/>
    <w:rsid w:val="00065251"/>
    <w:rsid w:val="00072C1C"/>
    <w:rsid w:val="0009322A"/>
    <w:rsid w:val="00094D42"/>
    <w:rsid w:val="00096E84"/>
    <w:rsid w:val="000A0229"/>
    <w:rsid w:val="000A127B"/>
    <w:rsid w:val="000A12DA"/>
    <w:rsid w:val="000A175F"/>
    <w:rsid w:val="000A70CD"/>
    <w:rsid w:val="000A7225"/>
    <w:rsid w:val="000A7363"/>
    <w:rsid w:val="000B4AD3"/>
    <w:rsid w:val="000B7E1A"/>
    <w:rsid w:val="000C38BD"/>
    <w:rsid w:val="000D2752"/>
    <w:rsid w:val="000D76B3"/>
    <w:rsid w:val="000E0421"/>
    <w:rsid w:val="000E3328"/>
    <w:rsid w:val="000E5048"/>
    <w:rsid w:val="000E7690"/>
    <w:rsid w:val="000F09A7"/>
    <w:rsid w:val="00100D66"/>
    <w:rsid w:val="001051F5"/>
    <w:rsid w:val="00116F23"/>
    <w:rsid w:val="00123D4B"/>
    <w:rsid w:val="001246BE"/>
    <w:rsid w:val="00134A5A"/>
    <w:rsid w:val="001434B3"/>
    <w:rsid w:val="0014659F"/>
    <w:rsid w:val="00147A94"/>
    <w:rsid w:val="001514A5"/>
    <w:rsid w:val="001704DA"/>
    <w:rsid w:val="00177F31"/>
    <w:rsid w:val="00186FA0"/>
    <w:rsid w:val="00191162"/>
    <w:rsid w:val="0019745F"/>
    <w:rsid w:val="001979C9"/>
    <w:rsid w:val="001A72C8"/>
    <w:rsid w:val="001B303D"/>
    <w:rsid w:val="001B75C4"/>
    <w:rsid w:val="001D1A5D"/>
    <w:rsid w:val="001D4D11"/>
    <w:rsid w:val="001D517B"/>
    <w:rsid w:val="001D73E9"/>
    <w:rsid w:val="001E21C7"/>
    <w:rsid w:val="001F1FFA"/>
    <w:rsid w:val="00200A87"/>
    <w:rsid w:val="00216003"/>
    <w:rsid w:val="00220244"/>
    <w:rsid w:val="002217A4"/>
    <w:rsid w:val="002258B6"/>
    <w:rsid w:val="00226BDE"/>
    <w:rsid w:val="00246557"/>
    <w:rsid w:val="00251F30"/>
    <w:rsid w:val="00256376"/>
    <w:rsid w:val="00260443"/>
    <w:rsid w:val="0026288D"/>
    <w:rsid w:val="00270346"/>
    <w:rsid w:val="00274965"/>
    <w:rsid w:val="002912A9"/>
    <w:rsid w:val="0029201B"/>
    <w:rsid w:val="0029378E"/>
    <w:rsid w:val="002A0CD4"/>
    <w:rsid w:val="002A5795"/>
    <w:rsid w:val="002B5C0D"/>
    <w:rsid w:val="002D535A"/>
    <w:rsid w:val="002E0B6F"/>
    <w:rsid w:val="0030025D"/>
    <w:rsid w:val="00303880"/>
    <w:rsid w:val="003055C7"/>
    <w:rsid w:val="00306FE6"/>
    <w:rsid w:val="00307B2E"/>
    <w:rsid w:val="003130CA"/>
    <w:rsid w:val="003148EB"/>
    <w:rsid w:val="00326D41"/>
    <w:rsid w:val="0032702C"/>
    <w:rsid w:val="00334A01"/>
    <w:rsid w:val="003362B0"/>
    <w:rsid w:val="003410D9"/>
    <w:rsid w:val="00354B34"/>
    <w:rsid w:val="003603A7"/>
    <w:rsid w:val="00361827"/>
    <w:rsid w:val="00372D4F"/>
    <w:rsid w:val="003732CE"/>
    <w:rsid w:val="003807F9"/>
    <w:rsid w:val="003824D0"/>
    <w:rsid w:val="00391DB4"/>
    <w:rsid w:val="00392D42"/>
    <w:rsid w:val="00394191"/>
    <w:rsid w:val="003946F1"/>
    <w:rsid w:val="003A190D"/>
    <w:rsid w:val="003A3142"/>
    <w:rsid w:val="003A62C4"/>
    <w:rsid w:val="003A6402"/>
    <w:rsid w:val="003A6A99"/>
    <w:rsid w:val="003A7354"/>
    <w:rsid w:val="003B43E6"/>
    <w:rsid w:val="003B5365"/>
    <w:rsid w:val="003B629B"/>
    <w:rsid w:val="003C23D4"/>
    <w:rsid w:val="003C2CDB"/>
    <w:rsid w:val="003C2E90"/>
    <w:rsid w:val="003D038F"/>
    <w:rsid w:val="003D5CB1"/>
    <w:rsid w:val="003D5F07"/>
    <w:rsid w:val="003E1C48"/>
    <w:rsid w:val="003E43FE"/>
    <w:rsid w:val="003E4F69"/>
    <w:rsid w:val="003F0E09"/>
    <w:rsid w:val="003F4F96"/>
    <w:rsid w:val="003F688C"/>
    <w:rsid w:val="00413275"/>
    <w:rsid w:val="0042556F"/>
    <w:rsid w:val="00427EB8"/>
    <w:rsid w:val="00460E17"/>
    <w:rsid w:val="00485CA6"/>
    <w:rsid w:val="00490EF9"/>
    <w:rsid w:val="00492C01"/>
    <w:rsid w:val="004968F7"/>
    <w:rsid w:val="004A4B26"/>
    <w:rsid w:val="004B5016"/>
    <w:rsid w:val="004B692F"/>
    <w:rsid w:val="004C2431"/>
    <w:rsid w:val="004C650B"/>
    <w:rsid w:val="004C6762"/>
    <w:rsid w:val="004C6847"/>
    <w:rsid w:val="004D28CF"/>
    <w:rsid w:val="004D3DD3"/>
    <w:rsid w:val="004D53D4"/>
    <w:rsid w:val="004E4449"/>
    <w:rsid w:val="004F6C2A"/>
    <w:rsid w:val="00506153"/>
    <w:rsid w:val="00507219"/>
    <w:rsid w:val="005074CD"/>
    <w:rsid w:val="005144E6"/>
    <w:rsid w:val="00517372"/>
    <w:rsid w:val="00522A5F"/>
    <w:rsid w:val="005244D7"/>
    <w:rsid w:val="00526614"/>
    <w:rsid w:val="005304C9"/>
    <w:rsid w:val="00531AF4"/>
    <w:rsid w:val="00532847"/>
    <w:rsid w:val="00535101"/>
    <w:rsid w:val="005438B3"/>
    <w:rsid w:val="00546128"/>
    <w:rsid w:val="00551FE2"/>
    <w:rsid w:val="00571588"/>
    <w:rsid w:val="00580E0F"/>
    <w:rsid w:val="00581885"/>
    <w:rsid w:val="005853DD"/>
    <w:rsid w:val="00585A54"/>
    <w:rsid w:val="00587408"/>
    <w:rsid w:val="005B64CE"/>
    <w:rsid w:val="005C0D57"/>
    <w:rsid w:val="005C1753"/>
    <w:rsid w:val="005C3C3E"/>
    <w:rsid w:val="005C5233"/>
    <w:rsid w:val="005C5936"/>
    <w:rsid w:val="005D4468"/>
    <w:rsid w:val="005E1719"/>
    <w:rsid w:val="005E2396"/>
    <w:rsid w:val="005E7AE7"/>
    <w:rsid w:val="005F000E"/>
    <w:rsid w:val="005F1A30"/>
    <w:rsid w:val="005F22FE"/>
    <w:rsid w:val="005F23CA"/>
    <w:rsid w:val="00601DE1"/>
    <w:rsid w:val="00606EB7"/>
    <w:rsid w:val="00607BA3"/>
    <w:rsid w:val="00611445"/>
    <w:rsid w:val="00616187"/>
    <w:rsid w:val="00623745"/>
    <w:rsid w:val="00626EDC"/>
    <w:rsid w:val="006275E0"/>
    <w:rsid w:val="00632595"/>
    <w:rsid w:val="00632DB7"/>
    <w:rsid w:val="00640AE1"/>
    <w:rsid w:val="00642A6F"/>
    <w:rsid w:val="00642C9F"/>
    <w:rsid w:val="006476D6"/>
    <w:rsid w:val="006547CD"/>
    <w:rsid w:val="00656A34"/>
    <w:rsid w:val="00663A2D"/>
    <w:rsid w:val="00672562"/>
    <w:rsid w:val="006835E1"/>
    <w:rsid w:val="00685621"/>
    <w:rsid w:val="006A466F"/>
    <w:rsid w:val="006A54E2"/>
    <w:rsid w:val="006A5B59"/>
    <w:rsid w:val="006B26F5"/>
    <w:rsid w:val="006B58C5"/>
    <w:rsid w:val="006C5BAE"/>
    <w:rsid w:val="006D028A"/>
    <w:rsid w:val="006D08C0"/>
    <w:rsid w:val="006E267D"/>
    <w:rsid w:val="006E6173"/>
    <w:rsid w:val="006E642B"/>
    <w:rsid w:val="006F2DAE"/>
    <w:rsid w:val="006F6952"/>
    <w:rsid w:val="0070058D"/>
    <w:rsid w:val="007006C1"/>
    <w:rsid w:val="00707B79"/>
    <w:rsid w:val="00713BFA"/>
    <w:rsid w:val="007145F3"/>
    <w:rsid w:val="00727A04"/>
    <w:rsid w:val="00727CA5"/>
    <w:rsid w:val="0073069F"/>
    <w:rsid w:val="00731047"/>
    <w:rsid w:val="00731362"/>
    <w:rsid w:val="00733280"/>
    <w:rsid w:val="007341C3"/>
    <w:rsid w:val="0074183C"/>
    <w:rsid w:val="00750AA0"/>
    <w:rsid w:val="00755C79"/>
    <w:rsid w:val="007574F4"/>
    <w:rsid w:val="00760351"/>
    <w:rsid w:val="00760980"/>
    <w:rsid w:val="00762119"/>
    <w:rsid w:val="0076384B"/>
    <w:rsid w:val="00770F2B"/>
    <w:rsid w:val="0078617B"/>
    <w:rsid w:val="00795056"/>
    <w:rsid w:val="00796DA1"/>
    <w:rsid w:val="00797BB0"/>
    <w:rsid w:val="007A4C41"/>
    <w:rsid w:val="007B55D0"/>
    <w:rsid w:val="007B63E7"/>
    <w:rsid w:val="007D0E8C"/>
    <w:rsid w:val="007D4058"/>
    <w:rsid w:val="007D692F"/>
    <w:rsid w:val="007E232D"/>
    <w:rsid w:val="007E6DC3"/>
    <w:rsid w:val="007F511F"/>
    <w:rsid w:val="007F74B9"/>
    <w:rsid w:val="007F798C"/>
    <w:rsid w:val="008013EA"/>
    <w:rsid w:val="00804DB9"/>
    <w:rsid w:val="00811C79"/>
    <w:rsid w:val="0084647A"/>
    <w:rsid w:val="008550CD"/>
    <w:rsid w:val="0085733E"/>
    <w:rsid w:val="008630D8"/>
    <w:rsid w:val="00890070"/>
    <w:rsid w:val="00892032"/>
    <w:rsid w:val="00892F5B"/>
    <w:rsid w:val="008A3A2D"/>
    <w:rsid w:val="008B165D"/>
    <w:rsid w:val="008B770F"/>
    <w:rsid w:val="008C1097"/>
    <w:rsid w:val="008C32FD"/>
    <w:rsid w:val="008D0D10"/>
    <w:rsid w:val="008E32EF"/>
    <w:rsid w:val="008E61B7"/>
    <w:rsid w:val="008F4404"/>
    <w:rsid w:val="008F4506"/>
    <w:rsid w:val="0090131C"/>
    <w:rsid w:val="009101CC"/>
    <w:rsid w:val="00911DB8"/>
    <w:rsid w:val="00923D5F"/>
    <w:rsid w:val="00933FED"/>
    <w:rsid w:val="00935797"/>
    <w:rsid w:val="00942412"/>
    <w:rsid w:val="00943F8C"/>
    <w:rsid w:val="009441CC"/>
    <w:rsid w:val="00947C2D"/>
    <w:rsid w:val="0096254D"/>
    <w:rsid w:val="00962958"/>
    <w:rsid w:val="00967103"/>
    <w:rsid w:val="00967E74"/>
    <w:rsid w:val="009720FB"/>
    <w:rsid w:val="00992133"/>
    <w:rsid w:val="009A1C79"/>
    <w:rsid w:val="009A7C35"/>
    <w:rsid w:val="009B2D4B"/>
    <w:rsid w:val="009B3DCF"/>
    <w:rsid w:val="009C3CDF"/>
    <w:rsid w:val="009D115A"/>
    <w:rsid w:val="009D6FEF"/>
    <w:rsid w:val="009E36D1"/>
    <w:rsid w:val="009F0C4E"/>
    <w:rsid w:val="009F23A3"/>
    <w:rsid w:val="009F4AD5"/>
    <w:rsid w:val="009F4D64"/>
    <w:rsid w:val="009F5ECE"/>
    <w:rsid w:val="00A006E3"/>
    <w:rsid w:val="00A0496B"/>
    <w:rsid w:val="00A0549E"/>
    <w:rsid w:val="00A064F9"/>
    <w:rsid w:val="00A07D9A"/>
    <w:rsid w:val="00A15D8F"/>
    <w:rsid w:val="00A204B9"/>
    <w:rsid w:val="00A260E4"/>
    <w:rsid w:val="00A26305"/>
    <w:rsid w:val="00A3013B"/>
    <w:rsid w:val="00A33A99"/>
    <w:rsid w:val="00A451A9"/>
    <w:rsid w:val="00A455B4"/>
    <w:rsid w:val="00A56ED2"/>
    <w:rsid w:val="00A63192"/>
    <w:rsid w:val="00A70B76"/>
    <w:rsid w:val="00A710F6"/>
    <w:rsid w:val="00A7625A"/>
    <w:rsid w:val="00A76EDA"/>
    <w:rsid w:val="00A80F9F"/>
    <w:rsid w:val="00A80FD3"/>
    <w:rsid w:val="00A92860"/>
    <w:rsid w:val="00AA070F"/>
    <w:rsid w:val="00AA1ADB"/>
    <w:rsid w:val="00AA3FDE"/>
    <w:rsid w:val="00AB562B"/>
    <w:rsid w:val="00AB563A"/>
    <w:rsid w:val="00AB580E"/>
    <w:rsid w:val="00AC5FB7"/>
    <w:rsid w:val="00AD1B16"/>
    <w:rsid w:val="00AD614E"/>
    <w:rsid w:val="00AD7197"/>
    <w:rsid w:val="00AE2B69"/>
    <w:rsid w:val="00AE509D"/>
    <w:rsid w:val="00AF0018"/>
    <w:rsid w:val="00AF2305"/>
    <w:rsid w:val="00AF5EF1"/>
    <w:rsid w:val="00AF5F40"/>
    <w:rsid w:val="00AF7ADE"/>
    <w:rsid w:val="00B06C5B"/>
    <w:rsid w:val="00B07A17"/>
    <w:rsid w:val="00B1466D"/>
    <w:rsid w:val="00B152C6"/>
    <w:rsid w:val="00B206C9"/>
    <w:rsid w:val="00B24359"/>
    <w:rsid w:val="00B2715C"/>
    <w:rsid w:val="00B3398C"/>
    <w:rsid w:val="00B367C3"/>
    <w:rsid w:val="00B41895"/>
    <w:rsid w:val="00B51FA9"/>
    <w:rsid w:val="00B649EA"/>
    <w:rsid w:val="00B7002F"/>
    <w:rsid w:val="00B76FF0"/>
    <w:rsid w:val="00BA0B9C"/>
    <w:rsid w:val="00BA37A0"/>
    <w:rsid w:val="00BA6ADE"/>
    <w:rsid w:val="00BA7D7D"/>
    <w:rsid w:val="00BC2BFF"/>
    <w:rsid w:val="00BC575E"/>
    <w:rsid w:val="00BC5B26"/>
    <w:rsid w:val="00BC6C36"/>
    <w:rsid w:val="00BE0EAA"/>
    <w:rsid w:val="00BE1770"/>
    <w:rsid w:val="00BE518A"/>
    <w:rsid w:val="00BF0619"/>
    <w:rsid w:val="00C21452"/>
    <w:rsid w:val="00C26722"/>
    <w:rsid w:val="00C27CC1"/>
    <w:rsid w:val="00C30000"/>
    <w:rsid w:val="00C31F9D"/>
    <w:rsid w:val="00C47E99"/>
    <w:rsid w:val="00C51553"/>
    <w:rsid w:val="00C57D31"/>
    <w:rsid w:val="00C649C5"/>
    <w:rsid w:val="00C64C12"/>
    <w:rsid w:val="00C64DD9"/>
    <w:rsid w:val="00C67E16"/>
    <w:rsid w:val="00C83BB5"/>
    <w:rsid w:val="00C83ED2"/>
    <w:rsid w:val="00C93B74"/>
    <w:rsid w:val="00C94468"/>
    <w:rsid w:val="00C97352"/>
    <w:rsid w:val="00CA6331"/>
    <w:rsid w:val="00CB348C"/>
    <w:rsid w:val="00CB36E0"/>
    <w:rsid w:val="00CB3DAB"/>
    <w:rsid w:val="00CB41F2"/>
    <w:rsid w:val="00CB5923"/>
    <w:rsid w:val="00CC04FA"/>
    <w:rsid w:val="00CC1566"/>
    <w:rsid w:val="00CC5CE8"/>
    <w:rsid w:val="00CC6995"/>
    <w:rsid w:val="00CD78E2"/>
    <w:rsid w:val="00CE046A"/>
    <w:rsid w:val="00CE4B60"/>
    <w:rsid w:val="00CF12C4"/>
    <w:rsid w:val="00CF46C8"/>
    <w:rsid w:val="00D018BB"/>
    <w:rsid w:val="00D12347"/>
    <w:rsid w:val="00D14015"/>
    <w:rsid w:val="00D1440F"/>
    <w:rsid w:val="00D15E81"/>
    <w:rsid w:val="00D25A0C"/>
    <w:rsid w:val="00D27E8D"/>
    <w:rsid w:val="00D355F1"/>
    <w:rsid w:val="00D3645B"/>
    <w:rsid w:val="00D3747F"/>
    <w:rsid w:val="00D70D30"/>
    <w:rsid w:val="00D71F32"/>
    <w:rsid w:val="00D74584"/>
    <w:rsid w:val="00D74AB2"/>
    <w:rsid w:val="00D805D0"/>
    <w:rsid w:val="00D869CD"/>
    <w:rsid w:val="00D8716B"/>
    <w:rsid w:val="00D93310"/>
    <w:rsid w:val="00DA08FD"/>
    <w:rsid w:val="00DB3D98"/>
    <w:rsid w:val="00DB68A2"/>
    <w:rsid w:val="00DC1686"/>
    <w:rsid w:val="00DD04CD"/>
    <w:rsid w:val="00DE67AF"/>
    <w:rsid w:val="00DE76CE"/>
    <w:rsid w:val="00DF11EF"/>
    <w:rsid w:val="00E0436E"/>
    <w:rsid w:val="00E1299C"/>
    <w:rsid w:val="00E1324A"/>
    <w:rsid w:val="00E2297B"/>
    <w:rsid w:val="00E27125"/>
    <w:rsid w:val="00E34666"/>
    <w:rsid w:val="00E37210"/>
    <w:rsid w:val="00E41162"/>
    <w:rsid w:val="00E4467E"/>
    <w:rsid w:val="00E701E9"/>
    <w:rsid w:val="00E8613A"/>
    <w:rsid w:val="00E87CDD"/>
    <w:rsid w:val="00E9404D"/>
    <w:rsid w:val="00EA21B3"/>
    <w:rsid w:val="00EB697A"/>
    <w:rsid w:val="00EC30B3"/>
    <w:rsid w:val="00EC3248"/>
    <w:rsid w:val="00EC3460"/>
    <w:rsid w:val="00EC5FC1"/>
    <w:rsid w:val="00ED48FC"/>
    <w:rsid w:val="00ED4A77"/>
    <w:rsid w:val="00EE3818"/>
    <w:rsid w:val="00EE4B5B"/>
    <w:rsid w:val="00EF4146"/>
    <w:rsid w:val="00EF7869"/>
    <w:rsid w:val="00F03112"/>
    <w:rsid w:val="00F0378C"/>
    <w:rsid w:val="00F11683"/>
    <w:rsid w:val="00F13852"/>
    <w:rsid w:val="00F23885"/>
    <w:rsid w:val="00F25A37"/>
    <w:rsid w:val="00F317F6"/>
    <w:rsid w:val="00F31C12"/>
    <w:rsid w:val="00F33C14"/>
    <w:rsid w:val="00F40616"/>
    <w:rsid w:val="00F421DB"/>
    <w:rsid w:val="00F43FEF"/>
    <w:rsid w:val="00F53C59"/>
    <w:rsid w:val="00F6358A"/>
    <w:rsid w:val="00F65579"/>
    <w:rsid w:val="00F7077A"/>
    <w:rsid w:val="00F73FDA"/>
    <w:rsid w:val="00F814DE"/>
    <w:rsid w:val="00F84DE2"/>
    <w:rsid w:val="00F85369"/>
    <w:rsid w:val="00F85B11"/>
    <w:rsid w:val="00F96DDC"/>
    <w:rsid w:val="00FA1958"/>
    <w:rsid w:val="00FA535A"/>
    <w:rsid w:val="00FA5961"/>
    <w:rsid w:val="00FA7924"/>
    <w:rsid w:val="00FB2BDC"/>
    <w:rsid w:val="00FB63C8"/>
    <w:rsid w:val="00FC3267"/>
    <w:rsid w:val="00FC3441"/>
    <w:rsid w:val="00FD1DD4"/>
    <w:rsid w:val="00FE23EE"/>
    <w:rsid w:val="00FE7EAD"/>
    <w:rsid w:val="00FE7F6E"/>
    <w:rsid w:val="00FF13B5"/>
    <w:rsid w:val="00FF72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B644E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F25A37"/>
    <w:pPr>
      <w:numPr>
        <w:numId w:val="0"/>
      </w:numPr>
      <w:spacing w:before="360" w:after="240"/>
      <w:ind w:left="360" w:hanging="218"/>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rsid w:val="00A0496B"/>
    <w:pPr>
      <w:numPr>
        <w:ilvl w:val="2"/>
      </w:numPr>
      <w:ind w:left="360" w:hanging="218"/>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F25A37"/>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4D28CF"/>
    <w:pPr>
      <w:spacing w:after="100"/>
    </w:p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Texte">
    <w:name w:val="Texte"/>
    <w:basedOn w:val="Normal"/>
    <w:link w:val="TexteCar"/>
    <w:qFormat/>
    <w:rsid w:val="00A26305"/>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sid w:val="00A26305"/>
    <w:rPr>
      <w:rFonts w:ascii="Arial" w:hAnsi="Arial" w:cs="Arial"/>
    </w:rPr>
  </w:style>
  <w:style w:type="paragraph" w:customStyle="1" w:styleId="Normal1">
    <w:name w:val="Normal1"/>
    <w:basedOn w:val="Normal"/>
    <w:rsid w:val="009B2D4B"/>
    <w:pPr>
      <w:keepLines/>
      <w:tabs>
        <w:tab w:val="left" w:pos="284"/>
        <w:tab w:val="left" w:pos="567"/>
        <w:tab w:val="left" w:pos="851"/>
        <w:tab w:val="left" w:pos="1134"/>
      </w:tabs>
      <w:spacing w:before="0" w:after="160" w:line="256" w:lineRule="auto"/>
      <w:ind w:firstLine="284"/>
    </w:pPr>
    <w:rPr>
      <w:rFonts w:ascii="Arial Narrow" w:eastAsiaTheme="minorEastAsia" w:hAnsi="Arial Narrow"/>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544685643">
      <w:bodyDiv w:val="1"/>
      <w:marLeft w:val="0"/>
      <w:marRight w:val="0"/>
      <w:marTop w:val="0"/>
      <w:marBottom w:val="0"/>
      <w:divBdr>
        <w:top w:val="none" w:sz="0" w:space="0" w:color="auto"/>
        <w:left w:val="none" w:sz="0" w:space="0" w:color="auto"/>
        <w:bottom w:val="none" w:sz="0" w:space="0" w:color="auto"/>
        <w:right w:val="none" w:sz="0" w:space="0" w:color="auto"/>
      </w:divBdr>
    </w:div>
    <w:div w:id="575867910">
      <w:bodyDiv w:val="1"/>
      <w:marLeft w:val="0"/>
      <w:marRight w:val="0"/>
      <w:marTop w:val="0"/>
      <w:marBottom w:val="0"/>
      <w:divBdr>
        <w:top w:val="none" w:sz="0" w:space="0" w:color="auto"/>
        <w:left w:val="none" w:sz="0" w:space="0" w:color="auto"/>
        <w:bottom w:val="none" w:sz="0" w:space="0" w:color="auto"/>
        <w:right w:val="none" w:sz="0" w:space="0" w:color="auto"/>
      </w:divBdr>
    </w:div>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768160426">
      <w:bodyDiv w:val="1"/>
      <w:marLeft w:val="0"/>
      <w:marRight w:val="0"/>
      <w:marTop w:val="0"/>
      <w:marBottom w:val="0"/>
      <w:divBdr>
        <w:top w:val="none" w:sz="0" w:space="0" w:color="auto"/>
        <w:left w:val="none" w:sz="0" w:space="0" w:color="auto"/>
        <w:bottom w:val="none" w:sz="0" w:space="0" w:color="auto"/>
        <w:right w:val="none" w:sz="0" w:space="0" w:color="auto"/>
      </w:divBdr>
    </w:div>
    <w:div w:id="1001540322">
      <w:bodyDiv w:val="1"/>
      <w:marLeft w:val="0"/>
      <w:marRight w:val="0"/>
      <w:marTop w:val="0"/>
      <w:marBottom w:val="0"/>
      <w:divBdr>
        <w:top w:val="none" w:sz="0" w:space="0" w:color="auto"/>
        <w:left w:val="none" w:sz="0" w:space="0" w:color="auto"/>
        <w:bottom w:val="none" w:sz="0" w:space="0" w:color="auto"/>
        <w:right w:val="none" w:sz="0" w:space="0" w:color="auto"/>
      </w:divBdr>
    </w:div>
    <w:div w:id="1380015208">
      <w:bodyDiv w:val="1"/>
      <w:marLeft w:val="0"/>
      <w:marRight w:val="0"/>
      <w:marTop w:val="0"/>
      <w:marBottom w:val="0"/>
      <w:divBdr>
        <w:top w:val="none" w:sz="0" w:space="0" w:color="auto"/>
        <w:left w:val="none" w:sz="0" w:space="0" w:color="auto"/>
        <w:bottom w:val="none" w:sz="0" w:space="0" w:color="auto"/>
        <w:right w:val="none" w:sz="0" w:space="0" w:color="auto"/>
      </w:divBdr>
    </w:div>
    <w:div w:id="1490437211">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rae.fr" TargetMode="External"/><Relationship Id="rId18" Type="http://schemas.openxmlformats.org/officeDocument/2006/relationships/hyperlink" Target="https://www.ssi.gouv.fr/entreprise/reglementation/protection-des-systemes-dinformations/la-politique-de-securite-des-systemes-dinformation-de-letat-pssie/" TargetMode="External"/><Relationship Id="rId3" Type="http://schemas.openxmlformats.org/officeDocument/2006/relationships/styles" Target="styles.xml"/><Relationship Id="rId21" Type="http://schemas.openxmlformats.org/officeDocument/2006/relationships/hyperlink" Target="https://www.cnil.fr/fr/commande-publique-quel-acteur-est-responsable-au-regard-du-rgpd" TargetMode="Externa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www.ssi.gouv.fr/administration/reglementation/confiance-numerique/le-referentiel-general-de-securite-rg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eferences.modernisation.gouv.fr/referentiel/" TargetMode="External"/><Relationship Id="rId20" Type="http://schemas.openxmlformats.org/officeDocument/2006/relationships/hyperlink" Target="https://www.cnil.fr/fr/ce-quil-faut-savoir-sur-lanalyse-dimpact-relative-la-protection-des-donnees-aipd"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references.modernisation.gouv.fr/interoperabilite"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cnil.fr/fr/reglement-europeen-protection-donne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horus-pro.gouv.fr" TargetMode="External"/><Relationship Id="rId22" Type="http://schemas.openxmlformats.org/officeDocument/2006/relationships/hyperlink" Target="https://www.cnil.fr/fr/sous-traitance-exemple-de-clauses" TargetMode="External"/><Relationship Id="rId30"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4E"/>
    <w:family w:val="auto"/>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5D"/>
    <w:rsid w:val="000F4AF5"/>
    <w:rsid w:val="001D4DFA"/>
    <w:rsid w:val="00380F5D"/>
    <w:rsid w:val="003F69EB"/>
    <w:rsid w:val="005444AB"/>
    <w:rsid w:val="00752515"/>
    <w:rsid w:val="00950CEB"/>
    <w:rsid w:val="00B06B50"/>
    <w:rsid w:val="00BC6F7C"/>
    <w:rsid w:val="00C856DF"/>
    <w:rsid w:val="00D5400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317231A287B04521BA88C21CB71518651">
    <w:name w:val="317231A287B04521BA88C21CB71518651"/>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F776B88-E2AA-4EF4-ADEB-40CFA4A8E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148</TotalTime>
  <Pages>26</Pages>
  <Words>9365</Words>
  <Characters>51510</Characters>
  <Application>Microsoft Office Word</Application>
  <DocSecurity>0</DocSecurity>
  <Lines>429</Lines>
  <Paragraphs>121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MAPA type</vt:lpstr>
      <vt:lpstr>MAPA type</vt:lpstr>
    </vt:vector>
  </TitlesOfParts>
  <Company>INRA</Company>
  <LinksUpToDate>false</LinksUpToDate>
  <CharactersWithSpaces>60754</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Sandra Fourrier</cp:lastModifiedBy>
  <cp:revision>20</cp:revision>
  <cp:lastPrinted>2021-11-22T15:07:00Z</cp:lastPrinted>
  <dcterms:created xsi:type="dcterms:W3CDTF">2025-07-09T13:16:00Z</dcterms:created>
  <dcterms:modified xsi:type="dcterms:W3CDTF">2025-07-29T16:14:00Z</dcterms:modified>
</cp:coreProperties>
</file>